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20" w:rsidRPr="00F07F8B" w:rsidRDefault="002C3420" w:rsidP="005D32A9">
      <w:pPr>
        <w:suppressAutoHyphens/>
        <w:spacing w:after="0" w:line="240" w:lineRule="atLeast"/>
        <w:rPr>
          <w:rFonts w:ascii="Times New Roman" w:hAnsi="Times New Roman" w:cs="Calibri"/>
          <w:sz w:val="18"/>
          <w:szCs w:val="18"/>
          <w:lang w:eastAsia="ar-SA"/>
        </w:rPr>
      </w:pPr>
    </w:p>
    <w:p w:rsidR="002C3420" w:rsidRPr="00F07F8B" w:rsidRDefault="002C3420" w:rsidP="00F07F8B">
      <w:pPr>
        <w:suppressAutoHyphens/>
        <w:spacing w:after="0" w:line="240" w:lineRule="atLeast"/>
        <w:jc w:val="center"/>
        <w:rPr>
          <w:rFonts w:ascii="Times New Roman" w:hAnsi="Times New Roman" w:cs="Calibri"/>
          <w:sz w:val="18"/>
          <w:szCs w:val="18"/>
          <w:lang w:eastAsia="ar-SA"/>
        </w:rPr>
      </w:pPr>
    </w:p>
    <w:p w:rsidR="002C3420" w:rsidRPr="00F07F8B" w:rsidRDefault="002C3420" w:rsidP="00F07F8B">
      <w:pPr>
        <w:suppressAutoHyphens/>
        <w:spacing w:after="0" w:line="240" w:lineRule="atLeast"/>
        <w:jc w:val="center"/>
        <w:rPr>
          <w:rFonts w:ascii="Times New Roman" w:hAnsi="Times New Roman" w:cs="Calibri"/>
          <w:sz w:val="18"/>
          <w:szCs w:val="18"/>
          <w:lang w:eastAsia="ar-SA"/>
        </w:rPr>
      </w:pPr>
    </w:p>
    <w:p w:rsidR="002C3420" w:rsidRPr="00F07F8B" w:rsidRDefault="002C3420" w:rsidP="00F07F8B">
      <w:pPr>
        <w:suppressAutoHyphens/>
        <w:spacing w:after="0" w:line="240" w:lineRule="atLeast"/>
        <w:jc w:val="center"/>
        <w:rPr>
          <w:rFonts w:ascii="Times New Roman" w:hAnsi="Times New Roman" w:cs="Calibri"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"/>
        <w:gridCol w:w="5891"/>
        <w:gridCol w:w="2720"/>
      </w:tblGrid>
      <w:tr w:rsidR="002C3420" w:rsidRPr="00E80B8E" w:rsidTr="00E80B8E">
        <w:trPr>
          <w:trHeight w:val="855"/>
        </w:trPr>
        <w:tc>
          <w:tcPr>
            <w:tcW w:w="96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0B8E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0B8E">
              <w:rPr>
                <w:rFonts w:ascii="Times New Roman" w:hAnsi="Times New Roman"/>
                <w:b/>
                <w:bCs/>
                <w:sz w:val="20"/>
                <w:szCs w:val="20"/>
              </w:rPr>
              <w:t>СП КГБУ «МФЦ»</w:t>
            </w:r>
          </w:p>
        </w:tc>
        <w:tc>
          <w:tcPr>
            <w:tcW w:w="272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0B8E">
              <w:rPr>
                <w:rFonts w:ascii="Times New Roman" w:hAnsi="Times New Roman"/>
                <w:b/>
                <w:bCs/>
                <w:sz w:val="20"/>
                <w:szCs w:val="20"/>
              </w:rPr>
              <w:t>Номер телефона для предварительной записи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г. Красноярск, ул. 9 Мая, д. 12, пом. 462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(391) 222-04-89</w:t>
            </w:r>
          </w:p>
        </w:tc>
      </w:tr>
      <w:tr w:rsidR="002C3420" w:rsidRPr="00E80B8E" w:rsidTr="00E80B8E">
        <w:trPr>
          <w:trHeight w:val="561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г. Красноярск, ул. Попова, д. 8, пом. 61</w:t>
            </w:r>
          </w:p>
        </w:tc>
        <w:tc>
          <w:tcPr>
            <w:tcW w:w="272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(391) 247-55-33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8 (391) 247-77-71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г. Красноярск, пр. им. газеты «Красноярский рабочий», д. 44, пом. 59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(391) 262-62-10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г. Красноярск, пр. им. газеты «Красноярский рабочий», д. 70, пом. 79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(391) 223-60-81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г. Красноярск, ул. Кирова, д. 43</w:t>
            </w:r>
          </w:p>
        </w:tc>
        <w:tc>
          <w:tcPr>
            <w:tcW w:w="272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(391) 223-56-24</w:t>
            </w:r>
          </w:p>
        </w:tc>
      </w:tr>
      <w:tr w:rsidR="002C3420" w:rsidRPr="00E80B8E" w:rsidTr="00E80B8E">
        <w:trPr>
          <w:trHeight w:val="403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г. Красноярск, ул. Железнодорожников, д.15, пом. 103,104</w:t>
            </w:r>
          </w:p>
        </w:tc>
        <w:tc>
          <w:tcPr>
            <w:tcW w:w="272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(391) 222-35-51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8 (391) 222-35-52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Железногорск, ул. Свердлова, д.47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8(3919) 76-95-23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8(3919) 76-95-2</w:t>
            </w:r>
            <w:r w:rsidRPr="00E80B8E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Дивногорск, ул. Комсомольская, д. 2, пом. 3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(39144) 3-30-26</w:t>
            </w:r>
          </w:p>
        </w:tc>
      </w:tr>
      <w:tr w:rsidR="002C3420" w:rsidRPr="00E80B8E" w:rsidTr="00E80B8E">
        <w:trPr>
          <w:trHeight w:val="465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край,п. Березовка,ул. Дружбы,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E80B8E">
                <w:rPr>
                  <w:rFonts w:ascii="Times New Roman" w:hAnsi="Times New Roman"/>
                  <w:sz w:val="20"/>
                  <w:szCs w:val="20"/>
                </w:rPr>
                <w:t>1 г</w:t>
              </w:r>
            </w:smartTag>
            <w:r w:rsidRPr="00E80B8E">
              <w:rPr>
                <w:rFonts w:ascii="Times New Roman" w:hAnsi="Times New Roman"/>
                <w:sz w:val="20"/>
                <w:szCs w:val="20"/>
              </w:rPr>
              <w:t>., пом.80</w:t>
            </w:r>
          </w:p>
        </w:tc>
        <w:tc>
          <w:tcPr>
            <w:tcW w:w="272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(39175) 2-30 26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Зеленогорск, ул. Гагарина, 23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(39169) 3-63-62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с. Тасеево, ул. Луначарского, д. 66, пом. 1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(39164) 2-16-87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край,г. Бородино,ул. Октябрьская, д. 30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(39168) 4-69-39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Саянский район, с. Агинское,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ул. Советская, д. 138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(39142) 2-10-35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Канск, микрорайон Северный, д. 34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(39161) 3–56–40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Заозерный, ул. Гагарина, зд. 21</w:t>
            </w:r>
          </w:p>
        </w:tc>
        <w:tc>
          <w:tcPr>
            <w:tcW w:w="272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(39165) 2-51-26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8 (39165) 2-08-23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Абанский район, п. Абан, ул. Пионерская, д. 2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(39163) 2-24-25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Иланский, пер. Северный, д. 4, пом. 89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(39173) 3-20-81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край,Уярский район, г. Уяр, пл. Революции,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 xml:space="preserve">д. 7, пом.3 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(39146) 2-18-81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Партизанский район, с. Партизанское,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ул. Комсомольская, д. 152Б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(39140) 2-10-68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Кодинск, пр. Ленинского Комсомола,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 xml:space="preserve"> зд. 2И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(39143) 7-00-87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п. Нижний Ингаш, пер. Пионерский,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д. 6,стр. 1, пом. 1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(39171) 2-16-85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Лесосибирск, ул. Победы, д. 49, пом. 60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(39145) 6-33-03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Пировский район, с. Пировское,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ул. Ленина, д. 31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(39166) 3- 21-00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Енисейск, ул. Ленина, д. 89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(39195) 2–64–33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пгт. Большая Мурта, ул. Советская,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зд. 161, стр. 1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(39198) 2-42-01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пгт. Тура, ул. Школьная, д. 23</w:t>
            </w:r>
          </w:p>
        </w:tc>
        <w:tc>
          <w:tcPr>
            <w:tcW w:w="272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(39170) 3-10-74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8 (39170) 3-15-31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Казачинский район, с. Казачинское,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ул. Советская, д. 144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(39196) 21-028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гп. Северо - Енисейский, ул. Суворова, д.6</w:t>
            </w:r>
          </w:p>
        </w:tc>
        <w:tc>
          <w:tcPr>
            <w:tcW w:w="2720" w:type="dxa"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(39160) 2-14-14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Бирилюсский район, с. Новобирилюссы, ул. Советская, д. 130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(39150) 2-27-10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г. Шарыпово, 6 мкр., д. 16, пом. 1 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(39153) 4-03-22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Большеулуйский район, с. Большой Улуй, пер. Перевозный, д. 5, пом. 2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(39159) 2-17-47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Ачинск, мкр. 7, д. 28Б, пом. 3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(39151) 5-49-98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г. Назарово, ул. Мира, владение 11,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здание 1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 55) 5-06-66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Норильск, ул. Нансена, д. 69, пом. 2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(3919) 22-35-55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г. Норильск, район Талнах, ул. Бауманская, д.10, каб.2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(3919) 22-35-55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г. Норильск, район Кайеркан, ул. Шахтерская, д.9а, каб.107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(3919) 22-35-55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г. Норильск, п. Снежногорск, ул. Хантайская набережная, д.10, каб.3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(3919) 22-35-55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 Дудинка, ул. 40 Лет Победы, 3, пом. 71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(39191) 5-02-18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г. Минусинск, ул. Народная, д 62 а.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(39132) 4-02-93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Балахтинский район, пгт. Балахта,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ул. Богаткова, д.1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(39148) 21-1-28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пгт. Курагино, ул. В. Листьева, д. 3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(39136) 9-99-01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Красноярский край, с. Ермаковское,ул. Курнатовского, д. 25, пом. 1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(39138) 2-42-16</w:t>
            </w:r>
          </w:p>
        </w:tc>
      </w:tr>
      <w:tr w:rsidR="002C3420" w:rsidRPr="00E80B8E" w:rsidTr="00E80B8E">
        <w:trPr>
          <w:trHeight w:val="3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с. Краснотуранск, ул. Ленина, д. 51,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пом. 33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(39134) 2-12-49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Новоселовский район, с. Новоселово,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ул. Горького, д. 2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(39147) 9-98-06</w:t>
            </w:r>
          </w:p>
        </w:tc>
      </w:tr>
      <w:tr w:rsidR="002C3420" w:rsidRPr="00E80B8E" w:rsidTr="00E80B8E">
        <w:trPr>
          <w:trHeight w:val="600"/>
        </w:trPr>
        <w:tc>
          <w:tcPr>
            <w:tcW w:w="96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6940" w:type="dxa"/>
          </w:tcPr>
          <w:p w:rsidR="002C3420" w:rsidRPr="00E80B8E" w:rsidRDefault="002C3420" w:rsidP="00E80B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 xml:space="preserve">Красноярский край, Каратузский район, с. Каратузское, </w:t>
            </w:r>
            <w:r w:rsidRPr="00E80B8E">
              <w:rPr>
                <w:rFonts w:ascii="Times New Roman" w:hAnsi="Times New Roman"/>
                <w:sz w:val="20"/>
                <w:szCs w:val="20"/>
              </w:rPr>
              <w:br/>
              <w:t>ул. Колхозная, д. 65</w:t>
            </w:r>
          </w:p>
        </w:tc>
        <w:tc>
          <w:tcPr>
            <w:tcW w:w="2720" w:type="dxa"/>
            <w:noWrap/>
          </w:tcPr>
          <w:p w:rsidR="002C3420" w:rsidRPr="00E80B8E" w:rsidRDefault="002C3420" w:rsidP="00E80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B8E">
              <w:rPr>
                <w:rFonts w:ascii="Times New Roman" w:hAnsi="Times New Roman"/>
                <w:sz w:val="20"/>
                <w:szCs w:val="20"/>
              </w:rPr>
              <w:t>8 (39137) 21-2-99</w:t>
            </w:r>
          </w:p>
        </w:tc>
      </w:tr>
    </w:tbl>
    <w:p w:rsidR="002C3420" w:rsidRDefault="002C3420" w:rsidP="00F07F8B"/>
    <w:sectPr w:rsidR="002C3420" w:rsidSect="008227D7">
      <w:pgSz w:w="11906" w:h="16838"/>
      <w:pgMar w:top="1134" w:right="850" w:bottom="1134" w:left="1701" w:header="72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099"/>
    <w:rsid w:val="00104CF5"/>
    <w:rsid w:val="002C3420"/>
    <w:rsid w:val="003824C6"/>
    <w:rsid w:val="00452997"/>
    <w:rsid w:val="004C038D"/>
    <w:rsid w:val="0054796A"/>
    <w:rsid w:val="005D32A9"/>
    <w:rsid w:val="00652D98"/>
    <w:rsid w:val="008227D7"/>
    <w:rsid w:val="008B67AA"/>
    <w:rsid w:val="00A76779"/>
    <w:rsid w:val="00B052BD"/>
    <w:rsid w:val="00B8415D"/>
    <w:rsid w:val="00C54F33"/>
    <w:rsid w:val="00D433A7"/>
    <w:rsid w:val="00DA64F5"/>
    <w:rsid w:val="00DF4D0D"/>
    <w:rsid w:val="00E80B8E"/>
    <w:rsid w:val="00F017FB"/>
    <w:rsid w:val="00F07F8B"/>
    <w:rsid w:val="00F34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F8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7F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07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7F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2</Pages>
  <Words>588</Words>
  <Characters>3356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</dc:creator>
  <cp:keywords/>
  <dc:description/>
  <cp:lastModifiedBy>kleninane</cp:lastModifiedBy>
  <cp:revision>8</cp:revision>
  <cp:lastPrinted>2016-03-25T07:49:00Z</cp:lastPrinted>
  <dcterms:created xsi:type="dcterms:W3CDTF">2016-03-21T08:48:00Z</dcterms:created>
  <dcterms:modified xsi:type="dcterms:W3CDTF">2016-03-25T07:50:00Z</dcterms:modified>
</cp:coreProperties>
</file>