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73" w:rsidRPr="00C268F3" w:rsidRDefault="00A41873" w:rsidP="00C268F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9A5FFC"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ложение 2 Герб кон [Converted]" style="width:64.2pt;height:78.6pt;visibility:visible">
            <v:imagedata r:id="rId5" o:title=""/>
          </v:shape>
        </w:pict>
      </w:r>
    </w:p>
    <w:p w:rsidR="00A41873" w:rsidRPr="00C268F3" w:rsidRDefault="00A41873" w:rsidP="00EA59F4">
      <w:pPr>
        <w:pStyle w:val="Heading9"/>
        <w:keepNext w:val="0"/>
        <w:keepLines w:val="0"/>
        <w:widowControl w:val="0"/>
        <w:tabs>
          <w:tab w:val="num" w:pos="1584"/>
        </w:tabs>
        <w:spacing w:before="240"/>
        <w:ind w:left="1584" w:hanging="1584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C268F3">
        <w:rPr>
          <w:rFonts w:ascii="Times New Roman" w:hAnsi="Times New Roman" w:cs="Times New Roman"/>
          <w:i w:val="0"/>
          <w:iCs w:val="0"/>
          <w:sz w:val="24"/>
          <w:szCs w:val="24"/>
        </w:rPr>
        <w:t>АДМИНИСТРАЦИЯ МУНИЦИПАЛЬНОГО ОБРАЗОВАНИЯ</w:t>
      </w:r>
    </w:p>
    <w:p w:rsidR="00A41873" w:rsidRPr="00C268F3" w:rsidRDefault="00A41873" w:rsidP="00EA59F4">
      <w:pPr>
        <w:pStyle w:val="Heading9"/>
        <w:keepNext w:val="0"/>
        <w:keepLines w:val="0"/>
        <w:widowControl w:val="0"/>
        <w:tabs>
          <w:tab w:val="num" w:pos="1584"/>
        </w:tabs>
        <w:spacing w:before="240"/>
        <w:ind w:left="1584" w:hanging="15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68F3">
        <w:rPr>
          <w:rFonts w:ascii="Times New Roman" w:hAnsi="Times New Roman" w:cs="Times New Roman"/>
          <w:i w:val="0"/>
          <w:iCs w:val="0"/>
          <w:sz w:val="24"/>
          <w:szCs w:val="24"/>
        </w:rPr>
        <w:t>ПОСЁЛ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ОК </w:t>
      </w:r>
      <w:r w:rsidRPr="00C268F3">
        <w:rPr>
          <w:rFonts w:ascii="Times New Roman" w:hAnsi="Times New Roman" w:cs="Times New Roman"/>
          <w:i w:val="0"/>
          <w:iCs w:val="0"/>
          <w:sz w:val="24"/>
          <w:szCs w:val="24"/>
        </w:rPr>
        <w:t>КУРАГИНО</w:t>
      </w:r>
    </w:p>
    <w:p w:rsidR="00A41873" w:rsidRPr="00C268F3" w:rsidRDefault="00A41873" w:rsidP="00C268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КУРАГИНСКОГО РАЙОНА</w:t>
      </w:r>
    </w:p>
    <w:p w:rsidR="00A41873" w:rsidRPr="00C268F3" w:rsidRDefault="00A41873" w:rsidP="00C268F3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268F3">
        <w:rPr>
          <w:rFonts w:ascii="Times New Roman" w:hAnsi="Times New Roman" w:cs="Times New Roman"/>
          <w:b w:val="0"/>
          <w:bCs w:val="0"/>
          <w:sz w:val="24"/>
          <w:szCs w:val="24"/>
        </w:rPr>
        <w:t>ПОСТАНОВЛЕНИЕ</w:t>
      </w:r>
    </w:p>
    <w:p w:rsidR="00A41873" w:rsidRPr="00C268F3" w:rsidRDefault="00A41873" w:rsidP="00C268F3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41873" w:rsidRPr="00C268F3" w:rsidRDefault="00A41873" w:rsidP="00C268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28.12.2017</w:t>
      </w:r>
      <w:r w:rsidRPr="00C268F3">
        <w:rPr>
          <w:rFonts w:ascii="Times New Roman" w:hAnsi="Times New Roman" w:cs="Times New Roman"/>
          <w:sz w:val="24"/>
          <w:szCs w:val="24"/>
        </w:rPr>
        <w:tab/>
      </w:r>
      <w:r w:rsidRPr="00C268F3">
        <w:rPr>
          <w:rFonts w:ascii="Times New Roman" w:hAnsi="Times New Roman" w:cs="Times New Roman"/>
          <w:sz w:val="24"/>
          <w:szCs w:val="24"/>
        </w:rPr>
        <w:tab/>
      </w:r>
      <w:r w:rsidRPr="00C268F3">
        <w:rPr>
          <w:rFonts w:ascii="Times New Roman" w:hAnsi="Times New Roman" w:cs="Times New Roman"/>
          <w:sz w:val="24"/>
          <w:szCs w:val="24"/>
        </w:rPr>
        <w:tab/>
      </w:r>
      <w:r w:rsidRPr="00C268F3">
        <w:rPr>
          <w:rFonts w:ascii="Times New Roman" w:hAnsi="Times New Roman" w:cs="Times New Roman"/>
          <w:sz w:val="24"/>
          <w:szCs w:val="24"/>
        </w:rPr>
        <w:tab/>
        <w:t>пгт. Курагино</w:t>
      </w:r>
      <w:r w:rsidRPr="00C268F3">
        <w:rPr>
          <w:rFonts w:ascii="Times New Roman" w:hAnsi="Times New Roman" w:cs="Times New Roman"/>
          <w:sz w:val="24"/>
          <w:szCs w:val="24"/>
        </w:rPr>
        <w:tab/>
      </w:r>
      <w:r w:rsidRPr="00C268F3">
        <w:rPr>
          <w:rFonts w:ascii="Times New Roman" w:hAnsi="Times New Roman" w:cs="Times New Roman"/>
          <w:sz w:val="24"/>
          <w:szCs w:val="24"/>
        </w:rPr>
        <w:tab/>
      </w:r>
      <w:r w:rsidRPr="00C268F3">
        <w:rPr>
          <w:rFonts w:ascii="Times New Roman" w:hAnsi="Times New Roman" w:cs="Times New Roman"/>
          <w:sz w:val="24"/>
          <w:szCs w:val="24"/>
        </w:rPr>
        <w:tab/>
        <w:t>№776-П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в постановление администрации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поселка Курагино от 30.10.2013 г. №270-П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 xml:space="preserve">«Об утверждении  муниципальных программ 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поселка Курагино»</w:t>
      </w: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В соответствии со статьей 179 Бюджетного кодекса Российской Федерации, Уставом муниципального образования поселок Курагино, ПОСТАНОВЛЯЮ:</w:t>
      </w:r>
    </w:p>
    <w:p w:rsidR="00A41873" w:rsidRPr="00C268F3" w:rsidRDefault="00A41873" w:rsidP="00C268F3">
      <w:pPr>
        <w:pStyle w:val="ListParagraph"/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 xml:space="preserve"> Внести дополнения и изменения в приложения №1,№2постановления администрации поселка Курагино от 30.10.2013 г. № 270-П «Об утверждении муниципальных программ поселка Курагино», изложив их в редакции согласно приложений.</w:t>
      </w:r>
    </w:p>
    <w:p w:rsidR="00A41873" w:rsidRPr="00C268F3" w:rsidRDefault="00A41873" w:rsidP="00C268F3">
      <w:pPr>
        <w:numPr>
          <w:ilvl w:val="0"/>
          <w:numId w:val="1"/>
        </w:num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A41873" w:rsidRPr="00C268F3" w:rsidRDefault="00A41873" w:rsidP="00C268F3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официального обнародования путем размещения на информационных стендах, но не ранее 1 января 2018 года.</w:t>
      </w:r>
    </w:p>
    <w:p w:rsidR="00A41873" w:rsidRPr="00C268F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C268F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C268F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C268F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ab/>
      </w:r>
      <w:r w:rsidRPr="00C268F3">
        <w:rPr>
          <w:rFonts w:ascii="Times New Roman" w:hAnsi="Times New Roman" w:cs="Times New Roman"/>
          <w:sz w:val="24"/>
          <w:szCs w:val="24"/>
        </w:rPr>
        <w:tab/>
      </w:r>
      <w:r w:rsidRPr="00C268F3">
        <w:rPr>
          <w:rFonts w:ascii="Times New Roman" w:hAnsi="Times New Roman" w:cs="Times New Roman"/>
          <w:sz w:val="24"/>
          <w:szCs w:val="24"/>
        </w:rPr>
        <w:tab/>
      </w:r>
      <w:r w:rsidRPr="00C268F3">
        <w:rPr>
          <w:rFonts w:ascii="Times New Roman" w:hAnsi="Times New Roman" w:cs="Times New Roman"/>
          <w:sz w:val="24"/>
          <w:szCs w:val="24"/>
        </w:rPr>
        <w:tab/>
      </w:r>
      <w:r w:rsidRPr="00C268F3">
        <w:rPr>
          <w:rFonts w:ascii="Times New Roman" w:hAnsi="Times New Roman" w:cs="Times New Roman"/>
          <w:sz w:val="24"/>
          <w:szCs w:val="24"/>
        </w:rPr>
        <w:tab/>
      </w:r>
      <w:r w:rsidRPr="00C268F3">
        <w:rPr>
          <w:rFonts w:ascii="Times New Roman" w:hAnsi="Times New Roman" w:cs="Times New Roman"/>
          <w:sz w:val="24"/>
          <w:szCs w:val="24"/>
        </w:rPr>
        <w:tab/>
      </w:r>
    </w:p>
    <w:p w:rsidR="00A41873" w:rsidRPr="00C268F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 xml:space="preserve">Глава поселка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C268F3">
        <w:rPr>
          <w:rFonts w:ascii="Times New Roman" w:hAnsi="Times New Roman" w:cs="Times New Roman"/>
          <w:sz w:val="24"/>
          <w:szCs w:val="24"/>
        </w:rPr>
        <w:t>С.А.Кнауб</w:t>
      </w: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поселка Курагино</w:t>
      </w: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от  30.10.2013 № 270-П</w:t>
      </w: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Муниципальная программа муниципального образования поселок Курагино №1</w:t>
      </w: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«Комплексное развитие и обеспечение жизнедеятельности муниципального образования поселок Курагино» на 2018-2020 годы</w:t>
      </w: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ind w:left="690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ind w:left="3540" w:firstLine="708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268F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268F3">
        <w:rPr>
          <w:rFonts w:ascii="Times New Roman" w:hAnsi="Times New Roman" w:cs="Times New Roman"/>
          <w:sz w:val="24"/>
          <w:szCs w:val="24"/>
        </w:rPr>
        <w:t xml:space="preserve">. </w:t>
      </w:r>
      <w:r w:rsidRPr="00C268F3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Муниципальная программа муниципального образования поселок Курагино</w:t>
      </w: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«Комплексное развитие и обеспечение жизнедеятельности муниципального образования поселок Курагино» на 2018-2020 годы</w:t>
      </w: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A41873" w:rsidRPr="00C268F3">
        <w:tc>
          <w:tcPr>
            <w:tcW w:w="2235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773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и обеспечение жизнедеятельности муниципального образования поселок Курагино» </w:t>
            </w:r>
          </w:p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 xml:space="preserve"> на 2018-2020 годы (далее – программа)</w:t>
            </w:r>
          </w:p>
        </w:tc>
      </w:tr>
      <w:tr w:rsidR="00A41873" w:rsidRPr="00C268F3">
        <w:tc>
          <w:tcPr>
            <w:tcW w:w="2235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A41873" w:rsidRPr="00C268F3" w:rsidRDefault="00A41873" w:rsidP="00C268F3">
            <w:pPr>
              <w:keepNext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      </w:r>
          </w:p>
          <w:p w:rsidR="00A41873" w:rsidRPr="00C268F3" w:rsidRDefault="00A41873" w:rsidP="00C268F3">
            <w:pPr>
              <w:keepNext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A41873" w:rsidRPr="00C268F3" w:rsidRDefault="00A41873" w:rsidP="00C268F3">
            <w:pPr>
              <w:keepNext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поселка Курагино от 09.09.2013 № 219-П «Об утверждении Порядка принятия решений о разработке муниципальных программ поселка Курагино, их формировании и реализации»;</w:t>
            </w:r>
          </w:p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- Распоряжение администрации поселка Курагино от  16.10.13 г. № 407 «Об утверждении перечня муниципальных программ поселка Курагино».</w:t>
            </w:r>
          </w:p>
        </w:tc>
      </w:tr>
      <w:tr w:rsidR="00A41873" w:rsidRPr="00C268F3">
        <w:tc>
          <w:tcPr>
            <w:tcW w:w="2235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Курагино</w:t>
            </w:r>
          </w:p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C268F3">
        <w:tc>
          <w:tcPr>
            <w:tcW w:w="2235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Администрация Курагинского района</w:t>
            </w:r>
          </w:p>
        </w:tc>
      </w:tr>
      <w:tr w:rsidR="00A41873" w:rsidRPr="00C268F3">
        <w:tc>
          <w:tcPr>
            <w:tcW w:w="2235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Подпрограмма 1 «Энергосбережение и повышение энергетической эффективности в муниципальном образовании поселок Курагино» на 2018-2020 годы;</w:t>
            </w:r>
          </w:p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транспортной системы муниципального образования поселок Курагино» на 2018-2020 годы;</w:t>
            </w:r>
          </w:p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Подпрограмма 3 «Благоустройство территории муниципального образования поселок Курагино» на 2018-2020 годы;</w:t>
            </w:r>
          </w:p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Подпрограмма 4 «Защита и обеспечение безопасности населения муниципального образования поселок Курагино» на 2018-2020 годы.</w:t>
            </w:r>
          </w:p>
        </w:tc>
      </w:tr>
      <w:tr w:rsidR="00A41873" w:rsidRPr="00C268F3">
        <w:tc>
          <w:tcPr>
            <w:tcW w:w="2235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773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-повышение энергосбережения и энергоэффективности на территории муниципального образования поселок Курагино;</w:t>
            </w:r>
          </w:p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-обеспечение сохранности, модернизации и развитие сети автомобильных дорог муниципального образования поселок Курагино;</w:t>
            </w:r>
          </w:p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-обеспечение качественного и высокоэффективного наружного освещения, увеличение уровня благоустроенности территории поселка Курагино для улучшения условий и комфортности проживания граждан;</w:t>
            </w:r>
          </w:p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- создание эффективной системы защиты населения и территории муниципального образования поселок Курагино.</w:t>
            </w:r>
          </w:p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ind w:left="3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C268F3">
        <w:tc>
          <w:tcPr>
            <w:tcW w:w="2235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773" w:type="dxa"/>
          </w:tcPr>
          <w:p w:rsidR="00A41873" w:rsidRPr="00C268F3" w:rsidRDefault="00A41873" w:rsidP="00C268F3">
            <w:pPr>
              <w:pStyle w:val="BodyTextIndent"/>
              <w:spacing w:after="0"/>
              <w:ind w:left="0"/>
              <w:jc w:val="both"/>
            </w:pPr>
            <w:r w:rsidRPr="00C268F3">
              <w:t>- модернизация объектов коммунальной инфраструктуры, повышение эффективности управления объектами коммунальной инфраструктуры;</w:t>
            </w:r>
          </w:p>
          <w:p w:rsidR="00A41873" w:rsidRPr="00C268F3" w:rsidRDefault="00A41873" w:rsidP="00C268F3">
            <w:pPr>
              <w:pStyle w:val="BodyTextIndent"/>
              <w:spacing w:after="0"/>
              <w:ind w:left="0"/>
              <w:jc w:val="both"/>
            </w:pPr>
            <w:r w:rsidRPr="00C268F3">
              <w:t>- 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края»;</w:t>
            </w:r>
          </w:p>
          <w:p w:rsidR="00A41873" w:rsidRPr="00C268F3" w:rsidRDefault="00A41873" w:rsidP="00C268F3">
            <w:pPr>
              <w:pStyle w:val="BodyTextIndent"/>
              <w:spacing w:after="0"/>
              <w:ind w:left="0"/>
              <w:jc w:val="both"/>
            </w:pPr>
            <w:r w:rsidRPr="00C268F3">
              <w:t>- 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Курагино;</w:t>
            </w:r>
          </w:p>
          <w:p w:rsidR="00A41873" w:rsidRPr="00C268F3" w:rsidRDefault="00A41873" w:rsidP="00C268F3">
            <w:pPr>
              <w:pStyle w:val="BodyTextIndent"/>
              <w:spacing w:after="0"/>
              <w:ind w:left="0"/>
            </w:pPr>
            <w:r w:rsidRPr="00C268F3">
              <w:t>- решение других вопросов для обеспечения жизнедеятельности муниципального образования поселок Курагино;</w:t>
            </w:r>
          </w:p>
          <w:p w:rsidR="00A41873" w:rsidRPr="00C268F3" w:rsidRDefault="00A41873" w:rsidP="00C268F3">
            <w:pPr>
              <w:pStyle w:val="BodyTextIndent"/>
              <w:spacing w:after="0"/>
              <w:ind w:left="0"/>
            </w:pPr>
            <w:r w:rsidRPr="00C268F3">
              <w:t>- снижение рисков и смягчение последствий различных чрезвычайных ситуаций.</w:t>
            </w:r>
          </w:p>
        </w:tc>
      </w:tr>
      <w:tr w:rsidR="00A41873" w:rsidRPr="00C268F3">
        <w:tc>
          <w:tcPr>
            <w:tcW w:w="2235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2018-2020 годы</w:t>
            </w:r>
          </w:p>
        </w:tc>
      </w:tr>
      <w:tr w:rsidR="00A41873" w:rsidRPr="00C268F3">
        <w:tc>
          <w:tcPr>
            <w:tcW w:w="2235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Приложение №1 к настоящему паспорту</w:t>
            </w:r>
          </w:p>
        </w:tc>
      </w:tr>
      <w:tr w:rsidR="00A41873" w:rsidRPr="00C268F3">
        <w:tc>
          <w:tcPr>
            <w:tcW w:w="2235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составляет 53400,550 тыс. рублей, из них:</w:t>
            </w:r>
          </w:p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в 2018 году –  20387,800  тыс. рублей;</w:t>
            </w:r>
          </w:p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в 2019 году –  17082,375  тыс. рублей;</w:t>
            </w:r>
          </w:p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в 2020 году –  15930,375  тыс. рублей.</w:t>
            </w:r>
          </w:p>
          <w:p w:rsidR="00A41873" w:rsidRPr="00C268F3" w:rsidRDefault="00A41873" w:rsidP="00C268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C268F3" w:rsidRDefault="00A41873" w:rsidP="00C268F3">
      <w:pPr>
        <w:pStyle w:val="BodyTextIndent"/>
        <w:numPr>
          <w:ilvl w:val="0"/>
          <w:numId w:val="2"/>
        </w:numPr>
        <w:spacing w:after="0"/>
        <w:jc w:val="center"/>
        <w:rPr>
          <w:b/>
          <w:bCs/>
        </w:rPr>
      </w:pPr>
      <w:r w:rsidRPr="00C268F3">
        <w:rPr>
          <w:b/>
          <w:bCs/>
        </w:rPr>
        <w:t xml:space="preserve">Характеристика текущего состояния  </w:t>
      </w:r>
    </w:p>
    <w:p w:rsidR="00A41873" w:rsidRPr="00C268F3" w:rsidRDefault="00A41873" w:rsidP="00C268F3">
      <w:pPr>
        <w:pStyle w:val="BodyTextIndent"/>
        <w:spacing w:after="0"/>
        <w:ind w:left="400"/>
        <w:jc w:val="center"/>
        <w:rPr>
          <w:b/>
          <w:bCs/>
        </w:rPr>
      </w:pP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Комплексное развитие муниципального образования поселок Курагино определяет общую направленность развития поселка.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В основу комплексного развития положен принцип целенаправленности, который предполагает разработку системы целей развития муниципального образования поселок Курагино, в соответствии с которой достижение некоторых частных подцелей служит средством реализации целей более общих.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Основная цель планирования развития муниципального образования – повышение качества жизни населения. Все стратегические ориентиры развития поселка Курагино так или иначе связаны с повышением качества жизни населения, которое представляет собой интегральную оценку всех сторон жизни людей.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В комплексном развитии в качестве основных направлений повышения качества жизни населения выделены: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 xml:space="preserve">- охрана здоровья и жизни населения; 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- улучшение экологической обстановки;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- защита социально-уязвимых групп населения;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- благоустройство и развитие территории.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Повышение уровня качества среды проживания и временного нахождения, является необходимым условием стабилизации и повышения уровня жизни населения.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муниципального образования поселок Курагино, не обеспечивают растущие потребности и не удовлетворяют современным требованиям, предъявляемым к качеству среды проживания и временного пребывания, уровень их износа продолжает увеличиваться.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Сеть автомобильных дорог – один из важнейших элементов транспортно-коммуникационной системы муниципального образования поселок Курагино.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Общая  протяженность автомобильных дорог муниципального значения  на 1 января 2018 года составляет 178,44 км, из них 46,27 км с твердым покрытием. В течении длительного периода темпы износа автомобильных дорог муниципального значения были выше темпов их восстановления. Указанные тенденции привели к тому, что ряд автомобильных дорог требует перевода из категории с усовершенствованным покрытием в категорию с переходным типом покрытия.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 xml:space="preserve">Увеличение количества автотранспортных средств у населения и увеличение интенсивности их эксплуатации будут обострять проблему безопасности дорожного движения и в реальных условиях увеличивать человеческие и экономические потери, а также негативно влиять на окружающую среду.  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Перечисленные направления являются приоритетными, требующими первоочередного решения.</w:t>
      </w:r>
    </w:p>
    <w:p w:rsidR="00A41873" w:rsidRPr="00C268F3" w:rsidRDefault="00A41873" w:rsidP="00C268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C268F3" w:rsidRDefault="00A41873" w:rsidP="00C268F3">
      <w:pPr>
        <w:pStyle w:val="BodyTextIndent"/>
        <w:numPr>
          <w:ilvl w:val="0"/>
          <w:numId w:val="2"/>
        </w:numPr>
        <w:spacing w:after="0"/>
        <w:jc w:val="center"/>
        <w:rPr>
          <w:b/>
          <w:bCs/>
        </w:rPr>
      </w:pPr>
      <w:r w:rsidRPr="00C268F3">
        <w:rPr>
          <w:b/>
          <w:bCs/>
        </w:rPr>
        <w:t>Приоритеты и цели  комплексного развития муниципального образования поселок Курагино, задачи, прогноз развития</w:t>
      </w:r>
    </w:p>
    <w:p w:rsidR="00A41873" w:rsidRPr="00C268F3" w:rsidRDefault="00A41873" w:rsidP="00C268F3">
      <w:pPr>
        <w:pStyle w:val="BodyTextIndent"/>
        <w:spacing w:after="0"/>
        <w:ind w:left="760"/>
      </w:pPr>
    </w:p>
    <w:p w:rsidR="00A41873" w:rsidRPr="00C268F3" w:rsidRDefault="00A41873" w:rsidP="00C268F3">
      <w:pPr>
        <w:pStyle w:val="BodyTextIndent"/>
        <w:spacing w:after="0"/>
        <w:ind w:left="0" w:firstLine="709"/>
        <w:jc w:val="both"/>
      </w:pPr>
      <w:r w:rsidRPr="00C268F3">
        <w:t>Программа разработана на основании приоритетов государственной политики, содержащихся в следующих документах:</w:t>
      </w:r>
    </w:p>
    <w:p w:rsidR="00A41873" w:rsidRPr="00C268F3" w:rsidRDefault="00A41873" w:rsidP="00C268F3">
      <w:pPr>
        <w:keepNext/>
        <w:tabs>
          <w:tab w:val="left" w:pos="709"/>
        </w:tabs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A41873" w:rsidRPr="00C268F3" w:rsidRDefault="00A41873" w:rsidP="00C268F3">
      <w:pPr>
        <w:keepNext/>
        <w:tabs>
          <w:tab w:val="left" w:pos="709"/>
        </w:tabs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A41873" w:rsidRPr="00C268F3" w:rsidRDefault="00A41873" w:rsidP="00C268F3">
      <w:pPr>
        <w:keepNext/>
        <w:tabs>
          <w:tab w:val="left" w:pos="709"/>
        </w:tabs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 xml:space="preserve">        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A41873" w:rsidRPr="00C268F3" w:rsidRDefault="00A41873" w:rsidP="00C268F3">
      <w:pPr>
        <w:pStyle w:val="BodyTextIndent"/>
        <w:tabs>
          <w:tab w:val="left" w:pos="567"/>
          <w:tab w:val="left" w:pos="709"/>
          <w:tab w:val="left" w:pos="851"/>
        </w:tabs>
        <w:spacing w:after="0"/>
        <w:ind w:left="0"/>
      </w:pPr>
      <w:r w:rsidRPr="00C268F3">
        <w:t xml:space="preserve">          В соответствии с приоритетами определены цели программы:</w:t>
      </w:r>
    </w:p>
    <w:p w:rsidR="00A41873" w:rsidRPr="00C268F3" w:rsidRDefault="00A41873" w:rsidP="00C268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68F3">
        <w:rPr>
          <w:rFonts w:ascii="Times New Roman" w:hAnsi="Times New Roman" w:cs="Times New Roman"/>
          <w:sz w:val="24"/>
          <w:szCs w:val="24"/>
        </w:rPr>
        <w:t>Цель 1. Повышение энергосбережения и энергоэффективности на территории муниципального образования поселок Курагино.</w:t>
      </w:r>
    </w:p>
    <w:p w:rsidR="00A41873" w:rsidRPr="00C268F3" w:rsidRDefault="00A41873" w:rsidP="00C268F3">
      <w:pPr>
        <w:pStyle w:val="BodyTextIndent"/>
        <w:spacing w:after="0"/>
        <w:ind w:left="0"/>
      </w:pPr>
      <w:r w:rsidRPr="00C268F3">
        <w:t xml:space="preserve">          Цель 2. Обеспечение сохранности, модернизации и развитие сети автомобильных дорог муниципального образования поселок Курагино.</w:t>
      </w:r>
    </w:p>
    <w:p w:rsidR="00A41873" w:rsidRPr="00C268F3" w:rsidRDefault="00A41873" w:rsidP="00C268F3">
      <w:pPr>
        <w:pStyle w:val="BodyTextIndent"/>
        <w:spacing w:after="0"/>
        <w:ind w:left="0"/>
      </w:pPr>
      <w:r w:rsidRPr="00C268F3">
        <w:t xml:space="preserve">         Цель 3. Обеспечение качественного и высокоэффективного наружного освещения, увеличение уровня благоустроенности территории поселка Курагино для улучшения условий и комфортности проживания граждан.</w:t>
      </w:r>
    </w:p>
    <w:p w:rsidR="00A41873" w:rsidRPr="00C268F3" w:rsidRDefault="00A41873" w:rsidP="00C268F3">
      <w:pPr>
        <w:pStyle w:val="BodyTextIndent"/>
        <w:spacing w:after="0"/>
        <w:ind w:left="0"/>
      </w:pPr>
      <w:r w:rsidRPr="00C268F3">
        <w:t xml:space="preserve">          Цель 4. Создание эффективной системы защиты населения и территории муниципального образования поселок Курагино.</w:t>
      </w:r>
    </w:p>
    <w:p w:rsidR="00A41873" w:rsidRPr="00C268F3" w:rsidRDefault="00A41873" w:rsidP="00C268F3">
      <w:pPr>
        <w:pStyle w:val="BodyTextIndent"/>
        <w:spacing w:after="0"/>
        <w:jc w:val="both"/>
      </w:pPr>
      <w:r w:rsidRPr="00C268F3">
        <w:t xml:space="preserve">     Достижение целей программы осуществляется путем решения следующих задач:</w:t>
      </w:r>
    </w:p>
    <w:p w:rsidR="00A41873" w:rsidRPr="00C268F3" w:rsidRDefault="00A41873" w:rsidP="00C268F3">
      <w:pPr>
        <w:pStyle w:val="BodyTextIndent"/>
        <w:numPr>
          <w:ilvl w:val="0"/>
          <w:numId w:val="3"/>
        </w:numPr>
        <w:spacing w:after="0"/>
        <w:jc w:val="both"/>
      </w:pPr>
      <w:r w:rsidRPr="00C268F3"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A41873" w:rsidRPr="00C268F3" w:rsidRDefault="00A41873" w:rsidP="00C268F3">
      <w:pPr>
        <w:pStyle w:val="BodyTextIndent"/>
        <w:numPr>
          <w:ilvl w:val="0"/>
          <w:numId w:val="3"/>
        </w:numPr>
        <w:spacing w:after="0"/>
        <w:jc w:val="both"/>
      </w:pPr>
      <w:r w:rsidRPr="00C268F3">
        <w:t>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края».</w:t>
      </w:r>
    </w:p>
    <w:p w:rsidR="00A41873" w:rsidRPr="00C268F3" w:rsidRDefault="00A41873" w:rsidP="00C268F3">
      <w:pPr>
        <w:pStyle w:val="BodyTextIndent"/>
        <w:numPr>
          <w:ilvl w:val="0"/>
          <w:numId w:val="3"/>
        </w:numPr>
        <w:spacing w:after="0"/>
        <w:jc w:val="both"/>
      </w:pPr>
      <w:r w:rsidRPr="00C268F3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</w:p>
    <w:p w:rsidR="00A41873" w:rsidRPr="00C268F3" w:rsidRDefault="00A41873" w:rsidP="00C268F3">
      <w:pPr>
        <w:pStyle w:val="BodyTextIndent"/>
        <w:numPr>
          <w:ilvl w:val="0"/>
          <w:numId w:val="3"/>
        </w:numPr>
        <w:spacing w:after="0"/>
        <w:jc w:val="both"/>
      </w:pPr>
      <w:r w:rsidRPr="00C268F3">
        <w:t xml:space="preserve">Снижение рисков и смягчение последствий различных чрезвычайных ситуаций. </w:t>
      </w:r>
    </w:p>
    <w:p w:rsidR="00A41873" w:rsidRPr="00C268F3" w:rsidRDefault="00A41873" w:rsidP="00C268F3">
      <w:pPr>
        <w:pStyle w:val="BodyTextIndent"/>
        <w:spacing w:after="0"/>
        <w:ind w:firstLine="425"/>
        <w:jc w:val="both"/>
      </w:pPr>
      <w:r w:rsidRPr="00C268F3">
        <w:t>Решение задач программы достигается реализацией подпрограмм.</w:t>
      </w:r>
    </w:p>
    <w:p w:rsidR="00A41873" w:rsidRPr="00C268F3" w:rsidRDefault="00A41873" w:rsidP="00C268F3">
      <w:pPr>
        <w:pStyle w:val="BodyTextIndent"/>
        <w:spacing w:after="0"/>
        <w:ind w:left="643"/>
        <w:jc w:val="both"/>
      </w:pPr>
      <w:r w:rsidRPr="00C268F3">
        <w:rPr>
          <w:u w:val="single"/>
        </w:rPr>
        <w:t>Задача 1.</w:t>
      </w:r>
      <w:r w:rsidRPr="00C268F3">
        <w:rPr>
          <w:u w:val="single"/>
        </w:rPr>
        <w:softHyphen/>
      </w:r>
      <w:r w:rsidRPr="00C268F3">
        <w:rPr>
          <w:u w:val="single"/>
        </w:rPr>
        <w:softHyphen/>
      </w:r>
      <w:r w:rsidRPr="00C268F3">
        <w:rPr>
          <w:u w:val="single"/>
        </w:rPr>
        <w:softHyphen/>
      </w:r>
      <w:r w:rsidRPr="00C268F3">
        <w:rPr>
          <w:u w:val="single"/>
        </w:rPr>
        <w:softHyphen/>
      </w:r>
      <w:r w:rsidRPr="00C268F3">
        <w:rPr>
          <w:u w:val="single"/>
        </w:rPr>
        <w:softHyphen/>
      </w:r>
      <w:r w:rsidRPr="00C268F3">
        <w:rPr>
          <w:u w:val="single"/>
        </w:rPr>
        <w:softHyphen/>
      </w:r>
      <w:r w:rsidRPr="00C268F3">
        <w:t xml:space="preserve"> 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A41873" w:rsidRPr="00C268F3" w:rsidRDefault="00A41873" w:rsidP="00C268F3">
      <w:pPr>
        <w:pStyle w:val="BodyTextIndent"/>
        <w:spacing w:after="0"/>
        <w:ind w:left="709"/>
        <w:jc w:val="both"/>
      </w:pPr>
      <w:r w:rsidRPr="00C268F3">
        <w:rPr>
          <w:u w:val="single"/>
        </w:rPr>
        <w:t xml:space="preserve">Подпрограмма  1. </w:t>
      </w:r>
      <w:r w:rsidRPr="00C268F3">
        <w:t xml:space="preserve"> «Энергосбережение и повышение энергетической эффективности в муниципальном образовании поселок Курагино» на 2018-2020 годы (приложение №1 к программе).</w:t>
      </w:r>
    </w:p>
    <w:p w:rsidR="00A41873" w:rsidRPr="00C268F3" w:rsidRDefault="00A41873" w:rsidP="00C268F3">
      <w:pPr>
        <w:pStyle w:val="BodyTextIndent"/>
        <w:spacing w:after="0"/>
        <w:ind w:left="643"/>
        <w:jc w:val="both"/>
      </w:pPr>
      <w:r w:rsidRPr="00C268F3">
        <w:rPr>
          <w:u w:val="single"/>
        </w:rPr>
        <w:t>Задача  2.</w:t>
      </w:r>
      <w:r w:rsidRPr="00C268F3">
        <w:t xml:space="preserve">  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края».</w:t>
      </w:r>
    </w:p>
    <w:p w:rsidR="00A41873" w:rsidRPr="00C268F3" w:rsidRDefault="00A41873" w:rsidP="00C268F3">
      <w:pPr>
        <w:pStyle w:val="BodyTextIndent"/>
        <w:spacing w:after="0"/>
        <w:ind w:left="643"/>
        <w:jc w:val="both"/>
      </w:pPr>
      <w:r w:rsidRPr="00C268F3">
        <w:rPr>
          <w:u w:val="single"/>
        </w:rPr>
        <w:t>Подпрограмма 2.</w:t>
      </w:r>
      <w:r w:rsidRPr="00C268F3">
        <w:t xml:space="preserve">   «Развитие транспортной системы муниципального образования поселок Курагино» на 2018-2020 годы (приложение № 2 к программе).</w:t>
      </w:r>
    </w:p>
    <w:p w:rsidR="00A41873" w:rsidRPr="00C268F3" w:rsidRDefault="00A41873" w:rsidP="00C268F3">
      <w:pPr>
        <w:pStyle w:val="BodyTextIndent"/>
        <w:spacing w:after="0"/>
        <w:ind w:left="643"/>
        <w:jc w:val="both"/>
      </w:pPr>
      <w:r w:rsidRPr="00C268F3">
        <w:rPr>
          <w:u w:val="single"/>
        </w:rPr>
        <w:t>Задача 3.</w:t>
      </w:r>
      <w:r w:rsidRPr="00C268F3">
        <w:t xml:space="preserve">   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 </w:t>
      </w:r>
    </w:p>
    <w:p w:rsidR="00A41873" w:rsidRPr="00C268F3" w:rsidRDefault="00A41873" w:rsidP="00C268F3">
      <w:pPr>
        <w:pStyle w:val="BodyTextIndent"/>
        <w:spacing w:after="0"/>
        <w:ind w:left="643" w:firstLine="60"/>
        <w:jc w:val="both"/>
      </w:pPr>
      <w:r w:rsidRPr="00C268F3">
        <w:rPr>
          <w:u w:val="single"/>
        </w:rPr>
        <w:t>Подпрограмма 3</w:t>
      </w:r>
      <w:r w:rsidRPr="00C268F3">
        <w:t>. «Благоустройство территории муниципального образования поселок Курагино» на 2018-2020 годы (приложение №3 к программе).</w:t>
      </w:r>
    </w:p>
    <w:p w:rsidR="00A41873" w:rsidRPr="00C268F3" w:rsidRDefault="00A41873" w:rsidP="00C268F3">
      <w:pPr>
        <w:pStyle w:val="BodyTextIndent"/>
        <w:tabs>
          <w:tab w:val="left" w:pos="709"/>
        </w:tabs>
        <w:spacing w:after="0"/>
        <w:ind w:left="709" w:hanging="426"/>
        <w:jc w:val="both"/>
      </w:pPr>
      <w:r w:rsidRPr="00C268F3">
        <w:rPr>
          <w:u w:val="single"/>
        </w:rPr>
        <w:t>Задача 4.</w:t>
      </w:r>
      <w:r w:rsidRPr="00C268F3">
        <w:t xml:space="preserve"> Снижение рисков и смягчение последствий различных чрезвычайных ситуаций.</w:t>
      </w:r>
    </w:p>
    <w:p w:rsidR="00A41873" w:rsidRPr="00C268F3" w:rsidRDefault="00A41873" w:rsidP="00C268F3">
      <w:pPr>
        <w:pStyle w:val="BodyTextIndent"/>
        <w:tabs>
          <w:tab w:val="left" w:pos="709"/>
        </w:tabs>
        <w:spacing w:after="0"/>
        <w:ind w:left="567"/>
        <w:jc w:val="both"/>
      </w:pPr>
      <w:r w:rsidRPr="00C268F3">
        <w:rPr>
          <w:u w:val="single"/>
        </w:rPr>
        <w:t>Подпрограмма 4</w:t>
      </w:r>
      <w:r w:rsidRPr="00C268F3">
        <w:t>. «Защита и обеспечение безопасности населения муниципального образования поселок Курагино» на 2018-2020 годы (приложение №4 к программе).</w:t>
      </w:r>
    </w:p>
    <w:p w:rsidR="00A41873" w:rsidRPr="00C268F3" w:rsidRDefault="00A41873" w:rsidP="00C268F3">
      <w:pPr>
        <w:pStyle w:val="BodyTextIndent"/>
        <w:tabs>
          <w:tab w:val="left" w:pos="709"/>
        </w:tabs>
        <w:spacing w:after="0"/>
        <w:ind w:left="567"/>
        <w:jc w:val="both"/>
      </w:pPr>
    </w:p>
    <w:p w:rsidR="00A41873" w:rsidRPr="00C268F3" w:rsidRDefault="00A41873" w:rsidP="00C268F3">
      <w:pPr>
        <w:pStyle w:val="BodyTextIndent"/>
        <w:numPr>
          <w:ilvl w:val="0"/>
          <w:numId w:val="2"/>
        </w:numPr>
        <w:spacing w:after="0"/>
        <w:jc w:val="center"/>
        <w:rPr>
          <w:b/>
          <w:bCs/>
        </w:rPr>
      </w:pPr>
      <w:r w:rsidRPr="00C268F3">
        <w:rPr>
          <w:b/>
          <w:bCs/>
        </w:rPr>
        <w:t>Механизм реализации мероприятий программы.</w:t>
      </w:r>
    </w:p>
    <w:p w:rsidR="00A41873" w:rsidRPr="00C268F3" w:rsidRDefault="00A41873" w:rsidP="00C268F3">
      <w:pPr>
        <w:pStyle w:val="BodyTextIndent"/>
        <w:spacing w:after="0"/>
        <w:ind w:left="360"/>
        <w:rPr>
          <w:b/>
          <w:bCs/>
        </w:rPr>
      </w:pPr>
    </w:p>
    <w:p w:rsidR="00A41873" w:rsidRPr="00C268F3" w:rsidRDefault="00A41873" w:rsidP="00C268F3">
      <w:pPr>
        <w:pStyle w:val="BodyTextIndent"/>
        <w:spacing w:after="0"/>
        <w:ind w:left="360"/>
        <w:jc w:val="both"/>
      </w:pPr>
      <w:r w:rsidRPr="00C268F3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A41873" w:rsidRPr="00C268F3" w:rsidRDefault="00A41873" w:rsidP="00C268F3">
      <w:pPr>
        <w:pStyle w:val="BodyTextIndent"/>
        <w:tabs>
          <w:tab w:val="left" w:pos="709"/>
        </w:tabs>
        <w:spacing w:after="0"/>
        <w:ind w:left="709" w:hanging="142"/>
        <w:jc w:val="both"/>
      </w:pPr>
    </w:p>
    <w:p w:rsidR="00A41873" w:rsidRPr="00C268F3" w:rsidRDefault="00A41873" w:rsidP="00C268F3">
      <w:pPr>
        <w:pStyle w:val="BodyTextIndent"/>
        <w:spacing w:after="0"/>
        <w:ind w:left="0"/>
      </w:pPr>
    </w:p>
    <w:p w:rsidR="00A41873" w:rsidRPr="00C268F3" w:rsidRDefault="00A41873" w:rsidP="00C268F3">
      <w:pPr>
        <w:pStyle w:val="BodyTextIndent"/>
        <w:numPr>
          <w:ilvl w:val="0"/>
          <w:numId w:val="2"/>
        </w:numPr>
        <w:spacing w:after="0"/>
        <w:jc w:val="center"/>
        <w:rPr>
          <w:b/>
          <w:bCs/>
        </w:rPr>
      </w:pPr>
      <w:r w:rsidRPr="00C268F3">
        <w:rPr>
          <w:b/>
          <w:bCs/>
        </w:rPr>
        <w:t xml:space="preserve">Прогноз конечных результатов программы </w:t>
      </w:r>
    </w:p>
    <w:p w:rsidR="00A41873" w:rsidRPr="00C268F3" w:rsidRDefault="00A41873" w:rsidP="00C268F3">
      <w:pPr>
        <w:pStyle w:val="BodyTextIndent"/>
        <w:spacing w:after="0"/>
        <w:jc w:val="center"/>
        <w:rPr>
          <w:b/>
          <w:bCs/>
        </w:rPr>
      </w:pPr>
    </w:p>
    <w:p w:rsidR="00A41873" w:rsidRPr="00C268F3" w:rsidRDefault="00A41873" w:rsidP="00C268F3">
      <w:pPr>
        <w:pStyle w:val="BodyTextIndent"/>
        <w:spacing w:after="0"/>
        <w:ind w:left="0" w:firstLine="851"/>
        <w:jc w:val="both"/>
      </w:pPr>
      <w:r w:rsidRPr="00C268F3">
        <w:t>Конечными результатами реализации программы являются:</w:t>
      </w:r>
    </w:p>
    <w:p w:rsidR="00A41873" w:rsidRPr="00C268F3" w:rsidRDefault="00A41873" w:rsidP="00C268F3">
      <w:pPr>
        <w:pStyle w:val="BodyTextIndent"/>
        <w:spacing w:after="0"/>
        <w:ind w:left="0" w:firstLine="851"/>
        <w:jc w:val="both"/>
      </w:pPr>
      <w:r w:rsidRPr="00C268F3">
        <w:t>- создание благоприятных условий проживания жителей поселка Курагино;</w:t>
      </w:r>
    </w:p>
    <w:p w:rsidR="00A41873" w:rsidRPr="00C268F3" w:rsidRDefault="00A41873" w:rsidP="00C268F3">
      <w:pPr>
        <w:pStyle w:val="BodyTextIndent"/>
        <w:spacing w:after="0"/>
        <w:ind w:left="0" w:firstLine="851"/>
        <w:jc w:val="both"/>
      </w:pPr>
      <w:r w:rsidRPr="00C268F3">
        <w:t>- обеспечение содержания, чистоты и порядка улиц и дорог, улучшение внешнего облика поселка Курагино;</w:t>
      </w:r>
    </w:p>
    <w:p w:rsidR="00A41873" w:rsidRPr="00C268F3" w:rsidRDefault="00A41873" w:rsidP="00C268F3">
      <w:pPr>
        <w:pStyle w:val="BodyTextIndent"/>
        <w:spacing w:after="0"/>
        <w:ind w:left="0" w:firstLine="851"/>
        <w:jc w:val="both"/>
      </w:pPr>
      <w:r w:rsidRPr="00C268F3">
        <w:t>- снижение относительных затрат поселкового бюджета на оплату энергоресурсов;</w:t>
      </w:r>
    </w:p>
    <w:p w:rsidR="00A41873" w:rsidRPr="00C268F3" w:rsidRDefault="00A41873" w:rsidP="00C268F3">
      <w:pPr>
        <w:pStyle w:val="BodyTextIndent"/>
        <w:spacing w:after="0"/>
        <w:ind w:left="0" w:firstLine="851"/>
        <w:jc w:val="both"/>
      </w:pPr>
      <w:r w:rsidRPr="00C268F3">
        <w:t>- сохранение и модернизация существующей сети автомобильных дорог общего пользования;</w:t>
      </w:r>
    </w:p>
    <w:p w:rsidR="00A41873" w:rsidRPr="00C268F3" w:rsidRDefault="00A41873" w:rsidP="00C268F3">
      <w:pPr>
        <w:pStyle w:val="BodyTextIndent"/>
        <w:spacing w:after="0"/>
        <w:ind w:left="0" w:firstLine="851"/>
        <w:jc w:val="both"/>
      </w:pPr>
      <w:r w:rsidRPr="00C268F3">
        <w:t>- снижение влияния дорожных условий на безопасность дорожного движения;</w:t>
      </w:r>
    </w:p>
    <w:p w:rsidR="00A41873" w:rsidRPr="00C268F3" w:rsidRDefault="00A41873" w:rsidP="00C268F3">
      <w:pPr>
        <w:pStyle w:val="BodyTextIndent"/>
        <w:spacing w:after="0"/>
        <w:ind w:left="0" w:firstLine="851"/>
        <w:jc w:val="both"/>
      </w:pPr>
      <w:r w:rsidRPr="00C268F3">
        <w:t>- повышение уровня и улучшение социальных условий жизни населения.</w:t>
      </w:r>
    </w:p>
    <w:p w:rsidR="00A41873" w:rsidRPr="00C268F3" w:rsidRDefault="00A41873" w:rsidP="00C268F3">
      <w:pPr>
        <w:pStyle w:val="BodyTextIndent"/>
        <w:spacing w:after="0"/>
        <w:ind w:left="708"/>
        <w:jc w:val="both"/>
      </w:pPr>
    </w:p>
    <w:p w:rsidR="00A41873" w:rsidRPr="00C268F3" w:rsidRDefault="00A41873" w:rsidP="00C268F3">
      <w:pPr>
        <w:pStyle w:val="BodyTextIndent"/>
        <w:spacing w:after="0"/>
        <w:ind w:left="0" w:firstLine="425"/>
        <w:jc w:val="both"/>
      </w:pPr>
    </w:p>
    <w:p w:rsidR="00A41873" w:rsidRPr="00C268F3" w:rsidRDefault="00A41873" w:rsidP="00C268F3">
      <w:pPr>
        <w:pStyle w:val="BodyTextIndent"/>
        <w:spacing w:after="0"/>
        <w:jc w:val="center"/>
        <w:rPr>
          <w:b/>
          <w:bCs/>
        </w:rPr>
      </w:pPr>
      <w:r w:rsidRPr="00C268F3">
        <w:rPr>
          <w:b/>
          <w:bCs/>
        </w:rPr>
        <w:t>6. Информация о распределении планируемых расходов по отдельным мероприятиям программы, подпрограмм</w:t>
      </w:r>
    </w:p>
    <w:p w:rsidR="00A41873" w:rsidRPr="00C268F3" w:rsidRDefault="00A41873" w:rsidP="00C268F3">
      <w:pPr>
        <w:pStyle w:val="BodyTextIndent"/>
        <w:spacing w:after="0"/>
        <w:jc w:val="center"/>
      </w:pPr>
    </w:p>
    <w:p w:rsidR="00A41873" w:rsidRPr="00C268F3" w:rsidRDefault="00A41873" w:rsidP="00C268F3">
      <w:pPr>
        <w:pStyle w:val="BodyTextIndent"/>
        <w:spacing w:after="0"/>
        <w:ind w:firstLine="425"/>
        <w:jc w:val="both"/>
      </w:pPr>
      <w:r w:rsidRPr="00C268F3">
        <w:t>Распределение планируемых расходов по мероприятиям подпрограмм представлено в приложении № 4 к программе.</w:t>
      </w:r>
    </w:p>
    <w:p w:rsidR="00A41873" w:rsidRPr="00C268F3" w:rsidRDefault="00A41873" w:rsidP="00C268F3">
      <w:pPr>
        <w:pStyle w:val="BodyTextIndent"/>
        <w:spacing w:after="0"/>
        <w:jc w:val="center"/>
      </w:pPr>
    </w:p>
    <w:p w:rsidR="00A41873" w:rsidRPr="00C268F3" w:rsidRDefault="00A41873" w:rsidP="00C268F3">
      <w:pPr>
        <w:pStyle w:val="BodyTextIndent"/>
        <w:spacing w:after="0"/>
        <w:ind w:left="0"/>
        <w:jc w:val="center"/>
        <w:rPr>
          <w:b/>
          <w:bCs/>
        </w:rPr>
      </w:pPr>
      <w:r w:rsidRPr="00C268F3">
        <w:rPr>
          <w:b/>
          <w:bCs/>
        </w:rPr>
        <w:t>7. Информация о ресурсном обеспечении и прогнозной оценке расходов на реализацию целей программы</w:t>
      </w:r>
    </w:p>
    <w:p w:rsidR="00A41873" w:rsidRPr="00C268F3" w:rsidRDefault="00A41873" w:rsidP="00C268F3">
      <w:pPr>
        <w:pStyle w:val="BodyTextIndent"/>
        <w:spacing w:after="0"/>
        <w:ind w:left="0"/>
        <w:jc w:val="center"/>
      </w:pPr>
    </w:p>
    <w:p w:rsidR="00A41873" w:rsidRDefault="00A41873" w:rsidP="00C268F3">
      <w:pPr>
        <w:pStyle w:val="BodyTextIndent"/>
        <w:spacing w:after="0"/>
        <w:ind w:left="0"/>
        <w:jc w:val="both"/>
      </w:pPr>
      <w:r w:rsidRPr="00C268F3">
        <w:tab/>
        <w:t>Информация о ресурсном обеспечении и прогнозной оценке расходов на реализацию целей программы с учетом источников финансирования  представлена в приложении № 5 к программе.</w:t>
      </w: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pStyle w:val="BodyTextIndent"/>
        <w:spacing w:after="0"/>
        <w:ind w:left="0"/>
        <w:jc w:val="both"/>
      </w:pPr>
    </w:p>
    <w:tbl>
      <w:tblPr>
        <w:tblW w:w="0" w:type="auto"/>
        <w:tblInd w:w="-106" w:type="dxa"/>
        <w:tblLook w:val="00A0"/>
      </w:tblPr>
      <w:tblGrid>
        <w:gridCol w:w="602"/>
        <w:gridCol w:w="2483"/>
        <w:gridCol w:w="698"/>
        <w:gridCol w:w="936"/>
        <w:gridCol w:w="1076"/>
        <w:gridCol w:w="737"/>
        <w:gridCol w:w="737"/>
        <w:gridCol w:w="737"/>
        <w:gridCol w:w="737"/>
        <w:gridCol w:w="828"/>
      </w:tblGrid>
      <w:tr w:rsidR="00A41873" w:rsidRPr="00C268F3">
        <w:trPr>
          <w:trHeight w:val="13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№1 к паспорту муниципальной программы "Комплексное развитие и обеспечение жизнедеятельности муниципального образования поселок Курагино" на 2018-2020 годы.</w:t>
            </w:r>
          </w:p>
        </w:tc>
      </w:tr>
      <w:tr w:rsidR="00A41873" w:rsidRPr="00C268F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C268F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C268F3">
        <w:trPr>
          <w:trHeight w:val="45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41873" w:rsidRPr="00C268F3" w:rsidRDefault="00A41873" w:rsidP="00C268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A41873" w:rsidRPr="00C268F3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Цели,задачи,показатели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</w:tr>
      <w:tr w:rsidR="00A41873" w:rsidRPr="00C268F3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Повышение энергосбережения и энергоэффективности на территории муниципального образования поселок Курагино</w:t>
            </w:r>
          </w:p>
        </w:tc>
      </w:tr>
      <w:tr w:rsidR="00A41873" w:rsidRPr="00C268F3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светодиодных светильников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A41873" w:rsidRPr="00C268F3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1: модернизация объектов коммунальной инфраструктуры, повышение эффективности управления объектами коммунальной инфраструктуры.</w:t>
            </w:r>
          </w:p>
        </w:tc>
      </w:tr>
      <w:tr w:rsidR="00A41873" w:rsidRPr="00C268F3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 " Энергосбережение и повышение энергетической эффективности в муниципальном образовании поселок Курагино"</w:t>
            </w:r>
          </w:p>
        </w:tc>
      </w:tr>
      <w:tr w:rsidR="00A41873" w:rsidRPr="00C268F3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доли светодиодных светильников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  <w:tr w:rsidR="00A41873" w:rsidRPr="00C268F3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объемов потребления электроэнергии за счет замены ламп накаливания на энергосберегающие лампы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A41873" w:rsidRPr="00C268F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Обеспечение сохранности, модернизации и развитие сети автомобильных дорог муниципального образования поселок Курагино</w:t>
            </w:r>
          </w:p>
        </w:tc>
      </w:tr>
      <w:tr w:rsidR="00A41873" w:rsidRPr="00C268F3">
        <w:trPr>
          <w:trHeight w:val="22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пользования,по которым проведены работы по ремонту и капитальному ремонту в общей протяженности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A41873" w:rsidRPr="00C268F3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2: Ремонт, капитальный 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края».</w:t>
            </w:r>
          </w:p>
        </w:tc>
      </w:tr>
      <w:tr w:rsidR="00A41873" w:rsidRPr="00C268F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2:"Развитие транспортной системы муниципального образования поселок Курагино</w:t>
            </w: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A41873" w:rsidRPr="00C268F3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с твердым покрытием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</w:t>
            </w:r>
          </w:p>
        </w:tc>
      </w:tr>
      <w:tr w:rsidR="00A41873" w:rsidRPr="00C268F3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дорожно-транспортныхпроишествий по причинам сопутствующим дорожным условиям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25,8</w:t>
            </w:r>
          </w:p>
        </w:tc>
      </w:tr>
      <w:tr w:rsidR="00A41873" w:rsidRPr="00C268F3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Обеспечение качественного и высокоэффективного наружного освещения, увеличение уровня благоустроенности территории поселка Курагино для улучшения условий и комфортности проживания граждан</w:t>
            </w:r>
          </w:p>
        </w:tc>
      </w:tr>
      <w:tr w:rsidR="00A41873" w:rsidRPr="00C268F3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освещенных улиц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</w:tr>
      <w:tr w:rsidR="00A41873" w:rsidRPr="00C268F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3:  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      </w:r>
          </w:p>
        </w:tc>
      </w:tr>
      <w:tr w:rsidR="00A41873" w:rsidRPr="00C268F3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световых точек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1039</w:t>
            </w:r>
          </w:p>
        </w:tc>
      </w:tr>
      <w:tr w:rsidR="00A41873" w:rsidRPr="00C268F3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Обустроиство клумб и цветников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C268F3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сухих и аварийных деревьев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куб.м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A41873" w:rsidRPr="00C268F3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сбора и вывоза мусора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куб.м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1776,93</w:t>
            </w:r>
          </w:p>
        </w:tc>
      </w:tr>
      <w:tr w:rsidR="00A41873" w:rsidRPr="00C268F3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выкашивания газонов, пустырей и обочин автодорог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20833</w:t>
            </w:r>
          </w:p>
        </w:tc>
      </w:tr>
      <w:tr w:rsidR="00A41873" w:rsidRPr="00C268F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Создание эффективной системы защиты населения и территории муниципального образования поселок Курагино.</w:t>
            </w:r>
          </w:p>
        </w:tc>
      </w:tr>
      <w:tr w:rsidR="00A41873" w:rsidRPr="00C268F3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пострадавшего населения от всех видов чрезвычайных ситуаций, включая пожары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</w:tr>
      <w:tr w:rsidR="00A41873" w:rsidRPr="00C268F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4: Снижение рисков и смягчение последствий различных чрезвычайных ситуаций.</w:t>
            </w:r>
          </w:p>
        </w:tc>
      </w:tr>
      <w:tr w:rsidR="00A41873" w:rsidRPr="00C268F3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произошедших чрезвычайных ситуаций всех видов, включая пожары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A41873" w:rsidRPr="00C268F3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пострадавшего населения от всех видов чрезвычайных ситуаций, включая пожары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A41873" w:rsidRPr="00C268F3" w:rsidRDefault="00A41873" w:rsidP="00C268F3">
      <w:pPr>
        <w:pStyle w:val="BodyTextIndent"/>
        <w:spacing w:after="0"/>
        <w:ind w:left="0"/>
        <w:jc w:val="both"/>
      </w:pPr>
    </w:p>
    <w:p w:rsidR="00A41873" w:rsidRPr="00AC1B23" w:rsidRDefault="00A41873" w:rsidP="00C268F3">
      <w:pPr>
        <w:pStyle w:val="BodyTextIndent"/>
        <w:spacing w:after="0"/>
        <w:ind w:left="0"/>
        <w:jc w:val="both"/>
      </w:pPr>
    </w:p>
    <w:p w:rsidR="00A41873" w:rsidRPr="00AC1B23" w:rsidRDefault="00A41873" w:rsidP="00C268F3">
      <w:pPr>
        <w:pStyle w:val="BodyTextIndent"/>
        <w:spacing w:after="0"/>
        <w:ind w:left="0"/>
        <w:jc w:val="both"/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1892"/>
        <w:gridCol w:w="2541"/>
        <w:gridCol w:w="1715"/>
        <w:gridCol w:w="787"/>
        <w:gridCol w:w="738"/>
        <w:gridCol w:w="1430"/>
        <w:gridCol w:w="576"/>
        <w:gridCol w:w="1926"/>
        <w:gridCol w:w="1926"/>
        <w:gridCol w:w="1926"/>
      </w:tblGrid>
      <w:tr w:rsidR="00A41873" w:rsidRPr="00C268F3">
        <w:trPr>
          <w:trHeight w:val="168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5 к муниципальной программе "Комплексное развитие и обеспечение жизнидеятельности муниципального образования поселок Курагино" на 2018-2020 годы</w:t>
            </w:r>
          </w:p>
        </w:tc>
      </w:tr>
      <w:tr w:rsidR="00A41873" w:rsidRPr="00C268F3">
        <w:trPr>
          <w:trHeight w:val="315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C268F3">
        <w:trPr>
          <w:trHeight w:val="765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1873" w:rsidRPr="00C268F3" w:rsidRDefault="00A41873" w:rsidP="00C268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планируемых расходов за счет средств поселкового бюджета по мероприятиям и подпрограммам муниципальной программы поселка Курагино</w:t>
            </w:r>
          </w:p>
        </w:tc>
      </w:tr>
      <w:tr w:rsidR="00A41873" w:rsidRPr="00C268F3">
        <w:trPr>
          <w:trHeight w:val="660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ГРБС</w:t>
            </w:r>
          </w:p>
        </w:tc>
        <w:tc>
          <w:tcPr>
            <w:tcW w:w="12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8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(тыс.руб.) годы</w:t>
            </w:r>
          </w:p>
        </w:tc>
      </w:tr>
      <w:tr w:rsidR="00A41873" w:rsidRPr="00C268F3">
        <w:trPr>
          <w:trHeight w:val="1005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</w:tr>
      <w:tr w:rsidR="00A41873" w:rsidRPr="00C268F3">
        <w:trPr>
          <w:trHeight w:val="12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развитие и обеспечение жизнедеятельности муниципального образования поселок Курагино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20387,800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17082,375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15930,375</w:t>
            </w:r>
          </w:p>
        </w:tc>
      </w:tr>
      <w:tr w:rsidR="00A41873" w:rsidRPr="00C268F3">
        <w:trPr>
          <w:trHeight w:val="114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20387,800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17082,375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15930,375</w:t>
            </w:r>
          </w:p>
        </w:tc>
      </w:tr>
      <w:tr w:rsidR="00A41873" w:rsidRPr="00C268F3">
        <w:trPr>
          <w:trHeight w:val="1680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Энергосбережение и повышение энергетической эффективности в муниципальном образовании поселок Курагино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100,000</w:t>
            </w:r>
          </w:p>
        </w:tc>
      </w:tr>
      <w:tr w:rsidR="00A41873" w:rsidRPr="00C268F3">
        <w:trPr>
          <w:trHeight w:val="735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100,000</w:t>
            </w:r>
          </w:p>
        </w:tc>
      </w:tr>
      <w:tr w:rsidR="00A41873" w:rsidRPr="00C268F3">
        <w:trPr>
          <w:trHeight w:val="1110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светильников с лампами накаливания на светодиодные светильники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0110085020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</w:tr>
      <w:tr w:rsidR="00A41873" w:rsidRPr="00C268F3">
        <w:trPr>
          <w:trHeight w:val="765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0110085020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профильных специалистов основам энергосбережения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0110085020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0110085020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C268F3">
        <w:trPr>
          <w:trHeight w:val="1110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ответственных за энергосбережение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0110085020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0110085020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Постоянный контроль показаний приборов учета энергоресурсов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0110085020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0110085020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5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 своевременной поверкой приборов учета потребляемых энергоресурсов, замена приборов учета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0110085020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</w:tr>
      <w:tr w:rsidR="00A41873" w:rsidRPr="00C268F3">
        <w:trPr>
          <w:trHeight w:val="9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0110085020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C268F3">
        <w:trPr>
          <w:trHeight w:val="157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транспортной системы муниципального образования поселок Курагино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8967,100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8385,900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8422,000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8967,100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8385,900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8422,000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улично-дорожной сети дорог поселка Курагино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0120073950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улично-дорожной сети дорог поселка Курагино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6065,000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6218,500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6254,600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0120081020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1481,500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1517,600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4737,000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4737,000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4737,000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0120075080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01200S5080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светофорных объектов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дорог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5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6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Приобритение автобусных павильонов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7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льготного транспортного обслуживания отдельных категорий граждан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89,100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64,400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64,400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89,100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64,400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64,400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8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</w:tr>
      <w:tr w:rsidR="00A41873" w:rsidRPr="00C268F3">
        <w:trPr>
          <w:trHeight w:val="157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 территории муниципального образования поселок Курагино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11166,700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8460,475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7272,375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11166,700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8460,475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7272,375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за уличное освещение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3644,200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3644,200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3644,200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0130081030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3644,200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3644,200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3644,200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уличного освещения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линии уличного освещения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2016,500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1016,500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516,500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2016,500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1016,500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516,500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Выдача технических условий, замеры,расчет потерь в линиях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4,275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3,975</w:t>
            </w:r>
          </w:p>
        </w:tc>
      </w:tr>
      <w:tr w:rsidR="00A41873" w:rsidRPr="00C268F3">
        <w:trPr>
          <w:trHeight w:val="54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4,275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3,975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5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Озеленение территории поселка Курагино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87,800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87,800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7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кладбища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8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Сбор,вывоз мусора и ликвидация несанкционированных свалок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9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парка имени Победы ул.Лебедевой 13, в пгт. Курагино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499,630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499,630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10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Вырубка сухих деревьев, вывоз веток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11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Выкашивание газонов, пустырей и обочин автодорог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12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Откачка таллых и дождевых вод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13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фантана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99,850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99,850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14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детского городка и детских площадок и ремонт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15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заработной платы работникам по договорам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362,520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67,700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67,700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362,520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67,700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67,700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16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Приобритение инвентаря, материалов и краски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158,300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158,300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17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Приобритение контейнеров под мусор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C268F3">
        <w:trPr>
          <w:trHeight w:val="1200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18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Отлов безнадзорных животных,  обитающих на территории муниципального образования поселок Курагино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</w:tr>
      <w:tr w:rsidR="00A41873" w:rsidRPr="00C268F3">
        <w:trPr>
          <w:trHeight w:val="78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19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металического ограждения детской игровой площадки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C268F3">
        <w:trPr>
          <w:trHeight w:val="157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и обеспечение безопасности населения муниципального образования поселок Курагино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 по отдельным мероприятиям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дератизации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0140080230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6,000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0140080230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6,000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уничтожение отдельных дикорастущих участков конопли.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0140080230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9,000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9,000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9,000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0140080230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9,000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9,000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9,000</w:t>
            </w:r>
          </w:p>
        </w:tc>
      </w:tr>
      <w:tr w:rsidR="00A41873" w:rsidRPr="00C268F3">
        <w:trPr>
          <w:trHeight w:val="97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безопасности: организация противопожарной пропоганды, обучение мерам пожарной безопасности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A41873" w:rsidRPr="00C268F3">
        <w:trPr>
          <w:trHeight w:val="1305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0140082040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A41873" w:rsidRPr="00C268F3">
        <w:trPr>
          <w:trHeight w:val="1305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0140074120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41873" w:rsidRPr="00C268F3">
        <w:trPr>
          <w:trHeight w:val="1305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01400S4120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41873" w:rsidRPr="00C268F3">
        <w:trPr>
          <w:trHeight w:val="133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5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Противодействие экстремизму и профилактика терроризма на территории муниципального образования поселок Курагино.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0140082050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C268F3">
        <w:trPr>
          <w:trHeight w:val="1275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0140082050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6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гидротехнического сооружения Дамба на реке Туба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0140083010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0140083010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64,000</w:t>
            </w:r>
          </w:p>
        </w:tc>
      </w:tr>
      <w:tr w:rsidR="00A41873" w:rsidRPr="00C268F3">
        <w:trPr>
          <w:trHeight w:val="945"/>
        </w:trPr>
        <w:tc>
          <w:tcPr>
            <w:tcW w:w="5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7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акаридцидных обработок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0140085550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7,000</w:t>
            </w:r>
          </w:p>
        </w:tc>
      </w:tr>
      <w:tr w:rsidR="00A41873" w:rsidRPr="00C268F3">
        <w:trPr>
          <w:trHeight w:val="630"/>
        </w:trPr>
        <w:tc>
          <w:tcPr>
            <w:tcW w:w="5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0140085550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C268F3" w:rsidRDefault="00A41873" w:rsidP="00C26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</w:tcPr>
          <w:p w:rsidR="00A41873" w:rsidRPr="00C268F3" w:rsidRDefault="00A41873" w:rsidP="00C268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7,000</w:t>
            </w:r>
          </w:p>
        </w:tc>
      </w:tr>
    </w:tbl>
    <w:p w:rsidR="00A41873" w:rsidRPr="00C268F3" w:rsidRDefault="00A41873" w:rsidP="00C268F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1873"/>
        <w:gridCol w:w="2964"/>
        <w:gridCol w:w="2123"/>
        <w:gridCol w:w="1236"/>
        <w:gridCol w:w="1236"/>
        <w:gridCol w:w="1236"/>
        <w:gridCol w:w="1236"/>
      </w:tblGrid>
      <w:tr w:rsidR="00A41873" w:rsidRPr="00A63F7A">
        <w:trPr>
          <w:trHeight w:val="2415"/>
        </w:trPr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№6 к муниципальной программе "Комплексное развитие и обеспечение жизнедеятельности муниципального образования поселок Курагино" на 2018-2020 годы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A63F7A">
        <w:trPr>
          <w:trHeight w:val="66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1873" w:rsidRPr="00A63F7A" w:rsidRDefault="00A41873" w:rsidP="00A63F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Ресурсное обеспечение и прогнозная оценка расходов на реализацию целей муниципальной программы поселка Курагино с учетом источников финансирования, в том числе по уровням бюджетной системы</w:t>
            </w:r>
          </w:p>
        </w:tc>
      </w:tr>
      <w:tr w:rsidR="00A41873" w:rsidRPr="00A63F7A">
        <w:trPr>
          <w:trHeight w:val="570"/>
        </w:trPr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программы,подпрограммы</w:t>
            </w:r>
          </w:p>
        </w:tc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1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расходов (тыс.руб.), годы</w:t>
            </w:r>
          </w:p>
        </w:tc>
      </w:tr>
      <w:tr w:rsidR="00A41873" w:rsidRPr="00A63F7A">
        <w:trPr>
          <w:trHeight w:val="660"/>
        </w:trPr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2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развитие и обеспечение жизнедеятельности муниципального образования поселок Курагино</w:t>
            </w:r>
          </w:p>
        </w:tc>
        <w:tc>
          <w:tcPr>
            <w:tcW w:w="29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20387,800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17082,375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15930,375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53400,550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1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A63F7A">
        <w:trPr>
          <w:trHeight w:val="630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1873" w:rsidRPr="00A63F7A">
        <w:trPr>
          <w:trHeight w:val="630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1873" w:rsidRPr="00A63F7A">
        <w:trPr>
          <w:trHeight w:val="1260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образования поселок Курагино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20387,80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17082,38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15930,38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53400,550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№1</w:t>
            </w:r>
          </w:p>
        </w:tc>
        <w:tc>
          <w:tcPr>
            <w:tcW w:w="12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Энергосбережение и повышение энергетической эффективности в муниципальном образовании поселок Курагино</w:t>
            </w:r>
          </w:p>
        </w:tc>
        <w:tc>
          <w:tcPr>
            <w:tcW w:w="29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</w:tr>
      <w:tr w:rsidR="00A41873" w:rsidRPr="00A63F7A">
        <w:trPr>
          <w:trHeight w:val="630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1873" w:rsidRPr="00A63F7A">
        <w:trPr>
          <w:trHeight w:val="630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1873" w:rsidRPr="00A63F7A">
        <w:trPr>
          <w:trHeight w:val="1260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образования поселок Курагино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№2</w:t>
            </w:r>
          </w:p>
        </w:tc>
        <w:tc>
          <w:tcPr>
            <w:tcW w:w="12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муниципального образования поселок Курагино</w:t>
            </w:r>
          </w:p>
        </w:tc>
        <w:tc>
          <w:tcPr>
            <w:tcW w:w="29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8967,100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8385,900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8422,000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25775,000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</w:tr>
      <w:tr w:rsidR="00A41873" w:rsidRPr="00A63F7A">
        <w:trPr>
          <w:trHeight w:val="630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A63F7A">
        <w:trPr>
          <w:trHeight w:val="630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A63F7A">
        <w:trPr>
          <w:trHeight w:val="1260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образования поселок Курагино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8967,100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8385,900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8422,000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25775,000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№3</w:t>
            </w:r>
          </w:p>
        </w:tc>
        <w:tc>
          <w:tcPr>
            <w:tcW w:w="12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муниципального образования поселок Курагино</w:t>
            </w:r>
          </w:p>
        </w:tc>
        <w:tc>
          <w:tcPr>
            <w:tcW w:w="29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11166,700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8460,475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7272,375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26899,550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A63F7A">
        <w:trPr>
          <w:trHeight w:val="630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A63F7A">
        <w:trPr>
          <w:trHeight w:val="630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A63F7A">
        <w:trPr>
          <w:trHeight w:val="1260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образования поселок Курагино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11166,700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8460,475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7272,375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26899,550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№4</w:t>
            </w:r>
          </w:p>
        </w:tc>
        <w:tc>
          <w:tcPr>
            <w:tcW w:w="12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 обеспечение безопасности населения муниципального образования поселок Курагино</w:t>
            </w:r>
          </w:p>
        </w:tc>
        <w:tc>
          <w:tcPr>
            <w:tcW w:w="29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426,000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A63F7A">
        <w:trPr>
          <w:trHeight w:val="630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A63F7A">
        <w:trPr>
          <w:trHeight w:val="630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A63F7A">
        <w:trPr>
          <w:trHeight w:val="1260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образования поселок Курагино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426,000</w:t>
            </w:r>
          </w:p>
        </w:tc>
      </w:tr>
      <w:tr w:rsidR="00A41873" w:rsidRPr="00A63F7A">
        <w:trPr>
          <w:trHeight w:val="315"/>
        </w:trPr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</w:tbl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829"/>
        <w:gridCol w:w="2107"/>
        <w:gridCol w:w="4427"/>
        <w:gridCol w:w="2208"/>
      </w:tblGrid>
      <w:tr w:rsidR="00A41873" w:rsidRPr="00A63F7A">
        <w:trPr>
          <w:trHeight w:val="2415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№7 к муниципальной программе "Комплексное развитие и обеспечение жизнедеятельности муниципального образования поселок Курагино" на 2018-2020 годы</w:t>
            </w:r>
          </w:p>
        </w:tc>
      </w:tr>
      <w:tr w:rsidR="00A41873" w:rsidRPr="00A63F7A">
        <w:trPr>
          <w:trHeight w:val="375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A63F7A">
        <w:trPr>
          <w:trHeight w:val="103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873" w:rsidRPr="00A63F7A" w:rsidRDefault="00A41873" w:rsidP="00A63F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меры правового регулирования в соответствующей сфере, направленные на достижение цели и (или) конечных результатов муниципальной программы поселка Курагино</w:t>
            </w:r>
          </w:p>
        </w:tc>
      </w:tr>
      <w:tr w:rsidR="00A41873" w:rsidRPr="00A63F7A">
        <w:trPr>
          <w:trHeight w:val="300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A63F7A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</w:t>
            </w:r>
          </w:p>
        </w:tc>
        <w:tc>
          <w:tcPr>
            <w:tcW w:w="2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 принятия </w:t>
            </w:r>
          </w:p>
        </w:tc>
      </w:tr>
      <w:tr w:rsidR="00A41873" w:rsidRPr="00A63F7A">
        <w:trPr>
          <w:trHeight w:val="220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Курагинского поселкового Совета депутатов от 29.09.2005 № 41-117-Р ''О порядке управления и распоряжения муниципальной собственностью''</w:t>
            </w: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Владение, пользование и распоряжение имуществом, находящимся в муниципальной собственности поселения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29.09.2005</w:t>
            </w:r>
          </w:p>
        </w:tc>
      </w:tr>
      <w:tr w:rsidR="00A41873" w:rsidRPr="00A63F7A">
        <w:trPr>
          <w:trHeight w:val="381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Курагинского поселкового Совета депутатов от 11.04.2012 № 19-153-Р ''Об утверждении Правил благоустройства и санитарного содержания территории в муниципальном образовании поселок Курагино''                                                                         </w:t>
            </w: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12.04.2012</w:t>
            </w:r>
          </w:p>
        </w:tc>
      </w:tr>
      <w:tr w:rsidR="00A41873" w:rsidRPr="00A63F7A">
        <w:trPr>
          <w:trHeight w:val="196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Курагинского районного Совета депутатов от 24.10.2008 г. № 43-341-Р ''О правилах пассажирских перевозок в Курагинском районе'' </w:t>
            </w: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2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24.10.2008 </w:t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A41873" w:rsidRPr="00A63F7A">
        <w:trPr>
          <w:trHeight w:val="289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администрации поселка Курагино от 06.04.2010 № 37-П ''Об утверждении Положения о порядке использования бюджетных ассигнований резервного фонда администрации поселка Курагино'' </w:t>
            </w: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2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01.01.2010</w:t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A41873" w:rsidRPr="00A63F7A">
        <w:trPr>
          <w:trHeight w:val="538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Курагинского поселкового Совета депутатов от 11.04.2012 № 19-153-Р ''Об утверждении Правил благоустройства и санитарного содержания территории в муниципальном образовании поселок Курагино ''                                                                             </w:t>
            </w: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12.04.2012</w:t>
            </w:r>
          </w:p>
        </w:tc>
      </w:tr>
      <w:tr w:rsidR="00A41873" w:rsidRPr="00A63F7A">
        <w:trPr>
          <w:trHeight w:val="283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Курагинского поселкового Совета депутатов от 11.04.2012 № 19-153-Р ''Об утверждении Правил благоустройства и санитарного содержания в муниципальном образовании поселок Курагино''                                                                              </w:t>
            </w: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сбора и вывоза бытовых отходов и мусора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12.04.2012</w:t>
            </w:r>
          </w:p>
        </w:tc>
      </w:tr>
      <w:tr w:rsidR="00A41873" w:rsidRPr="00A63F7A">
        <w:trPr>
          <w:trHeight w:val="283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администрации посёлка Курагино от 28.02.2006 № 111А-П ''О порядке реализации ФЗ ''О погребении и похоронном деле» и утверждении стоимости услуг по погребению''             </w:t>
            </w: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28.02.2006</w:t>
            </w:r>
          </w:p>
        </w:tc>
      </w:tr>
      <w:tr w:rsidR="00A41873" w:rsidRPr="00A63F7A">
        <w:trPr>
          <w:trHeight w:val="189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 администрации поселка Курагино от 01.08.2013 № 323а-Р ''О содержании сооружения "Водозащитная дамба р. Туба''</w:t>
            </w:r>
          </w:p>
        </w:tc>
        <w:tc>
          <w:tcPr>
            <w:tcW w:w="2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01.08.2013</w:t>
            </w:r>
          </w:p>
        </w:tc>
      </w:tr>
    </w:tbl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Default="00A41873" w:rsidP="00C268F3">
      <w:pPr>
        <w:spacing w:after="0" w:line="240" w:lineRule="auto"/>
        <w:rPr>
          <w:rFonts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 xml:space="preserve">к муниципальной программе поселка Курагино « Комплексное развитие и обеспечение жизнедеятельности муниципального образования поселок Курагино» 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 xml:space="preserve"> ПОДПРОГРАММА №1 «ЭНЕРГОСБЕРЕЖЕНИЕ И ПОВЫШЕНИЕ ЭНЕРГЕТИЧЕСКОЙ ЭФФЕКТИВНОСТИ В МУНИЦИПАЛЬНОМ ОБРАЗОВАНИИ ПОСЕЛОК КУРАГИНО» НА 2018-2020 ГОДЫ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1.ПАСПОРТ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954"/>
      </w:tblGrid>
      <w:tr w:rsidR="00A41873" w:rsidRPr="00A63F7A">
        <w:tc>
          <w:tcPr>
            <w:tcW w:w="3969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54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«Энергосбережение и повышение энергетической эффективности в муниципальном образовании поселок Курагино» на 2018-2020 годы (далее - подпрограмма)</w:t>
            </w:r>
          </w:p>
        </w:tc>
      </w:tr>
      <w:tr w:rsidR="00A41873" w:rsidRPr="00A63F7A">
        <w:tc>
          <w:tcPr>
            <w:tcW w:w="3969" w:type="dxa"/>
          </w:tcPr>
          <w:p w:rsidR="00A41873" w:rsidRPr="00A63F7A" w:rsidRDefault="00A41873" w:rsidP="00A63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</w:tcPr>
          <w:p w:rsidR="00A41873" w:rsidRPr="00A63F7A" w:rsidRDefault="00A41873" w:rsidP="00A63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и обеспечение жизнедеятельности муниципального образования поселок Курагино» </w:t>
            </w:r>
          </w:p>
        </w:tc>
      </w:tr>
      <w:tr w:rsidR="00A41873" w:rsidRPr="00A63F7A">
        <w:tc>
          <w:tcPr>
            <w:tcW w:w="3969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координатор подпрограммы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A63F7A">
        <w:tc>
          <w:tcPr>
            <w:tcW w:w="3969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5954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A63F7A">
        <w:tc>
          <w:tcPr>
            <w:tcW w:w="3969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5954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- повышение энергосбережения и энергоэффективности на территории муниципального образования поселок Курагино.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- модернизация объектов коммунальной инфраструктуры;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 управления объектами коммунальной инфраструктуры. 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A63F7A">
        <w:tc>
          <w:tcPr>
            <w:tcW w:w="3969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5954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-Увеличение доли светильников светодиодных.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- Сокращение объемов потребления за счет замены светильников с лампами накаливания на светодиодные</w:t>
            </w:r>
          </w:p>
        </w:tc>
      </w:tr>
      <w:tr w:rsidR="00A41873" w:rsidRPr="00A63F7A">
        <w:tc>
          <w:tcPr>
            <w:tcW w:w="3969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954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A63F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 xml:space="preserve"> - 20</w:t>
            </w:r>
            <w:r w:rsidRPr="00A63F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A63F7A">
        <w:tc>
          <w:tcPr>
            <w:tcW w:w="3969" w:type="dxa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A41873" w:rsidRPr="00A63F7A" w:rsidRDefault="00A41873" w:rsidP="00A63F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составляет 300,000 тыс. рублей за счет бюджета муниципального образования.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2018 год-100,000 тыс. рублей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2019 год-100,000 тыс. рублей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63F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 xml:space="preserve"> год-100,000 тыс. рублей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A63F7A">
        <w:tc>
          <w:tcPr>
            <w:tcW w:w="3969" w:type="dxa"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</w:tcPr>
          <w:p w:rsidR="00A41873" w:rsidRPr="00A63F7A" w:rsidRDefault="00A41873" w:rsidP="00A63F7A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 xml:space="preserve"> Текущее управление реализацией подпрограммы  осуществляется администрацией поселка Курагино.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Администрация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2. ОБОСНОВАНИЕ ПОДПРОГРАММЫ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 xml:space="preserve">2.1. Постановка проблемы и обоснование необходимости 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принятия подпрограммы.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Подпрограмма энергосбережения – это единый комплекс организационных и технических мероприятий, направленных на экономически обоснованное потребление энергоресурсов.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Подпрограмма разработана во исполнение Федерального закона от 23.11.2009 г. № 261-ФЗ « 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Проблема высокой энергоемкости экономики, большие энергетические издержки в бюджетном секторе актуальны для муниципального образования поселок Курагино.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В связи с постоянным удорожанием стоимости энергоресурсов значительно увеличивается доля затрат на энергетические ресурсы.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Для решения проблемы необходимо осуществление комплекса мер, которые заключаются в разработке, принятии и реализации согласованных действий по повышению энергетической эффективности при производстве, передаче и потребления энергии и ресурсов других видов на территории муниципального образования поселок Курагино.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- проведение энергетических обследований;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- учет энергетических ресурсов;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 xml:space="preserve">- нормирование потребления энергетических ресурсов.       </w:t>
      </w:r>
      <w:r w:rsidRPr="00A63F7A">
        <w:rPr>
          <w:rFonts w:ascii="Times New Roman" w:hAnsi="Times New Roman" w:cs="Times New Roman"/>
          <w:sz w:val="24"/>
          <w:szCs w:val="24"/>
        </w:rPr>
        <w:tab/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2.2. Основные цели, задачи, этапы и сроки выполнения подпрограммы,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целевые индикаторы и показатели результативности.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2.2.1. Целью подпрограммы являются: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- повышение энергосбережения и энергоэффективности на территории муниципального образования поселок Курагино.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2.2.2. Для достижения поставленных целей необходимо решение следующих задач: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- модернизация объектов коммунальной инфраструктуры;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- повышение эффективности управления объектами коммунальной инфраструктуры.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2.2.3. Муниципальным  заказчиком подпрограммы является администрация поселка Курагино.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К компетенции администрации поселка Курагино в соответствии с федеральным законом от 06.10.2003 г. №131-ФЗ «Об общих принципах организации местного самоуправления в Российской Федерации», Уставом муниципального образования поселок Курагино: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1) формирование, утверждение, исполнение бюджета поселения и контроль за исполнением данного бюджета;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2)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Кроме того,  администрация поселка Курагино осуществляет: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мониторинг реализации мероприятий подпрограммы;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непосредственный контроль за ходом реализации мероприятий подпрограммы;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подготовка отчетов о реализации подпрограммы;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 xml:space="preserve">ежегодная оценка эффективности реализации подпрограммы </w:t>
      </w:r>
      <w:r w:rsidRPr="00A63F7A">
        <w:rPr>
          <w:rFonts w:ascii="Times New Roman" w:hAnsi="Times New Roman" w:cs="Times New Roman"/>
          <w:sz w:val="24"/>
          <w:szCs w:val="24"/>
        </w:rPr>
        <w:br/>
        <w:t>в соответствии с Порядком проведения и критериями оценки эффективности реализации муниципальных программ, утвержденного постановлением администрации поселка Курагино от 09.09.2013 № 219-П «Об утверждении Порядка принятия решений о разработке муниципальных программ поселка Курагино, их формировании и реализации».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 xml:space="preserve">2.2.4. Срок реализации подпрограммы - 2018 - 2020 годы. 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2.2.5. Показатели результативности подпрограммы характеризуют следующие значения: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6"/>
        <w:gridCol w:w="1842"/>
        <w:gridCol w:w="1276"/>
        <w:gridCol w:w="1275"/>
        <w:gridCol w:w="1275"/>
      </w:tblGrid>
      <w:tr w:rsidR="00A41873" w:rsidRPr="00A63F7A">
        <w:tc>
          <w:tcPr>
            <w:tcW w:w="3936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1842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276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A63F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A63F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63F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A41873" w:rsidRPr="00A63F7A">
        <w:tc>
          <w:tcPr>
            <w:tcW w:w="3936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Увеличение доли светодиодных светильников</w:t>
            </w:r>
          </w:p>
        </w:tc>
        <w:tc>
          <w:tcPr>
            <w:tcW w:w="1842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275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275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63F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41873" w:rsidRPr="00A63F7A">
        <w:tc>
          <w:tcPr>
            <w:tcW w:w="3936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Сокращение объемов потребления электроэнергии за счет  замены светильников с лампами накаливания на светодиодные</w:t>
            </w:r>
          </w:p>
        </w:tc>
        <w:tc>
          <w:tcPr>
            <w:tcW w:w="1842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4,92</w:t>
            </w:r>
          </w:p>
        </w:tc>
        <w:tc>
          <w:tcPr>
            <w:tcW w:w="1275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7,38</w:t>
            </w:r>
          </w:p>
        </w:tc>
        <w:tc>
          <w:tcPr>
            <w:tcW w:w="1275" w:type="dxa"/>
          </w:tcPr>
          <w:p w:rsidR="00A41873" w:rsidRPr="00A63F7A" w:rsidRDefault="00A41873" w:rsidP="00A63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sz w:val="24"/>
                <w:szCs w:val="24"/>
              </w:rPr>
              <w:t>9,84</w:t>
            </w:r>
          </w:p>
        </w:tc>
      </w:tr>
    </w:tbl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 приведен в Приложении 1 подпрограммы.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2.3. Механизм реализации подпрограммы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Перечень мероприятий подпрограммы приведен в приложении №2 к подпрограмме.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Главным распорядителем бюджетных средств является администрация поселка Курагино.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Реализация мероприятий подпрограммы осуществляется посредствам заключения контрактов (договоров) на поставки товаров, выполнение работ, оказание услуг для государственных нужд в соответствии с действующим законодательством Российской Федерации.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Внутренний финансовый контроль за целевым и эффективным использованием средств местного бюджета на реализацию мероприятий подпрограммы осуществляется администрацией поселка Курагино.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Внешний  финансовый контроль осуществляется контрольно-ревизионной комиссией Курагинского районного Совета депутатов на основании заключенного соглашения между муниципальным образованием поселок Курагино и Курагинским районным Советом депутатов.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2.4. Организация управления подпрограммой и контроль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за ходом ее выполнения</w:t>
      </w:r>
    </w:p>
    <w:p w:rsidR="00A41873" w:rsidRPr="00A63F7A" w:rsidRDefault="00A41873" w:rsidP="00A63F7A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ab/>
        <w:t>Текущее управление реализацией подпрограммы осуществляется администрацией поселка Курагино.</w:t>
      </w:r>
    </w:p>
    <w:p w:rsidR="00A41873" w:rsidRPr="00A63F7A" w:rsidRDefault="00A41873" w:rsidP="00A63F7A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ab/>
        <w:t>Администрация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A41873" w:rsidRPr="00A63F7A" w:rsidRDefault="00A41873" w:rsidP="00A63F7A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ab/>
        <w:t>Администрацией осуществляется:</w:t>
      </w:r>
    </w:p>
    <w:p w:rsidR="00A41873" w:rsidRPr="00A63F7A" w:rsidRDefault="00A41873" w:rsidP="00A63F7A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ab/>
        <w:t>мониторинг реализации мероприятий подпрограммы;</w:t>
      </w:r>
    </w:p>
    <w:p w:rsidR="00A41873" w:rsidRPr="00A63F7A" w:rsidRDefault="00A41873" w:rsidP="00A63F7A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ab/>
        <w:t>непосредственный контроль за ходом реализации мероприятий подпрограммы;</w:t>
      </w:r>
    </w:p>
    <w:p w:rsidR="00A41873" w:rsidRPr="00A63F7A" w:rsidRDefault="00A41873" w:rsidP="00A63F7A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ab/>
        <w:t>подготовка отчетов о реализации подпрограммы;</w:t>
      </w:r>
    </w:p>
    <w:p w:rsidR="00A41873" w:rsidRPr="00A63F7A" w:rsidRDefault="00A41873" w:rsidP="00A63F7A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ab/>
        <w:t xml:space="preserve">ежегодная оценка эффективности реализации подпрограммы </w:t>
      </w:r>
      <w:r w:rsidRPr="00A63F7A">
        <w:rPr>
          <w:rFonts w:ascii="Times New Roman" w:hAnsi="Times New Roman" w:cs="Times New Roman"/>
          <w:sz w:val="24"/>
          <w:szCs w:val="24"/>
        </w:rPr>
        <w:br/>
        <w:t>в соответствии с Порядком проведения и критериями оценки эффективности реализации муниципальных программ, утвержденного постановлением администрации поселка Курагино от 09.09.2013 № 219-П «Об утверждении Порядка принятия решений о разработке муниципальных программ поселка Курагино, их формировании и реализации».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2.5. Оценка социально-экономической эффективности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 xml:space="preserve"> от реализации мероприятий подпрограммы.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В ходе реализации подпрограммы планируется достичь следующих результатов: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- наличия в органе местного самоуправления актов энергетических обследований, установленных нормативов и лимитов энергопотребления;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- снижение относительных затрат поселкового бюджета на оплату энергоресурсов;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- внедрение в строительство современных энергоэффективных решений на стадии  проектирования, применение энергоэффективных технологий.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Успешное выполнение мероприятий подпрограммы позволит сэкономить не только энергетические ресурсы, но и даст возможность сэкономленные денежные средства направить на мероприятия по содержанию объектов электропотребления.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В результате осуществления мероприятий подпрограммы планируется достигнуть экономии потребления энергоресурсов в объеме  14,76% , что в натуральном выражении составляет  37139,85 Кв.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2.6. Система мероприятий подпрограммы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 xml:space="preserve">Система </w:t>
      </w:r>
      <w:hyperlink r:id="rId6" w:history="1">
        <w:r w:rsidRPr="00A63F7A">
          <w:rPr>
            <w:rFonts w:ascii="Times New Roman" w:hAnsi="Times New Roman" w:cs="Times New Roman"/>
            <w:sz w:val="24"/>
            <w:szCs w:val="24"/>
          </w:rPr>
          <w:t>мероприятий</w:t>
        </w:r>
      </w:hyperlink>
      <w:r w:rsidRPr="00A63F7A">
        <w:rPr>
          <w:rFonts w:ascii="Times New Roman" w:hAnsi="Times New Roman" w:cs="Times New Roman"/>
          <w:sz w:val="24"/>
          <w:szCs w:val="24"/>
        </w:rPr>
        <w:t xml:space="preserve"> подпрограммы приведена в приложении № 2 к подпрограмме.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>2.7. Ресурсное обеспечение подпрограммы</w:t>
      </w: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A63F7A" w:rsidRDefault="00A41873" w:rsidP="00A63F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F7A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приведено в </w:t>
      </w:r>
      <w:hyperlink r:id="rId7" w:history="1">
        <w:r w:rsidRPr="00A63F7A">
          <w:rPr>
            <w:rFonts w:ascii="Times New Roman" w:hAnsi="Times New Roman" w:cs="Times New Roman"/>
            <w:sz w:val="24"/>
            <w:szCs w:val="24"/>
          </w:rPr>
          <w:t>приложении № 2</w:t>
        </w:r>
      </w:hyperlink>
      <w:r w:rsidRPr="00A63F7A">
        <w:rPr>
          <w:rFonts w:ascii="Times New Roman" w:hAnsi="Times New Roman" w:cs="Times New Roman"/>
          <w:sz w:val="24"/>
          <w:szCs w:val="24"/>
        </w:rPr>
        <w:t>к подпрограмме.</w:t>
      </w: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829"/>
        <w:gridCol w:w="1821"/>
        <w:gridCol w:w="1292"/>
        <w:gridCol w:w="1513"/>
        <w:gridCol w:w="1493"/>
        <w:gridCol w:w="1493"/>
        <w:gridCol w:w="1493"/>
        <w:gridCol w:w="1271"/>
        <w:gridCol w:w="1271"/>
      </w:tblGrid>
      <w:tr w:rsidR="00A41873" w:rsidRPr="00A63F7A">
        <w:trPr>
          <w:trHeight w:val="1605"/>
        </w:trPr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№1  подпрограммы "Энергосбережение и повышение энергетической эффективности в муниципальном образовании поселок Курагино"  на 2018-2020 годы</w:t>
            </w:r>
          </w:p>
        </w:tc>
      </w:tr>
      <w:tr w:rsidR="00A41873" w:rsidRPr="00A63F7A">
        <w:trPr>
          <w:trHeight w:val="315"/>
        </w:trPr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A63F7A">
        <w:trPr>
          <w:trHeight w:val="315"/>
        </w:trPr>
        <w:tc>
          <w:tcPr>
            <w:tcW w:w="446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1873" w:rsidRPr="00A63F7A" w:rsidRDefault="00A41873" w:rsidP="00A63F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целевых индикаторов подпрограммы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A63F7A">
        <w:trPr>
          <w:trHeight w:val="1260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Цель, целевые индикаторы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Отчетный финансовый год 2016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финансовый год 2017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Очередной финансовый год 2018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 год планового периода 2019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год планового периода 2020</w:t>
            </w:r>
          </w:p>
        </w:tc>
      </w:tr>
      <w:tr w:rsidR="00A41873" w:rsidRPr="00A63F7A">
        <w:trPr>
          <w:trHeight w:val="645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0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873" w:rsidRPr="00A63F7A" w:rsidRDefault="00A41873" w:rsidP="00A63F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 подпрограммы: повышение энергосбережения и энергоэффективности.</w:t>
            </w:r>
          </w:p>
        </w:tc>
      </w:tr>
      <w:tr w:rsidR="00A41873" w:rsidRPr="00A63F7A">
        <w:trPr>
          <w:trHeight w:val="1905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Целевой индикатор 1: Увеличение доли сведодиодных  светильников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  <w:tr w:rsidR="00A41873" w:rsidRPr="00A63F7A">
        <w:trPr>
          <w:trHeight w:val="3555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2: Сокращение объемов потребления электроэнергии за счет замены светильников с лампами накаливания на светодиодные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A63F7A" w:rsidRDefault="00A41873" w:rsidP="00A63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A63F7A" w:rsidRDefault="00A41873" w:rsidP="00A63F7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</w:tr>
    </w:tbl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2154"/>
        <w:gridCol w:w="787"/>
        <w:gridCol w:w="787"/>
        <w:gridCol w:w="738"/>
        <w:gridCol w:w="1416"/>
        <w:gridCol w:w="576"/>
        <w:gridCol w:w="876"/>
        <w:gridCol w:w="876"/>
        <w:gridCol w:w="876"/>
        <w:gridCol w:w="942"/>
        <w:gridCol w:w="2094"/>
      </w:tblGrid>
      <w:tr w:rsidR="00A41873" w:rsidRPr="002C7D58">
        <w:trPr>
          <w:trHeight w:val="1650"/>
        </w:trPr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№2 подпрограммы "Энергосбережение и повышение энергетической эффективности в муниципальном образовании поселок Курагино" на 2018-2020 годы</w:t>
            </w:r>
          </w:p>
        </w:tc>
      </w:tr>
      <w:tr w:rsidR="00A41873" w:rsidRPr="002C7D58">
        <w:trPr>
          <w:trHeight w:val="540"/>
        </w:trPr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2C7D58">
        <w:trPr>
          <w:trHeight w:val="78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мероприятий подпрограммы  муниципальной программы поселка Курагино с указанием объема средств на их реализацию и ожидаемых результатов</w:t>
            </w:r>
          </w:p>
        </w:tc>
      </w:tr>
      <w:tr w:rsidR="00A41873" w:rsidRPr="002C7D58">
        <w:trPr>
          <w:trHeight w:val="315"/>
        </w:trPr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Энергосбережение и повышение энергетической эффективности в муниципальном образовании поселок Курагино на 2018-2020 годы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5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(тыс.руб.),годы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A41873" w:rsidRPr="002C7D58">
        <w:trPr>
          <w:trHeight w:val="2340"/>
        </w:trPr>
        <w:tc>
          <w:tcPr>
            <w:tcW w:w="9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за период 2018-2020</w:t>
            </w:r>
          </w:p>
        </w:tc>
        <w:tc>
          <w:tcPr>
            <w:tcW w:w="7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2C7D58">
        <w:trPr>
          <w:trHeight w:val="40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подпрограммы: повышение энергосбережения и энергоэффективности.</w:t>
            </w:r>
          </w:p>
        </w:tc>
      </w:tr>
      <w:tr w:rsidR="00A41873" w:rsidRPr="002C7D58">
        <w:trPr>
          <w:trHeight w:val="39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1: модернизация объектов коммунальной инфраструктуры</w:t>
            </w:r>
          </w:p>
        </w:tc>
      </w:tr>
      <w:tr w:rsidR="00A41873" w:rsidRPr="002C7D58">
        <w:trPr>
          <w:trHeight w:val="1935"/>
        </w:trPr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1.1 Замена светильников с лампами накаливания на светодиодные светильники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0110085020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Сокращение объемов потребления энергоресурсов (37139,85Кв) </w:t>
            </w:r>
          </w:p>
        </w:tc>
      </w:tr>
      <w:tr w:rsidR="00A41873" w:rsidRPr="002C7D58">
        <w:trPr>
          <w:trHeight w:val="6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2: повышение эффективности управления объектами коммунальной инфраструктуры.</w:t>
            </w:r>
          </w:p>
        </w:tc>
      </w:tr>
      <w:tr w:rsidR="00A41873" w:rsidRPr="002C7D58">
        <w:trPr>
          <w:trHeight w:val="2415"/>
        </w:trPr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2.1. Обучение профильных специалистов основам энергосбережения.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0110085020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квалификации в Красноярском кадровом центре по направлению энергосбережения</w:t>
            </w:r>
          </w:p>
        </w:tc>
      </w:tr>
      <w:tr w:rsidR="00A41873" w:rsidRPr="002C7D58">
        <w:trPr>
          <w:trHeight w:val="1890"/>
        </w:trPr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2.2. Назначение ответственных за энергосбережение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0110085020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Сокращение объемов потребления энергоресурсов (37139,85Кв) </w:t>
            </w:r>
          </w:p>
        </w:tc>
      </w:tr>
      <w:tr w:rsidR="00A41873" w:rsidRPr="002C7D58">
        <w:trPr>
          <w:trHeight w:val="1890"/>
        </w:trPr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2.3. Постоянный контроль показаний приборов учета энергоресурсов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0110085020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Сокращение объемов потребления энергоресурсов (37139,85Кв) </w:t>
            </w:r>
          </w:p>
        </w:tc>
      </w:tr>
      <w:tr w:rsidR="00A41873" w:rsidRPr="002C7D58">
        <w:trPr>
          <w:trHeight w:val="1890"/>
        </w:trPr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2.4. Контроль за своевременной поверкой приборов учета потребляемых энергоресурсов.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0110085020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Сокращение объемов потребления энергоресурсов (37139,85Кв) </w:t>
            </w:r>
          </w:p>
        </w:tc>
      </w:tr>
    </w:tbl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A63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left="6600"/>
        <w:outlineLvl w:val="0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left="6600"/>
        <w:outlineLvl w:val="0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left="6600"/>
        <w:outlineLvl w:val="0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«Комплексное развитие и обеспечение жизнедеятельности муниципального образования поселок Курагино» на 2018-2020 годы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left="690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ПОДПРОГРАММА №2 «РАЗВИТИЕ ТРАНСПОРТНОЙ СИСТЕМЫ МУНИЦИПАЛЬНОГО ОБРАЗОВАНИЯ ПОСЕЛОК КУРАГИНО» НА 2018-2020 ГОДЫ</w:t>
      </w:r>
    </w:p>
    <w:p w:rsidR="00A41873" w:rsidRPr="002C7D58" w:rsidRDefault="00A41873" w:rsidP="002C7D5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ПАСПОРТ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17"/>
        <w:gridCol w:w="7454"/>
      </w:tblGrid>
      <w:tr w:rsidR="00A41873" w:rsidRPr="002C7D58">
        <w:tc>
          <w:tcPr>
            <w:tcW w:w="1106" w:type="pct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894" w:type="pct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«Развитие транспортной системы муниципального образования поселка Курагино» на 2018-2020 годы (далее – подпрограмма)</w:t>
            </w:r>
          </w:p>
        </w:tc>
      </w:tr>
      <w:tr w:rsidR="00A41873" w:rsidRPr="002C7D58">
        <w:tc>
          <w:tcPr>
            <w:tcW w:w="1106" w:type="pct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894" w:type="pct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и обеспечение жизнедеятельности муниципального образования поселок Курагино» </w:t>
            </w:r>
            <w:r w:rsidRPr="002C7D58">
              <w:rPr>
                <w:rFonts w:ascii="Times New Roman" w:hAnsi="Times New Roman" w:cs="Times New Roman"/>
                <w:sz w:val="24"/>
                <w:szCs w:val="24"/>
              </w:rPr>
              <w:br/>
              <w:t>на 2018-2020 годы</w:t>
            </w:r>
          </w:p>
        </w:tc>
      </w:tr>
      <w:tr w:rsidR="00A41873" w:rsidRPr="002C7D58">
        <w:tc>
          <w:tcPr>
            <w:tcW w:w="1106" w:type="pct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заказчик- координатор программы</w:t>
            </w:r>
          </w:p>
        </w:tc>
        <w:tc>
          <w:tcPr>
            <w:tcW w:w="3894" w:type="pct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2C7D58">
        <w:tc>
          <w:tcPr>
            <w:tcW w:w="1106" w:type="pct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3894" w:type="pct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2C7D58">
        <w:tc>
          <w:tcPr>
            <w:tcW w:w="1106" w:type="pct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подпрограммы </w:t>
            </w:r>
          </w:p>
        </w:tc>
        <w:tc>
          <w:tcPr>
            <w:tcW w:w="3894" w:type="pct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 xml:space="preserve"> Цель: обеспечение сохранности, модернизация и развитие сети автомобильных дорог муниципального образования поселок Курагино, повышение доступности транспортных услуг для населения.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ind w:left="3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- ремонт автомобильных дорог общего пользования местного значения;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ind w:left="3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-выполнение работ  по содержанию автомобильных дорог местного значения и искусственных сооружений на них;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ind w:left="3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безопасности дорожного движения, ввод в действие проекта «Организация дорожного движения  на автомобильных дорогах в муниципальном образовании поселок Курагино Курагинского района Красноярского края». 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ind w:left="39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- организация льготного транспортного обслуживания отдельных категорий граждан.</w:t>
            </w:r>
            <w:r w:rsidRPr="002C7D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41873" w:rsidRPr="002C7D58">
        <w:tc>
          <w:tcPr>
            <w:tcW w:w="1106" w:type="pct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3894" w:type="pct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- доля протяженности автомобильных дорог общего пользования с твердым покрытием;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дорожно-транспортныхпроишествий по причинам сопутствующим дорожным условиям.  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2C7D58">
        <w:tc>
          <w:tcPr>
            <w:tcW w:w="1106" w:type="pct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894" w:type="pct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2C7D58">
        <w:trPr>
          <w:trHeight w:val="2077"/>
        </w:trPr>
        <w:tc>
          <w:tcPr>
            <w:tcW w:w="1106" w:type="pct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3894" w:type="pct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 xml:space="preserve"> Общий объем финансирования на 2018 – 2020 годы – 25774,100 тыс. рублей, в том числе по годам: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2018 – 8967,100 тыс. рублей.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2019 – 8385,900 тыс. рублей.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2020 – 8422,000 тыс. рублей.</w:t>
            </w:r>
          </w:p>
        </w:tc>
      </w:tr>
      <w:tr w:rsidR="00A41873" w:rsidRPr="002C7D58">
        <w:tc>
          <w:tcPr>
            <w:tcW w:w="1106" w:type="pct"/>
          </w:tcPr>
          <w:p w:rsidR="00A41873" w:rsidRPr="002C7D58" w:rsidRDefault="00A41873" w:rsidP="002C7D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3894" w:type="pct"/>
          </w:tcPr>
          <w:p w:rsidR="00A41873" w:rsidRPr="002C7D58" w:rsidRDefault="00A41873" w:rsidP="002C7D58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Текущее управление реализацией подпрограммы  осуществляется администрацией поселка Курагино.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Администрация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2C7D58" w:rsidRDefault="00A41873" w:rsidP="002C7D5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ОБОСНОВАНИЕ ПОДПРОГРАММЫ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2C7D58" w:rsidRDefault="00A41873" w:rsidP="002C7D58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Постановка  проблемы и обоснование необходимости разработки подпрограммы</w:t>
      </w:r>
    </w:p>
    <w:p w:rsidR="00A41873" w:rsidRPr="002C7D58" w:rsidRDefault="00A41873" w:rsidP="002C7D58">
      <w:pPr>
        <w:pStyle w:val="Standard"/>
        <w:spacing w:before="108"/>
        <w:jc w:val="center"/>
        <w:rPr>
          <w:rFonts w:ascii="Times New Roman" w:hAnsi="Times New Roman" w:cs="Times New Roman"/>
          <w:lang w:val="ru-RU"/>
        </w:rPr>
      </w:pPr>
      <w:r w:rsidRPr="002C7D58">
        <w:rPr>
          <w:rFonts w:ascii="Times New Roman" w:hAnsi="Times New Roman" w:cs="Times New Roman"/>
          <w:lang w:val="ru-RU"/>
        </w:rPr>
        <w:t>2.1.1 Анализ современного состояния дорожной сети</w:t>
      </w:r>
    </w:p>
    <w:p w:rsidR="00A41873" w:rsidRPr="002C7D58" w:rsidRDefault="00A41873" w:rsidP="002C7D58">
      <w:pPr>
        <w:pStyle w:val="Standard"/>
        <w:jc w:val="both"/>
        <w:rPr>
          <w:rFonts w:ascii="Times New Roman" w:hAnsi="Times New Roman" w:cs="Times New Roman"/>
          <w:lang w:val="ru-RU"/>
        </w:rPr>
      </w:pPr>
    </w:p>
    <w:p w:rsidR="00A41873" w:rsidRPr="002C7D58" w:rsidRDefault="00A41873" w:rsidP="002C7D58">
      <w:pPr>
        <w:pStyle w:val="Standard"/>
        <w:tabs>
          <w:tab w:val="left" w:pos="709"/>
        </w:tabs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 xml:space="preserve">         Сеть автомобильных дорог - один из важнейших элементов транспортно-коммуникационной системы муниципального образования поселок Курагино, оказывающих огромное влияние на развитие экономики, социальной инфраструктуры и повышение уровня жизнедеятельности населения.</w:t>
      </w:r>
    </w:p>
    <w:p w:rsidR="00A41873" w:rsidRPr="002C7D58" w:rsidRDefault="00A41873" w:rsidP="002C7D58">
      <w:pPr>
        <w:pStyle w:val="Standard"/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 xml:space="preserve">         Общая протяженность автомобильных дорог муниципального значения на 1 января 2018</w:t>
      </w:r>
      <w:r w:rsidRPr="002C7D58">
        <w:rPr>
          <w:rFonts w:ascii="Times New Roman" w:hAnsi="Times New Roman" w:cs="Times New Roman"/>
          <w:color w:val="auto"/>
        </w:rPr>
        <w:t> </w:t>
      </w:r>
      <w:r w:rsidRPr="002C7D58">
        <w:rPr>
          <w:rFonts w:ascii="Times New Roman" w:hAnsi="Times New Roman" w:cs="Times New Roman"/>
          <w:color w:val="auto"/>
          <w:lang w:val="ru-RU"/>
        </w:rPr>
        <w:t xml:space="preserve">года составляет </w:t>
      </w:r>
      <w:r w:rsidRPr="002C7D58">
        <w:rPr>
          <w:rFonts w:ascii="Times New Roman" w:hAnsi="Times New Roman" w:cs="Times New Roman"/>
          <w:lang w:val="ru-RU"/>
        </w:rPr>
        <w:t>178,44</w:t>
      </w:r>
      <w:r w:rsidRPr="002C7D58">
        <w:rPr>
          <w:rFonts w:ascii="Times New Roman" w:hAnsi="Times New Roman" w:cs="Times New Roman"/>
        </w:rPr>
        <w:t> </w:t>
      </w:r>
      <w:r w:rsidRPr="002C7D58">
        <w:rPr>
          <w:rFonts w:ascii="Times New Roman" w:hAnsi="Times New Roman" w:cs="Times New Roman"/>
          <w:lang w:val="ru-RU"/>
        </w:rPr>
        <w:t>км, из них 46,27</w:t>
      </w:r>
      <w:r w:rsidRPr="002C7D58">
        <w:rPr>
          <w:rFonts w:ascii="Times New Roman" w:hAnsi="Times New Roman" w:cs="Times New Roman"/>
        </w:rPr>
        <w:t> </w:t>
      </w:r>
      <w:r w:rsidRPr="002C7D58">
        <w:rPr>
          <w:rFonts w:ascii="Times New Roman" w:hAnsi="Times New Roman" w:cs="Times New Roman"/>
          <w:lang w:val="ru-RU"/>
        </w:rPr>
        <w:t>км</w:t>
      </w:r>
      <w:r w:rsidRPr="002C7D58">
        <w:rPr>
          <w:rFonts w:ascii="Times New Roman" w:hAnsi="Times New Roman" w:cs="Times New Roman"/>
          <w:color w:val="auto"/>
          <w:lang w:val="ru-RU"/>
        </w:rPr>
        <w:t xml:space="preserve"> с твердым покрытием.</w:t>
      </w:r>
    </w:p>
    <w:p w:rsidR="00A41873" w:rsidRPr="002C7D58" w:rsidRDefault="00A41873" w:rsidP="002C7D58">
      <w:pPr>
        <w:pStyle w:val="Standard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 xml:space="preserve"> Рост парка автотранспортных средств оказывает влияние на интенсивность движения автотранспортных потоков, что приводит к росту затрат на автомобильные перевозки по сравнению с нормальными условиями движения.</w:t>
      </w:r>
    </w:p>
    <w:p w:rsidR="00A41873" w:rsidRPr="002C7D58" w:rsidRDefault="00A41873" w:rsidP="002C7D58">
      <w:pPr>
        <w:pStyle w:val="Standard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 xml:space="preserve">         Обозначенные проблемы отставания в развитии автомобильных дорог создают угрозу ограничения экономического роста и социального развития муниципального образования в целом.</w:t>
      </w:r>
    </w:p>
    <w:p w:rsidR="00A41873" w:rsidRPr="002C7D58" w:rsidRDefault="00A41873" w:rsidP="002C7D58">
      <w:pPr>
        <w:pStyle w:val="Standard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 xml:space="preserve">        В создавшейся ситуации необходимо принимать неотложные меры по качественному изменению состояния сети автомобильных дорог. На автомобильных дорогах муниципального значения эксплуатируется  4 мостовых сооружения.  Проблема состояния мостов остается актуальной.</w:t>
      </w:r>
    </w:p>
    <w:p w:rsidR="00A41873" w:rsidRPr="002C7D58" w:rsidRDefault="00A41873" w:rsidP="002C7D58">
      <w:pPr>
        <w:pStyle w:val="Standard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 xml:space="preserve">        Требует планово-предупредительного ремонта 1 мостовое сооружение.</w:t>
      </w:r>
    </w:p>
    <w:p w:rsidR="00A41873" w:rsidRPr="002C7D58" w:rsidRDefault="00A41873" w:rsidP="002C7D58">
      <w:pPr>
        <w:pStyle w:val="Standard"/>
        <w:tabs>
          <w:tab w:val="left" w:pos="567"/>
        </w:tabs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 xml:space="preserve">        В течение длительного периода темпы износа автомобильных дорог муниципального значения были выше темпов их восстановления.</w:t>
      </w:r>
    </w:p>
    <w:p w:rsidR="00A41873" w:rsidRPr="002C7D58" w:rsidRDefault="00A41873" w:rsidP="002C7D58">
      <w:pPr>
        <w:pStyle w:val="Standard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>Указанные тенденции привели к тому, что ряд автомобильных дорог требует перевода из категории с усовершенствованным покрытием в категорию с переходным типом покрытия.</w:t>
      </w:r>
    </w:p>
    <w:p w:rsidR="00A41873" w:rsidRPr="002C7D58" w:rsidRDefault="00A41873" w:rsidP="002C7D58">
      <w:pPr>
        <w:pStyle w:val="Standard"/>
        <w:tabs>
          <w:tab w:val="left" w:pos="567"/>
        </w:tabs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 xml:space="preserve">        Увеличение количества автотранспортных средств у населения и увеличение интенсивности их эксплуатации будут обострять проблему безопасности дорожного движения и в реальных условиях увеличивать человеческие и экономические потери, а также негативно влиять на окружающую среду.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2C7D58" w:rsidRDefault="00A41873" w:rsidP="002C7D58">
      <w:pPr>
        <w:pStyle w:val="Standard"/>
        <w:spacing w:before="108"/>
        <w:jc w:val="center"/>
        <w:rPr>
          <w:rFonts w:ascii="Times New Roman" w:hAnsi="Times New Roman" w:cs="Times New Roman"/>
          <w:lang w:val="ru-RU"/>
        </w:rPr>
      </w:pPr>
      <w:r w:rsidRPr="002C7D58">
        <w:rPr>
          <w:rFonts w:ascii="Times New Roman" w:hAnsi="Times New Roman" w:cs="Times New Roman"/>
          <w:lang w:val="ru-RU"/>
        </w:rPr>
        <w:t>2.1.2 Оценка влияния дорожной сети на социально-экономическое развитие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>Основные показатели развития экономики - уровень цен, доходы бюджета, уровень жизни населения - находятся в прямой зависимости от плотности и состояния дорожной сети.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>Технические параметры и уровень инженерного оснащения большинства автомобильных дорог не отвечают современным требованиям и не соответствуют достигнутым размерам интенсивности движения транспортных средств. Это приводит к снижению их пропускной способности, увеличению затрат от потери времени следования в пути пользователей дорогами, высокой себестоимости перевозок и др.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>Совершенно очевидно, что улучшение эксплуатационных качеств  дорог ведет к значительному увеличению объемов перевозок в связи с  ликвидацией перепробега вследствие формирования новых транспортных связей.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>Неудовлетворительное состояние дорожной сети замедляет темпы социально-экономического развития.  Низкое качество дорог влекут за собой целый ряд негативных социальных явлений. Сдерживается развитие культуры и образования, торговли и службы быта, трудности в доставке товаров влекут за собой снижение их качества и увеличение стоимости.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>Плохое состояние дорог обусловливает повышенный выброс в атмосферу вредных веществ и дополнительное шумовое воздействие.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</w:p>
    <w:p w:rsidR="00A41873" w:rsidRPr="002C7D58" w:rsidRDefault="00A41873" w:rsidP="002C7D58">
      <w:pPr>
        <w:pStyle w:val="Standard"/>
        <w:spacing w:before="108"/>
        <w:jc w:val="center"/>
        <w:rPr>
          <w:rFonts w:ascii="Times New Roman" w:hAnsi="Times New Roman" w:cs="Times New Roman"/>
          <w:lang w:val="ru-RU"/>
        </w:rPr>
      </w:pPr>
      <w:r w:rsidRPr="002C7D58">
        <w:rPr>
          <w:rFonts w:ascii="Times New Roman" w:hAnsi="Times New Roman" w:cs="Times New Roman"/>
          <w:lang w:val="ru-RU"/>
        </w:rPr>
        <w:t>2.1.3 Оценка безопасности движения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>В последние годы увеличение экономической активности населения, рост парка автотранспортных средств и мобильности населения за счет массового использования личных легковых автомобилей привели к резкому повышению числа дорожно-транспортных происшествий, количество которых за последний период значительно увеличилось. Увеличение количества ДТП в последние годы сопровождается ростом числа погибших и раненых.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>Из общего числа дорожно-транспортных происшествий доля ДТП по причинам, сопутствующим дорожным условиям, связана не только с состоянием автомобильных дорог и неудовлетворительным их содержанием, но и недостаточным техническим оснащением..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>Также влияют на безопасность движения низкое качество установленных дорожных знаков из-за несоответствия стандарту покрытия знака, особенно в ночное время, отсутствие освещения и пешеходных дорожек.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>Вследствие постоянного дефицита финансовых средств к числу основных причин аварий следует отнести значительный износ дорожных покрытий.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>Ликвидация потенциально аварийных участков является одним из важнейших направлений развития дорожной сети.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</w:p>
    <w:p w:rsidR="00A41873" w:rsidRPr="002C7D58" w:rsidRDefault="00A41873" w:rsidP="002C7D58">
      <w:pPr>
        <w:pStyle w:val="Standard"/>
        <w:spacing w:before="108"/>
        <w:jc w:val="center"/>
        <w:rPr>
          <w:rFonts w:ascii="Times New Roman" w:hAnsi="Times New Roman" w:cs="Times New Roman"/>
          <w:lang w:val="ru-RU"/>
        </w:rPr>
      </w:pPr>
      <w:r w:rsidRPr="002C7D58">
        <w:rPr>
          <w:rFonts w:ascii="Times New Roman" w:hAnsi="Times New Roman" w:cs="Times New Roman"/>
          <w:lang w:val="ru-RU"/>
        </w:rPr>
        <w:t>2.1.4 Оценка воздействия автодорог на окружающую среду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>Основными видами воздействия автотранспорта на окружающую среду являются загрязнение атмосферы, почвы и транспортный шум.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>Минимальные уровни эмиссии в почву свинца и отработанных газов в атмосферу обеспечиваются при средней скорости транспортного потока, близкой к 80</w:t>
      </w:r>
      <w:r w:rsidRPr="002C7D58">
        <w:rPr>
          <w:rFonts w:ascii="Times New Roman" w:hAnsi="Times New Roman" w:cs="Times New Roman"/>
          <w:color w:val="auto"/>
        </w:rPr>
        <w:t> </w:t>
      </w:r>
      <w:r w:rsidRPr="002C7D58">
        <w:rPr>
          <w:rFonts w:ascii="Times New Roman" w:hAnsi="Times New Roman" w:cs="Times New Roman"/>
          <w:color w:val="auto"/>
          <w:lang w:val="ru-RU"/>
        </w:rPr>
        <w:t>км/час, которая зависит от дорожных условий.</w:t>
      </w:r>
    </w:p>
    <w:p w:rsidR="00A41873" w:rsidRPr="002C7D58" w:rsidRDefault="00A41873" w:rsidP="002C7D58">
      <w:pPr>
        <w:pStyle w:val="Standard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 xml:space="preserve">    Постоянно возрастающие требования к качеству атмосферного воздуха обостряют проблему пыле- и газоочистки.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>Недисциплинированность отдельных водителей приводит к скоплению мусора на откосах в полосе отвода дорог.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>На территории муниципального образования п. Курагино остается значительное количество дорог, не имеющих усовершенствованного покрытия, что ведет к запыленности воздуха, представляющего вред для водителей и пассажиров, а также для населения, проживающего в непосредственной близости от автомобильных дорог.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>Прогнозируемый рост количества транспортных средств и увеличение объема грузовых и пассажирских перевозок на автомобильном транспорте приведут к повышению интенсивности движения, что в существующих условиях будет способствовать появлению транспортных заторов, снижению скоростей движения, росту транспортных издержек и ухудшению экологической обстановки.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</w:p>
    <w:p w:rsidR="00A41873" w:rsidRPr="002C7D58" w:rsidRDefault="00A41873" w:rsidP="002C7D58">
      <w:pPr>
        <w:pStyle w:val="Standard"/>
        <w:tabs>
          <w:tab w:val="left" w:pos="1560"/>
          <w:tab w:val="left" w:pos="1701"/>
        </w:tabs>
        <w:ind w:firstLine="720"/>
        <w:jc w:val="center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 xml:space="preserve">      2.1.5. Оценка организации льготного транспортного обслуживания отдельных категорий граждан.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</w:p>
    <w:p w:rsidR="00A41873" w:rsidRPr="002C7D58" w:rsidRDefault="00A41873" w:rsidP="002C7D58">
      <w:pPr>
        <w:pStyle w:val="BodyTextIndent"/>
        <w:tabs>
          <w:tab w:val="left" w:pos="284"/>
          <w:tab w:val="left" w:pos="567"/>
          <w:tab w:val="left" w:pos="709"/>
          <w:tab w:val="left" w:pos="851"/>
          <w:tab w:val="left" w:pos="993"/>
        </w:tabs>
        <w:spacing w:after="0"/>
        <w:ind w:left="284"/>
        <w:jc w:val="both"/>
      </w:pPr>
      <w:r w:rsidRPr="002C7D58">
        <w:tab/>
      </w:r>
      <w:r w:rsidRPr="002C7D58">
        <w:tab/>
        <w:t>Под отдельной категорией граждан понимается – учащиеся в муниципальных общеобразовательных учреждениях, Курагинского филиала КГБПОУ «Минусинского сельскохозяйственного колледжа», расположенных на территории муниципального образования поселок Курагино и не достигшие возраста 18 лет, являющиеся членами малоимущих семей, проживающих на территории муниципального образования поселок Курагино.</w:t>
      </w:r>
    </w:p>
    <w:p w:rsidR="00A41873" w:rsidRPr="002C7D58" w:rsidRDefault="00A41873" w:rsidP="002C7D58">
      <w:pPr>
        <w:pStyle w:val="BodyTextIndent"/>
        <w:tabs>
          <w:tab w:val="left" w:pos="284"/>
          <w:tab w:val="left" w:pos="567"/>
          <w:tab w:val="left" w:pos="709"/>
          <w:tab w:val="left" w:pos="851"/>
          <w:tab w:val="left" w:pos="993"/>
        </w:tabs>
        <w:spacing w:after="0"/>
        <w:ind w:left="284"/>
        <w:jc w:val="both"/>
      </w:pPr>
      <w:r w:rsidRPr="002C7D58">
        <w:t xml:space="preserve">         Учащимся муниципальных образовательных учреждений, проживающим на территории муниципального образования поселок Курагино в период с 11 января по 30 июня и 01 сентября по 31 декабря предоставляются льготы: право приобретения проездных билетов, отпускаемых транспортными предприятиями для проезда городским пассажирским автотранспортом  в поселке Курагино, в размере 50% от стоимости.</w:t>
      </w:r>
    </w:p>
    <w:p w:rsidR="00A41873" w:rsidRPr="002C7D58" w:rsidRDefault="00A41873" w:rsidP="002C7D58">
      <w:pPr>
        <w:pStyle w:val="BodyTextIndent"/>
        <w:tabs>
          <w:tab w:val="left" w:pos="284"/>
          <w:tab w:val="left" w:pos="567"/>
          <w:tab w:val="left" w:pos="709"/>
          <w:tab w:val="left" w:pos="851"/>
          <w:tab w:val="left" w:pos="993"/>
        </w:tabs>
        <w:spacing w:after="0"/>
        <w:ind w:left="284"/>
        <w:jc w:val="both"/>
      </w:pPr>
      <w:r w:rsidRPr="002C7D58">
        <w:t xml:space="preserve">         Финансирование расходов производится за счет средств, предусмотренных в поселковом бюджете на реализацию прав отдельных категорий пассажиров на проезд по льготным тарифам. </w:t>
      </w:r>
    </w:p>
    <w:p w:rsidR="00A41873" w:rsidRPr="002C7D58" w:rsidRDefault="00A41873" w:rsidP="002C7D58">
      <w:pPr>
        <w:pStyle w:val="BodyTextIndent"/>
        <w:tabs>
          <w:tab w:val="left" w:pos="284"/>
          <w:tab w:val="left" w:pos="567"/>
          <w:tab w:val="left" w:pos="709"/>
          <w:tab w:val="left" w:pos="851"/>
          <w:tab w:val="left" w:pos="993"/>
        </w:tabs>
        <w:spacing w:after="0"/>
        <w:ind w:left="284"/>
        <w:jc w:val="both"/>
      </w:pPr>
      <w:r w:rsidRPr="002C7D58">
        <w:t xml:space="preserve">          Возмещение расходов связанных с предоставлением 50%-ой скидки при продаже проездных билетов,  транспортным организациям осуществляется на основании соглашений, заключенных администрацией поселка Курагино и транспортными организациями, не зависимо от форм собственности, предоставляющим транспортные услуги гражданам на территории поселка Курагино.</w:t>
      </w:r>
    </w:p>
    <w:p w:rsidR="00A41873" w:rsidRPr="002C7D58" w:rsidRDefault="00A41873" w:rsidP="002C7D58">
      <w:pPr>
        <w:pStyle w:val="BodyTextIndent"/>
        <w:tabs>
          <w:tab w:val="left" w:pos="284"/>
          <w:tab w:val="left" w:pos="567"/>
          <w:tab w:val="left" w:pos="709"/>
          <w:tab w:val="left" w:pos="851"/>
          <w:tab w:val="left" w:pos="993"/>
        </w:tabs>
        <w:spacing w:after="0"/>
        <w:ind w:left="284"/>
        <w:jc w:val="both"/>
      </w:pPr>
      <w:r w:rsidRPr="002C7D58">
        <w:t>Транспортная организация в заявительном порядке не позднее 5 числа месяца, следующего за отчетным предоставляет в администрацию поселка Курагино информацию о реализованных проездных билетах отдельным категориям граждан, которым предоставляется право льготного проезда для проведения проверки обоснованности возмещения расходов.</w:t>
      </w:r>
    </w:p>
    <w:p w:rsidR="00A41873" w:rsidRPr="002C7D58" w:rsidRDefault="00A41873" w:rsidP="002C7D58">
      <w:pPr>
        <w:pStyle w:val="BodyTextIndent"/>
        <w:tabs>
          <w:tab w:val="left" w:pos="284"/>
          <w:tab w:val="left" w:pos="567"/>
          <w:tab w:val="left" w:pos="709"/>
          <w:tab w:val="left" w:pos="851"/>
          <w:tab w:val="left" w:pos="993"/>
        </w:tabs>
        <w:spacing w:after="0"/>
        <w:ind w:left="284"/>
        <w:jc w:val="both"/>
      </w:pPr>
      <w:r w:rsidRPr="002C7D58">
        <w:t xml:space="preserve">    Администрация поселка Курагино производит возмещение расходов транспортным предприятиям путем перечисления денежных средств на их расчетные счета.</w:t>
      </w:r>
    </w:p>
    <w:p w:rsidR="00A41873" w:rsidRPr="002C7D58" w:rsidRDefault="00A41873" w:rsidP="002C7D58">
      <w:pPr>
        <w:pStyle w:val="BodyTextIndent"/>
        <w:tabs>
          <w:tab w:val="left" w:pos="284"/>
          <w:tab w:val="left" w:pos="567"/>
          <w:tab w:val="left" w:pos="709"/>
          <w:tab w:val="left" w:pos="851"/>
          <w:tab w:val="left" w:pos="993"/>
        </w:tabs>
        <w:spacing w:after="0"/>
        <w:ind w:left="284"/>
        <w:jc w:val="both"/>
      </w:pPr>
      <w:r w:rsidRPr="002C7D58">
        <w:t xml:space="preserve">         На протяжении последних лет среднемесячно правом приобретения проездных билетов для проезда городским автотранспортом пользуется более 40 школьников из малообеспеченных семей, проживающих в поселке Курагино (9% от общего числа школьников поселка из малообеспеченных семей Курагино).</w:t>
      </w:r>
    </w:p>
    <w:p w:rsidR="00A41873" w:rsidRPr="002C7D58" w:rsidRDefault="00A41873" w:rsidP="002C7D58">
      <w:pPr>
        <w:pStyle w:val="Standard"/>
        <w:ind w:firstLine="720"/>
        <w:jc w:val="both"/>
        <w:rPr>
          <w:rFonts w:ascii="Times New Roman" w:hAnsi="Times New Roman" w:cs="Times New Roman"/>
          <w:color w:val="auto"/>
          <w:lang w:val="ru-RU"/>
        </w:rPr>
      </w:pP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2C7D58" w:rsidRDefault="00A41873" w:rsidP="002C7D58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Основная цель, задачи, этапы и сроки выполнения подпрограммы, целевые индикаторы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left="3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 xml:space="preserve">         2.2.1. Целью подпрограммы является - обеспечение сохранности, модернизация и развитие сети автомобильных дорог муниципального образования поселок Курагино, повышение доступности транспортных услуг для населения. 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 xml:space="preserve">         2.2.2. Для достижения поставленной цели необходимо решение следующих задач: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left="39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 xml:space="preserve">         - ремонт автомобильных дорог общего пользования местного значения;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 xml:space="preserve">          - выполнение работ  по содержанию автомобильных дорог местного значения и искусственных  сооружений на них. 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 xml:space="preserve">          - повышение безопасности дорожного движения.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 xml:space="preserve">          - организация льготного транспортного обслуживания отдельных категорий граждан.</w:t>
      </w:r>
      <w:r w:rsidRPr="002C7D58">
        <w:rPr>
          <w:rFonts w:ascii="Times New Roman" w:hAnsi="Times New Roman" w:cs="Times New Roman"/>
          <w:sz w:val="24"/>
          <w:szCs w:val="24"/>
        </w:rPr>
        <w:br/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2.2.3. Муниципальным заказчиком подпрограммы является администрация поселка Курагино.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К компетенции администрации поселка Курагино в соответствии с федеральным законом от 06.10.2003 г. №131-ФЗ «Об общих принципах организации местного самоуправления в Российской Федерации», Уставом муниципального образования поселок Курагино: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1) формирование, утверждение, исполнение бюджета поселения и контроль за исполнением данного бюджета;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hyperlink r:id="rId8" w:history="1">
        <w:r w:rsidRPr="002C7D58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2C7D58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2.2.4. Срок реализации подпрограммы 2018-2020 годы.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2.2.5. Показатели результативности подпрограммы характеризуют следующие показатели: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6"/>
        <w:gridCol w:w="1842"/>
        <w:gridCol w:w="1418"/>
        <w:gridCol w:w="1276"/>
        <w:gridCol w:w="1275"/>
      </w:tblGrid>
      <w:tr w:rsidR="00A41873" w:rsidRPr="002C7D58">
        <w:tc>
          <w:tcPr>
            <w:tcW w:w="3936" w:type="dxa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1842" w:type="dxa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418" w:type="dxa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2C7D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2C7D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C7D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A41873" w:rsidRPr="002C7D58">
        <w:trPr>
          <w:trHeight w:val="1521"/>
        </w:trPr>
        <w:tc>
          <w:tcPr>
            <w:tcW w:w="3936" w:type="dxa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с твердым покрытием</w:t>
            </w:r>
          </w:p>
        </w:tc>
        <w:tc>
          <w:tcPr>
            <w:tcW w:w="1842" w:type="dxa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276" w:type="dxa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275" w:type="dxa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A41873" w:rsidRPr="002C7D58">
        <w:tc>
          <w:tcPr>
            <w:tcW w:w="3936" w:type="dxa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 xml:space="preserve">Доля дорожно-транспортных происшествий по причинам сопутствующим дорожным условиям.  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276" w:type="dxa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41873" w:rsidRPr="002C7D58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</w:tbl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 xml:space="preserve"> Перечень целевых индикаторов подпрограммы представлен в приложении № 1 к подпрограмме.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2C7D58" w:rsidRDefault="00A41873" w:rsidP="002C7D58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Механизм реализации подпрограммы.</w:t>
      </w:r>
    </w:p>
    <w:p w:rsidR="00A41873" w:rsidRPr="002C7D58" w:rsidRDefault="00A41873" w:rsidP="002C7D58">
      <w:pPr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Перечень мероприятий подпрограммы приведен в приложении №2 к подпрограмме.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 xml:space="preserve">           Главным распорядителем бюджетных средств является администрация поселка Курагино.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 xml:space="preserve">            Реализация мероприятий подпрограммы осуществляется посредствам заключения контрактов (договоров) на поставки товаров, выполнение работ, оказание услуг для государственных нужд в соответствии с действующим законодательством Российской Федерации.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 xml:space="preserve">            Внутренний финансовый контроль за целевым и эффективным использованием средств местного бюджета на реализацию мероприятий подпрограммы осуществляется администрацией поселка Курагино.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 xml:space="preserve">        Внешний  финансовый контроль осуществляется контрольно-ревизионной комиссией Курагинского районного Совета депутатов на основании заключенного соглашения между муниципальным образованием поселок Курагино и Курагинским районным Советом депутатов.</w:t>
      </w:r>
    </w:p>
    <w:p w:rsidR="00A41873" w:rsidRPr="002C7D58" w:rsidRDefault="00A41873" w:rsidP="002C7D5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2C7D58" w:rsidRDefault="00A41873" w:rsidP="002C7D58">
      <w:pPr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Организация управления подпрограммой и контроль за ходом ее выполнения.</w:t>
      </w:r>
    </w:p>
    <w:p w:rsidR="00A41873" w:rsidRPr="002C7D58" w:rsidRDefault="00A41873" w:rsidP="002C7D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004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2C7D58" w:rsidRDefault="00A41873" w:rsidP="002C7D58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Текущее управление реализацией подпрограммы осуществляется администрацией поселка Курагино.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Администрация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Администрацией осуществляется: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 xml:space="preserve"> - мониторинг реализации мероприятий подпрограммы;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 xml:space="preserve"> - непосредственный контроль за ходом реализации мероприятий подпрограммы;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 xml:space="preserve"> - подготовка отчетов о реализации подпрограммы;</w:t>
      </w:r>
    </w:p>
    <w:p w:rsidR="00A41873" w:rsidRPr="002C7D58" w:rsidRDefault="00A41873" w:rsidP="002C7D58">
      <w:pPr>
        <w:tabs>
          <w:tab w:val="left" w:pos="284"/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 xml:space="preserve"> - ежегодная оценка эффективности реализации подпрограммы </w:t>
      </w:r>
      <w:r w:rsidRPr="002C7D58">
        <w:rPr>
          <w:rFonts w:ascii="Times New Roman" w:hAnsi="Times New Roman" w:cs="Times New Roman"/>
          <w:sz w:val="24"/>
          <w:szCs w:val="24"/>
        </w:rPr>
        <w:br/>
        <w:t>в соответствии с Порядком проведения и критериями оценки эффективности реализации муниципальных программ, утвержденного постановлением администрации поселка Курагино от 09.09.2013 № 219-П «Об утверждении Порядка принятия решений о разработке муниципальных программ поселка Курагино, их формировании и реализации».</w:t>
      </w: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2C7D58" w:rsidRDefault="00A41873" w:rsidP="002C7D58">
      <w:pPr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C7D58">
        <w:rPr>
          <w:rFonts w:ascii="Times New Roman" w:hAnsi="Times New Roman" w:cs="Times New Roman"/>
          <w:sz w:val="24"/>
          <w:szCs w:val="24"/>
        </w:rPr>
        <w:t>2.5.Оценка социально-экономической эффективности от реализации подпрограммы.</w:t>
      </w:r>
    </w:p>
    <w:p w:rsidR="00A41873" w:rsidRPr="002C7D58" w:rsidRDefault="00A41873" w:rsidP="002C7D58">
      <w:pPr>
        <w:pStyle w:val="BodyTextIndent"/>
        <w:spacing w:after="0"/>
        <w:ind w:left="450"/>
        <w:jc w:val="both"/>
      </w:pPr>
    </w:p>
    <w:p w:rsidR="00A41873" w:rsidRPr="002C7D58" w:rsidRDefault="00A41873" w:rsidP="002C7D58">
      <w:pPr>
        <w:pStyle w:val="BodyTextIndent"/>
        <w:spacing w:after="0"/>
        <w:ind w:left="0" w:firstLine="709"/>
        <w:jc w:val="both"/>
      </w:pPr>
      <w:r w:rsidRPr="002C7D58">
        <w:t xml:space="preserve"> Реализация подпрограммы позволит достичь следующих результатов:</w:t>
      </w:r>
    </w:p>
    <w:p w:rsidR="00A41873" w:rsidRPr="002C7D58" w:rsidRDefault="00A41873" w:rsidP="002C7D58">
      <w:pPr>
        <w:pStyle w:val="BodyTextIndent"/>
        <w:spacing w:after="0"/>
        <w:ind w:left="0" w:firstLine="709"/>
      </w:pPr>
      <w:r w:rsidRPr="002C7D58">
        <w:t xml:space="preserve">- обеспечить проведение мероприятий, направленных на сохранение </w:t>
      </w:r>
      <w:r w:rsidRPr="002C7D58">
        <w:br/>
        <w:t>и модернизацию существующей сети автомобильных дорог общего пользования;</w:t>
      </w:r>
    </w:p>
    <w:p w:rsidR="00A41873" w:rsidRPr="002C7D58" w:rsidRDefault="00A41873" w:rsidP="002C7D58">
      <w:pPr>
        <w:pStyle w:val="BodyTextIndent"/>
        <w:spacing w:after="0"/>
        <w:ind w:left="0" w:firstLine="709"/>
        <w:jc w:val="both"/>
      </w:pPr>
      <w:r w:rsidRPr="002C7D58">
        <w:t>- снизить влияние дорожных условий на безопасность дорожного движения;</w:t>
      </w:r>
    </w:p>
    <w:p w:rsidR="00A41873" w:rsidRPr="002C7D58" w:rsidRDefault="00A41873" w:rsidP="002C7D58">
      <w:pPr>
        <w:pStyle w:val="Standard"/>
        <w:ind w:firstLine="720"/>
        <w:rPr>
          <w:rFonts w:ascii="Times New Roman" w:hAnsi="Times New Roman" w:cs="Times New Roman"/>
          <w:color w:val="auto"/>
          <w:lang w:val="ru-RU"/>
        </w:rPr>
      </w:pPr>
      <w:r w:rsidRPr="002C7D58">
        <w:rPr>
          <w:rFonts w:ascii="Times New Roman" w:hAnsi="Times New Roman" w:cs="Times New Roman"/>
          <w:color w:val="auto"/>
          <w:lang w:val="ru-RU"/>
        </w:rPr>
        <w:t xml:space="preserve">- повышение уровня и улучшение социальных условий жизни населения;     </w:t>
      </w:r>
    </w:p>
    <w:p w:rsidR="00A41873" w:rsidRPr="002C7D58" w:rsidRDefault="00A41873" w:rsidP="002C7D58">
      <w:pPr>
        <w:pStyle w:val="BodyTextIndent"/>
        <w:spacing w:after="0"/>
        <w:ind w:left="0" w:firstLine="709"/>
        <w:jc w:val="both"/>
      </w:pPr>
    </w:p>
    <w:p w:rsidR="00A41873" w:rsidRPr="002C7D58" w:rsidRDefault="00A41873" w:rsidP="002C7D58">
      <w:pPr>
        <w:pStyle w:val="BodyTextIndent"/>
        <w:spacing w:after="0"/>
        <w:ind w:left="0" w:firstLine="709"/>
        <w:jc w:val="center"/>
      </w:pPr>
    </w:p>
    <w:p w:rsidR="00A41873" w:rsidRPr="002C7D58" w:rsidRDefault="00A41873" w:rsidP="002C7D58">
      <w:pPr>
        <w:pStyle w:val="BodyTextIndent"/>
        <w:spacing w:after="0"/>
        <w:ind w:left="284"/>
        <w:jc w:val="center"/>
      </w:pPr>
      <w:r w:rsidRPr="002C7D58">
        <w:t>2.6.Мероприятия подпрограммы</w:t>
      </w:r>
    </w:p>
    <w:p w:rsidR="00A41873" w:rsidRPr="002C7D58" w:rsidRDefault="00A41873" w:rsidP="002C7D58">
      <w:pPr>
        <w:pStyle w:val="BodyTextIndent"/>
        <w:tabs>
          <w:tab w:val="left" w:pos="709"/>
          <w:tab w:val="left" w:pos="851"/>
        </w:tabs>
        <w:spacing w:after="0"/>
        <w:ind w:left="284"/>
        <w:jc w:val="both"/>
      </w:pPr>
      <w:r w:rsidRPr="002C7D58">
        <w:t xml:space="preserve">       Система мероприятий подпрограммы приведена в приложении №2 к подпрограмме.</w:t>
      </w:r>
    </w:p>
    <w:p w:rsidR="00A41873" w:rsidRPr="002C7D58" w:rsidRDefault="00A41873" w:rsidP="002C7D58">
      <w:pPr>
        <w:pStyle w:val="BodyTextIndent"/>
        <w:spacing w:after="0"/>
        <w:ind w:left="720"/>
      </w:pPr>
    </w:p>
    <w:p w:rsidR="00A41873" w:rsidRPr="002C7D58" w:rsidRDefault="00A41873" w:rsidP="002C7D58">
      <w:pPr>
        <w:pStyle w:val="BodyTextIndent"/>
        <w:spacing w:after="0"/>
        <w:ind w:left="0"/>
        <w:jc w:val="center"/>
      </w:pPr>
      <w:r w:rsidRPr="002C7D58">
        <w:t>2.7. Ресурсное обеспечение подпрограммы</w:t>
      </w:r>
    </w:p>
    <w:p w:rsidR="00A41873" w:rsidRPr="002C7D58" w:rsidRDefault="00A41873" w:rsidP="002C7D58">
      <w:pPr>
        <w:pStyle w:val="BodyTextIndent"/>
        <w:spacing w:after="0"/>
        <w:ind w:left="0"/>
        <w:jc w:val="both"/>
      </w:pPr>
      <w:r w:rsidRPr="002C7D58">
        <w:t xml:space="preserve">          Ресурсное обеспечение программы приведено в приложении № 2 к подпрограмме.</w:t>
      </w: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829"/>
        <w:gridCol w:w="2958"/>
        <w:gridCol w:w="1292"/>
        <w:gridCol w:w="1513"/>
        <w:gridCol w:w="1493"/>
        <w:gridCol w:w="1493"/>
        <w:gridCol w:w="1493"/>
        <w:gridCol w:w="1271"/>
        <w:gridCol w:w="1271"/>
      </w:tblGrid>
      <w:tr w:rsidR="00A41873" w:rsidRPr="002C7D58">
        <w:trPr>
          <w:trHeight w:val="1260"/>
        </w:trPr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№1  подпрограммы "Развитие транспортной системы муниципального образования поселка Курагино"  на 2018-2020 годы</w:t>
            </w:r>
          </w:p>
        </w:tc>
      </w:tr>
      <w:tr w:rsidR="00A41873" w:rsidRPr="002C7D58">
        <w:trPr>
          <w:trHeight w:val="315"/>
        </w:trPr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2C7D58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целевых индикаторов подпрограммы</w:t>
            </w:r>
          </w:p>
        </w:tc>
      </w:tr>
      <w:tr w:rsidR="00A41873" w:rsidRPr="002C7D58">
        <w:trPr>
          <w:trHeight w:val="94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Цель, целевые индикаторы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Отчетный финансовый год 2016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финансовый год 2017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Очередной финансовый год 2018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 год планового периода 2019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год планового периода 2020</w:t>
            </w:r>
          </w:p>
        </w:tc>
      </w:tr>
      <w:tr w:rsidR="00A41873" w:rsidRPr="002C7D58">
        <w:trPr>
          <w:trHeight w:val="67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 подпрограммы: обеспечение сохранности, модернизация и развитие сети автомобильных дорог муниципального образования поселок Курагино, повышение доступности транспортных услуг для населения.</w:t>
            </w:r>
          </w:p>
        </w:tc>
      </w:tr>
      <w:tr w:rsidR="00A41873" w:rsidRPr="002C7D58">
        <w:trPr>
          <w:trHeight w:val="289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1: доля протяженности автомобильных дорог общего пользования с твердым покрытием.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</w:t>
            </w:r>
          </w:p>
        </w:tc>
      </w:tr>
      <w:tr w:rsidR="00A41873" w:rsidRPr="002C7D58">
        <w:trPr>
          <w:trHeight w:val="303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2: Доля дорожно-транспортных проишествий по причинам,сопутствующим дорожным условиям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25,8</w:t>
            </w:r>
          </w:p>
        </w:tc>
      </w:tr>
    </w:tbl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1970"/>
        <w:gridCol w:w="787"/>
        <w:gridCol w:w="787"/>
        <w:gridCol w:w="738"/>
        <w:gridCol w:w="1416"/>
        <w:gridCol w:w="576"/>
        <w:gridCol w:w="1116"/>
        <w:gridCol w:w="1116"/>
        <w:gridCol w:w="1116"/>
        <w:gridCol w:w="1236"/>
        <w:gridCol w:w="3036"/>
      </w:tblGrid>
      <w:tr w:rsidR="00A41873" w:rsidRPr="002C7D58">
        <w:trPr>
          <w:trHeight w:val="1665"/>
        </w:trPr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№2 подпрограммы "Развитие транспортной системы муниципального образования поселка Курагино" на 2018-2020 годы</w:t>
            </w:r>
          </w:p>
        </w:tc>
      </w:tr>
      <w:tr w:rsidR="00A41873" w:rsidRPr="002C7D58">
        <w:trPr>
          <w:trHeight w:val="300"/>
        </w:trPr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2C7D58">
        <w:trPr>
          <w:trHeight w:val="76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мероприятий подпрограммы  муниципальной программы поселка Курагино с указанием объема средств на их реализацию и ожидаемых результатов</w:t>
            </w:r>
          </w:p>
        </w:tc>
      </w:tr>
      <w:tr w:rsidR="00A41873" w:rsidRPr="002C7D58">
        <w:trPr>
          <w:trHeight w:val="315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муниципального образования поселка Курагино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4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(тыс.руб.),годы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A41873" w:rsidRPr="002C7D58">
        <w:trPr>
          <w:trHeight w:val="2490"/>
        </w:trPr>
        <w:tc>
          <w:tcPr>
            <w:tcW w:w="8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за период 2018-2020</w:t>
            </w:r>
          </w:p>
        </w:tc>
        <w:tc>
          <w:tcPr>
            <w:tcW w:w="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2C7D58">
        <w:trPr>
          <w:trHeight w:val="66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подпрограммы: обеспечение сохранности, модернизация и развитие сети автомобильных дорог муниципального образования поселок Курагино.</w:t>
            </w:r>
          </w:p>
        </w:tc>
      </w:tr>
      <w:tr w:rsidR="00A41873" w:rsidRPr="002C7D58">
        <w:trPr>
          <w:trHeight w:val="40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1: ремонт, капитальный ремонт автомобильных дорог общего пользования местного значения.</w:t>
            </w:r>
          </w:p>
        </w:tc>
      </w:tr>
      <w:tr w:rsidR="00A41873" w:rsidRPr="002C7D58">
        <w:trPr>
          <w:trHeight w:val="1710"/>
        </w:trPr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 Ремонт улично-дорожной сети дорог поселка Курагино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0120082030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2000,000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автомобильных дорог с твердым покрытием (46,27 км.)</w:t>
            </w:r>
          </w:p>
        </w:tc>
      </w:tr>
      <w:tr w:rsidR="00A41873" w:rsidRPr="002C7D58">
        <w:trPr>
          <w:trHeight w:val="43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2: выполнение работ  по содержанию автомобильных дорог местного значения и искусственных сооружений на них.</w:t>
            </w:r>
          </w:p>
        </w:tc>
      </w:tr>
      <w:tr w:rsidR="00A41873" w:rsidRPr="002C7D58">
        <w:trPr>
          <w:trHeight w:val="1500"/>
        </w:trPr>
        <w:tc>
          <w:tcPr>
            <w:tcW w:w="85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2.1. Содержание улично-дорожной сети дорог поселка Курагино</w:t>
            </w:r>
          </w:p>
        </w:tc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4737,000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4737,000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4737,000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14211,000</w:t>
            </w: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автомобильных дорог с твердым покрытием (46,27 км.)</w:t>
            </w:r>
          </w:p>
        </w:tc>
      </w:tr>
      <w:tr w:rsidR="00A41873" w:rsidRPr="002C7D58">
        <w:trPr>
          <w:trHeight w:val="315"/>
        </w:trPr>
        <w:tc>
          <w:tcPr>
            <w:tcW w:w="85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0120081020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1481,500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1517,600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4327,100</w:t>
            </w: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2C7D58">
        <w:trPr>
          <w:trHeight w:val="7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3: повышение безопасности дорожного движения,ввод в действие проекта «Организация дорожного движения  на автомобильных дорогах в муниципальном образовании поселок Курагино Курагинского района Красноярского края». </w:t>
            </w:r>
          </w:p>
        </w:tc>
      </w:tr>
      <w:tr w:rsidR="00A41873" w:rsidRPr="002C7D58">
        <w:trPr>
          <w:trHeight w:val="282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3.1. Разметка дорог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2100,000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 дорожно-транспортныхпроишествий по причинам, сопутствующим дорожным условиям (до 32,3%)</w:t>
            </w:r>
          </w:p>
        </w:tc>
      </w:tr>
      <w:tr w:rsidR="00A41873" w:rsidRPr="002C7D58">
        <w:trPr>
          <w:trHeight w:val="28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3.2. Поставка и установка дорожных знаков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2100,000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доли дорожно-транспортныхпроишествий по причинам, сопутствующим дорожным условиям (до 32,3%)</w:t>
            </w:r>
          </w:p>
        </w:tc>
      </w:tr>
      <w:tr w:rsidR="00A41873" w:rsidRPr="002C7D58">
        <w:trPr>
          <w:trHeight w:val="28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3.3. Приобритение автобусных павильонов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доли дорожно-транспортныхпроишествий по причинам, сопутствующим дорожным условиям (до 32,3%)</w:t>
            </w:r>
          </w:p>
        </w:tc>
      </w:tr>
      <w:tr w:rsidR="00A41873" w:rsidRPr="002C7D58">
        <w:trPr>
          <w:trHeight w:val="2835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3.4. Содержание светофорных объектов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доли дорожно-транспортныхпроишествий по причинам, сопутствующим дорожным условиям (до 32,3%)</w:t>
            </w:r>
          </w:p>
        </w:tc>
      </w:tr>
      <w:tr w:rsidR="00A41873" w:rsidRPr="002C7D58">
        <w:trPr>
          <w:trHeight w:val="222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3.5. Исполнение судебных актов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9,000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</w:tr>
      <w:tr w:rsidR="00A41873" w:rsidRPr="002C7D58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4: Организация льготного транспортного обслуживания отдельных категорий граждан</w:t>
            </w:r>
          </w:p>
        </w:tc>
      </w:tr>
      <w:tr w:rsidR="00A41873" w:rsidRPr="002C7D58">
        <w:trPr>
          <w:trHeight w:val="1890"/>
        </w:trPr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4.1. Возмещение разницы стоимости проездного билета учащихся образовательных учреждений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0120082020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89,100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64,400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64,400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217,900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 на льготный проезд более 20-и учащихъся ежемесячно</w:t>
            </w:r>
          </w:p>
        </w:tc>
      </w:tr>
    </w:tbl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A41873" w:rsidRPr="00F16CD0" w:rsidRDefault="00A41873" w:rsidP="002C7D58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к муниципальной программе поселка Курагино « Комплексное развитие и обеспечение жизнедеятельности муниципального образования поселок Курагино» 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ПОДПРОГРАММА №3 «БЛАГОУСТРОЙСТВО ТЕРРИТОРИИ МУНИЦИПАЛЬНОГО ОБРАЗОВАНИЯ ПОСЕЛКА КУРАГИНО» НА 2018-2020 ГОДЫ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ПАСПОРТ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954"/>
      </w:tblGrid>
      <w:tr w:rsidR="00A41873" w:rsidRPr="00F16CD0">
        <w:tc>
          <w:tcPr>
            <w:tcW w:w="3969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54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муниципального образования поселка Курагино» на 2018-2020 годы (далее - подпрограмма)</w:t>
            </w:r>
          </w:p>
        </w:tc>
      </w:tr>
      <w:tr w:rsidR="00A41873" w:rsidRPr="00F16CD0">
        <w:tc>
          <w:tcPr>
            <w:tcW w:w="3969" w:type="dxa"/>
          </w:tcPr>
          <w:p w:rsidR="00A41873" w:rsidRPr="00F16CD0" w:rsidRDefault="00A41873" w:rsidP="002C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</w:tcPr>
          <w:p w:rsidR="00A41873" w:rsidRPr="00F16CD0" w:rsidRDefault="00A41873" w:rsidP="002C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и обеспечение жизнедеятельности муниципального образования поселок Курагино» </w:t>
            </w:r>
          </w:p>
        </w:tc>
      </w:tr>
      <w:tr w:rsidR="00A41873" w:rsidRPr="00F16CD0">
        <w:tc>
          <w:tcPr>
            <w:tcW w:w="3969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координатор подпрограммы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F16CD0">
        <w:tc>
          <w:tcPr>
            <w:tcW w:w="3969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5954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F16CD0">
        <w:tc>
          <w:tcPr>
            <w:tcW w:w="3969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5954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Цели подпрограммы: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- Обеспечение качественного и высокоэффективного наружного освещения территории муниципального образования поселок Курагино; увеличение уровня благоустроенности территории поселка Курагино для улучшения условий и комфортности проживания граждан.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-Уменьшение уровня преступности в темное время суток.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- приведение улиц и дворов в состояние, соответствующее современным требованиям и стандартам;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системы комплексного благоустройства, приведение в качественное состояние элементов благоустройства поселка Курагино.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F16CD0">
        <w:tc>
          <w:tcPr>
            <w:tcW w:w="3969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5954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-Количество световых точек;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-Обустройство клумб и цветников;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- Количество снесенных сухих и аварийных деревьев;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-Объем сбора и вывоза мусора;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- Объем выкашивания газонов, пустырей и обочин автодорог.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F16CD0">
        <w:tc>
          <w:tcPr>
            <w:tcW w:w="3969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954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2018 - 2020 годы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F16CD0">
        <w:tc>
          <w:tcPr>
            <w:tcW w:w="3969" w:type="dxa"/>
          </w:tcPr>
          <w:p w:rsidR="00A41873" w:rsidRPr="00F16CD0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A41873" w:rsidRPr="00F16CD0" w:rsidRDefault="00A41873" w:rsidP="002C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составляет  26899,650 тыс. рублей за счет бюджета муниципального образования.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2018 год – 11166,800  тыс. рублей.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2019 год –   8460,475  тыс. рублей.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2020 год –   7272,375   тыс. рублей.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F16CD0">
        <w:tc>
          <w:tcPr>
            <w:tcW w:w="3969" w:type="dxa"/>
          </w:tcPr>
          <w:p w:rsidR="00A41873" w:rsidRPr="00F16CD0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</w:tcPr>
          <w:p w:rsidR="00A41873" w:rsidRPr="00F16CD0" w:rsidRDefault="00A41873" w:rsidP="002C7D58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 xml:space="preserve"> Текущее управление реализацией подпрограммы  осуществляется администрацией поселка Курагино.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Администрация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ОБОСНОВАНИЕ ПОДПРОГРАММЫ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2.1. Постановка проблемы и обоснование необходимости 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принятия подпрограммы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         Подпрограмма направлена на решение наиболее важных проблем благоустройства поселка Курагино, путем обеспечения содержания чистоты и порядка улиц и дорог, обеспечение качественного и высокоэффективного наружного освещения .</w:t>
      </w:r>
    </w:p>
    <w:p w:rsidR="00A41873" w:rsidRPr="00F16CD0" w:rsidRDefault="00A41873" w:rsidP="002C7D58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         Подпрограмма разработана для исполнения полномочий органов местного самоуправления администрации поселка Курагино:</w:t>
      </w:r>
    </w:p>
    <w:p w:rsidR="00A41873" w:rsidRPr="00F16CD0" w:rsidRDefault="00A41873" w:rsidP="002C7D5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ab/>
        <w:t>- создания условий для массового отдыха жителей поселения и организации обустройства мест массового отдыха населения;</w:t>
      </w:r>
    </w:p>
    <w:p w:rsidR="00A41873" w:rsidRPr="00F16CD0" w:rsidRDefault="00A41873" w:rsidP="002C7D5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ab/>
        <w:t>- организация сбора и вывоза бытовых отходов;</w:t>
      </w:r>
    </w:p>
    <w:p w:rsidR="00A41873" w:rsidRPr="00F16CD0" w:rsidRDefault="00A41873" w:rsidP="002C7D5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ab/>
        <w:t>- организация освещения улиц;</w:t>
      </w:r>
    </w:p>
    <w:p w:rsidR="00A41873" w:rsidRPr="00F16CD0" w:rsidRDefault="00A41873" w:rsidP="002C7D5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ab/>
        <w:t>- ликвидация несанкционированных свалок.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ab/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2.2. Основные цели, задачи, этапы и сроки выполнения подпрограммы,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целевые индикаторы и показатели результативности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2.2.1. Целью подпрограммы является: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- обеспечение качественного и высокоэффективного наружного освещения территории муниципального образования поселок Курагино; увеличение уровня благоустроенности территории поселка Курагино для улучшения условий и комфортности проживания граждан.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2.2.2. Для достижения поставленных целей необходимо решение следующих задач: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- приведение улиц и дворов в состояние, соответствующее современным требованиям и стандартам;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-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2.2.3. Муниципальным  заказчиком подпрограммы является администрация поселка Курагино.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К компетенции администрации поселка Курагино в соответствии с федеральным законом от 06.10.2003 г. №131-ФЗ «Об общих принципах организации местного самоуправления в Российской Федерации», Уставом муниципального образования поселок Курагино: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1) формирование, утверждение, исполнение бюджета поселения и контроль за исполнением данного бюджета;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2) 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3) организация сбора и вывоза бытовых отходов и мусора;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4)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5) Присвоение наименований улицам, площадям и иным территориям проживания граждан в населенных пунктах, установление нумерации домов;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6) Организация ритуальных услуг и содержание мест захоронения.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2.2.4. Срок реализации подпрограммы - 2018 - 2020 годы. 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left="26"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2.2.5. Показатели результативности подпрограммы характеризуют следующие значения: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6"/>
        <w:gridCol w:w="1842"/>
        <w:gridCol w:w="1418"/>
        <w:gridCol w:w="1276"/>
        <w:gridCol w:w="1275"/>
      </w:tblGrid>
      <w:tr w:rsidR="00A41873" w:rsidRPr="00F16CD0">
        <w:tc>
          <w:tcPr>
            <w:tcW w:w="3936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1842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418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A41873" w:rsidRPr="00F16CD0">
        <w:trPr>
          <w:trHeight w:val="634"/>
        </w:trPr>
        <w:tc>
          <w:tcPr>
            <w:tcW w:w="3936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Количество световых точек</w:t>
            </w:r>
          </w:p>
        </w:tc>
        <w:tc>
          <w:tcPr>
            <w:tcW w:w="1842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76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1275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1039</w:t>
            </w:r>
          </w:p>
        </w:tc>
      </w:tr>
      <w:tr w:rsidR="00A41873" w:rsidRPr="00F16CD0">
        <w:tc>
          <w:tcPr>
            <w:tcW w:w="3936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Обустройство клумб и цветников</w:t>
            </w:r>
          </w:p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418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F16CD0">
        <w:tc>
          <w:tcPr>
            <w:tcW w:w="3936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Количество сухих и аварийных деревьев</w:t>
            </w:r>
          </w:p>
        </w:tc>
        <w:tc>
          <w:tcPr>
            <w:tcW w:w="1842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41873" w:rsidRPr="00F16CD0">
        <w:tc>
          <w:tcPr>
            <w:tcW w:w="3936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Объем сбора и вывоза мусора</w:t>
            </w:r>
          </w:p>
        </w:tc>
        <w:tc>
          <w:tcPr>
            <w:tcW w:w="1842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</w:p>
        </w:tc>
        <w:tc>
          <w:tcPr>
            <w:tcW w:w="1418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2733,5</w:t>
            </w:r>
          </w:p>
        </w:tc>
        <w:tc>
          <w:tcPr>
            <w:tcW w:w="1276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2733,5</w:t>
            </w:r>
          </w:p>
        </w:tc>
        <w:tc>
          <w:tcPr>
            <w:tcW w:w="1275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1776,9</w:t>
            </w:r>
          </w:p>
        </w:tc>
      </w:tr>
      <w:tr w:rsidR="00A41873" w:rsidRPr="00F16CD0">
        <w:tc>
          <w:tcPr>
            <w:tcW w:w="3936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Объем выкашивания газонов, пустырей и обочин автодорог</w:t>
            </w:r>
          </w:p>
        </w:tc>
        <w:tc>
          <w:tcPr>
            <w:tcW w:w="1842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418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41500</w:t>
            </w:r>
          </w:p>
        </w:tc>
        <w:tc>
          <w:tcPr>
            <w:tcW w:w="1276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41500</w:t>
            </w:r>
          </w:p>
        </w:tc>
        <w:tc>
          <w:tcPr>
            <w:tcW w:w="1275" w:type="dxa"/>
          </w:tcPr>
          <w:p w:rsidR="00A41873" w:rsidRPr="00F16CD0" w:rsidRDefault="00A41873" w:rsidP="002C7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D0">
              <w:rPr>
                <w:rFonts w:ascii="Times New Roman" w:hAnsi="Times New Roman" w:cs="Times New Roman"/>
                <w:sz w:val="24"/>
                <w:szCs w:val="24"/>
              </w:rPr>
              <w:t>20833</w:t>
            </w:r>
          </w:p>
        </w:tc>
      </w:tr>
    </w:tbl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 приведен в Приложении 1 подпрограммы.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2.3. Механизм реализации подпрограммы 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         Перечень мероприятий подпрограммы приведен в приложении №2 к подпрограмме.</w:t>
      </w:r>
    </w:p>
    <w:p w:rsidR="00A41873" w:rsidRPr="00F16CD0" w:rsidRDefault="00A41873" w:rsidP="002C7D58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           Главным распорядителем бюджетных средств является администрация поселка Курагино.</w:t>
      </w:r>
    </w:p>
    <w:p w:rsidR="00A41873" w:rsidRPr="00F16CD0" w:rsidRDefault="00A41873" w:rsidP="002C7D58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            Реализация мероприятий подпрограммы осуществляется посредствам заключения контрактов (договоров) на поставки товаров, выполнение работ, оказание услуг для государственных нужд в соответствии с действующим законодательством Российской Федерации.</w:t>
      </w:r>
    </w:p>
    <w:p w:rsidR="00A41873" w:rsidRPr="00F16CD0" w:rsidRDefault="00A41873" w:rsidP="002C7D58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            Внутренний финансовый контроль за целевым и эффективным использованием средств местного бюджета на реализацию мероприятий подпрограммы осуществляется администрацией поселка Курагино.</w:t>
      </w:r>
    </w:p>
    <w:p w:rsidR="00A41873" w:rsidRPr="00F16CD0" w:rsidRDefault="00A41873" w:rsidP="002C7D58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Внешний  финансовый контроль осуществляется контрольно-ревизионной комиссией Курагинского районного Совета депутатов на основании заключенного соглашения между муниципальным образованием поселок Курагино и Курагинским районным Советом депутатов.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2.4. Организация управления подпрограммой и контроль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за ходом ее выполнения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         Текущее управление реализацией подпрограммы осуществляется администрацией поселка Курагино.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Администрация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Администрацией осуществляется: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мониторинг реализации мероприятий подпрограммы;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непосредственный контроль за ходом реализации мероприятий подпрограммы;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подготовка отчетов о реализации подпрограммы;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ежегодная оценка эффективности реализации подпрограммы </w:t>
      </w:r>
      <w:r w:rsidRPr="00F16CD0">
        <w:rPr>
          <w:rFonts w:ascii="Times New Roman" w:hAnsi="Times New Roman" w:cs="Times New Roman"/>
          <w:sz w:val="24"/>
          <w:szCs w:val="24"/>
        </w:rPr>
        <w:br/>
        <w:t>в соответствии с Порядком проведения и критериями оценки эффективности реализации муниципальных программ, утвержденного постановлением администрации поселка Курагино от 09.09.2013 № 219-П «Об утверждении Порядка принятия решений о разработке муниципальных программ поселка Курагино, их формировании и реализации».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2.5. Оценка социально-экономической эффективности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 от реализации мероприятий подпрограммы.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           - создание благоприятных условий проживания жителей поселка Курагино;</w:t>
      </w:r>
    </w:p>
    <w:p w:rsidR="00A41873" w:rsidRPr="00F16CD0" w:rsidRDefault="00A41873" w:rsidP="002C7D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           - обеспечение содержания, чистоты и порядка улиц и дорог поселка                Курагино;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   - увеличение уровня освещенности улиц, проездов, внутриквартальных      дорог, пешеходных дорожек поселка Курагино.</w:t>
      </w:r>
    </w:p>
    <w:p w:rsidR="00A41873" w:rsidRPr="00F16CD0" w:rsidRDefault="00A41873" w:rsidP="002C7D5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   - улучшение внешнего облика поселка Курагино.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2.6. Система мероприятий подпрограммы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Система </w:t>
      </w:r>
      <w:hyperlink r:id="rId9" w:history="1">
        <w:r w:rsidRPr="00F16CD0">
          <w:rPr>
            <w:rFonts w:ascii="Times New Roman" w:hAnsi="Times New Roman" w:cs="Times New Roman"/>
            <w:sz w:val="24"/>
            <w:szCs w:val="24"/>
          </w:rPr>
          <w:t>мероприятий</w:t>
        </w:r>
      </w:hyperlink>
      <w:r w:rsidRPr="00F16CD0">
        <w:rPr>
          <w:rFonts w:ascii="Times New Roman" w:hAnsi="Times New Roman" w:cs="Times New Roman"/>
          <w:sz w:val="24"/>
          <w:szCs w:val="24"/>
        </w:rPr>
        <w:t xml:space="preserve"> подпрограммы приведена в приложении № 2 к подпрограмме.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>2.7. Ресурсное обеспечение подпрограммы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CD0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приведено в </w:t>
      </w:r>
      <w:hyperlink r:id="rId10" w:history="1">
        <w:r w:rsidRPr="00F16CD0">
          <w:rPr>
            <w:rFonts w:ascii="Times New Roman" w:hAnsi="Times New Roman" w:cs="Times New Roman"/>
            <w:sz w:val="24"/>
            <w:szCs w:val="24"/>
          </w:rPr>
          <w:t>приложении № 2</w:t>
        </w:r>
      </w:hyperlink>
      <w:r w:rsidRPr="00F16CD0">
        <w:rPr>
          <w:rFonts w:ascii="Times New Roman" w:hAnsi="Times New Roman" w:cs="Times New Roman"/>
          <w:sz w:val="24"/>
          <w:szCs w:val="24"/>
        </w:rPr>
        <w:t>к подпрограмме.</w:t>
      </w: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829"/>
        <w:gridCol w:w="1615"/>
        <w:gridCol w:w="1292"/>
        <w:gridCol w:w="1513"/>
        <w:gridCol w:w="1493"/>
        <w:gridCol w:w="1493"/>
        <w:gridCol w:w="1493"/>
        <w:gridCol w:w="1271"/>
        <w:gridCol w:w="1271"/>
      </w:tblGrid>
      <w:tr w:rsidR="00A41873" w:rsidRPr="002C7D58">
        <w:trPr>
          <w:trHeight w:val="1305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№1  подпрограммы "Благоустройство территории муниципального образования поселка Курагино"  на 2018-2020 годы</w:t>
            </w:r>
          </w:p>
        </w:tc>
      </w:tr>
      <w:tr w:rsidR="00A41873" w:rsidRPr="002C7D58">
        <w:trPr>
          <w:trHeight w:val="315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2C7D58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целевых индикаторов подпрограммы</w:t>
            </w:r>
          </w:p>
        </w:tc>
      </w:tr>
      <w:tr w:rsidR="00A41873" w:rsidRPr="002C7D58">
        <w:trPr>
          <w:trHeight w:val="94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Цель, целевые индикаторы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Отчетный финансовый год 2016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финансовый год 2017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Очередной финансовый год 2018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 год планового периода 2019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год планового периода 2020</w:t>
            </w:r>
          </w:p>
        </w:tc>
      </w:tr>
      <w:tr w:rsidR="00A41873" w:rsidRPr="002C7D58">
        <w:trPr>
          <w:trHeight w:val="1020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 подпрограммы: обеспечение качественного и высокоэффективного наружного освещения территории муниципального образования поселок Курагино; увеличение уровня благоустроенности территории поселка Курагино для улучшения условий и комфортности проживания граждан.</w:t>
            </w:r>
          </w:p>
        </w:tc>
      </w:tr>
      <w:tr w:rsidR="00A41873" w:rsidRPr="002C7D58">
        <w:trPr>
          <w:trHeight w:val="1260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1: Количество световых точек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1039</w:t>
            </w:r>
          </w:p>
        </w:tc>
      </w:tr>
      <w:tr w:rsidR="00A41873" w:rsidRPr="002C7D58">
        <w:trPr>
          <w:trHeight w:val="157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2: обустройство клумб и цветников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2C7D58">
        <w:trPr>
          <w:trHeight w:val="1890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4: количество сухих и аварийных деревьев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A41873" w:rsidRPr="002C7D58">
        <w:trPr>
          <w:trHeight w:val="1260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5: объем сбора и вывоза мусора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куб.м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1776,93</w:t>
            </w:r>
          </w:p>
        </w:tc>
      </w:tr>
      <w:tr w:rsidR="00A41873" w:rsidRPr="002C7D58">
        <w:trPr>
          <w:trHeight w:val="2220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6: объем выкашивания газонов, пустырей и обочин автодорог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куб.м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20833</w:t>
            </w:r>
          </w:p>
        </w:tc>
      </w:tr>
    </w:tbl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Pr="00F16CD0" w:rsidRDefault="00A41873" w:rsidP="002C7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2579"/>
        <w:gridCol w:w="787"/>
        <w:gridCol w:w="787"/>
        <w:gridCol w:w="738"/>
        <w:gridCol w:w="1416"/>
        <w:gridCol w:w="576"/>
        <w:gridCol w:w="1116"/>
        <w:gridCol w:w="1116"/>
        <w:gridCol w:w="1116"/>
        <w:gridCol w:w="1236"/>
        <w:gridCol w:w="2223"/>
      </w:tblGrid>
      <w:tr w:rsidR="00A41873" w:rsidRPr="002C7D58">
        <w:trPr>
          <w:trHeight w:val="1440"/>
        </w:trPr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№2 подпрограммы " Благоустройство территории муниципального образования поселок Курагино" на 2018-2020 годы</w:t>
            </w:r>
          </w:p>
        </w:tc>
      </w:tr>
      <w:tr w:rsidR="00A41873" w:rsidRPr="002C7D58">
        <w:trPr>
          <w:trHeight w:val="78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мероприятий подпрограммы  муниципальной программы поселка Курагино с указанием объема средств на их реализацию и ожидаемых результатов</w:t>
            </w:r>
          </w:p>
        </w:tc>
      </w:tr>
      <w:tr w:rsidR="00A41873" w:rsidRPr="002C7D58">
        <w:trPr>
          <w:trHeight w:val="315"/>
        </w:trPr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муниципального образования поселка Курагино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4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6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(тыс.руб.),годы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A41873" w:rsidRPr="002C7D58">
        <w:trPr>
          <w:trHeight w:val="1290"/>
        </w:trPr>
        <w:tc>
          <w:tcPr>
            <w:tcW w:w="8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за период 2018-2020</w:t>
            </w:r>
          </w:p>
        </w:tc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2C7D58">
        <w:trPr>
          <w:trHeight w:val="103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подпрограммы: Обеспечение качественного и высокоэффективного наружного освещения территории муниципального образования поселок Курагино; увеличение уровня благоустроенности территории поселка Курагино для улучшения условий и комфортности проживания граждан.</w:t>
            </w:r>
          </w:p>
        </w:tc>
      </w:tr>
      <w:tr w:rsidR="00A41873" w:rsidRPr="002C7D58">
        <w:trPr>
          <w:trHeight w:val="40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1: Приведение улиц и дворов в состояние,соответствующее современным требованиям и стандартам.</w:t>
            </w:r>
          </w:p>
        </w:tc>
      </w:tr>
      <w:tr w:rsidR="00A41873" w:rsidRPr="002C7D58">
        <w:trPr>
          <w:trHeight w:val="315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1.1 Оплата за уличное освещение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0130081030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3644,200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3644,200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3644,200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10932,600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безопасных условий дорожного движения, снижение вероятности возникновения криминогенной обставки</w:t>
            </w:r>
          </w:p>
        </w:tc>
      </w:tr>
      <w:tr w:rsidR="00A41873" w:rsidRPr="002C7D58">
        <w:trPr>
          <w:trHeight w:val="189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1.2.Обслуживание уличного освещения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0130081130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надежности и долговечности систем уличного освещения</w:t>
            </w:r>
          </w:p>
        </w:tc>
      </w:tr>
      <w:tr w:rsidR="00A41873" w:rsidRPr="002C7D58">
        <w:trPr>
          <w:trHeight w:val="126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1.3. Устройство линии уличного освещения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0130081130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2016,500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1016,500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516,500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3549,500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количества световых точек на 97 шт. в год</w:t>
            </w:r>
          </w:p>
        </w:tc>
      </w:tr>
      <w:tr w:rsidR="00A41873" w:rsidRPr="002C7D58">
        <w:trPr>
          <w:trHeight w:val="567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1.4. Получение технических условий,замеры,расчет потерь в линиях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0130081130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4,275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3,975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12,750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оснощенности системами уличного освещения на основе комплексного подхода к проектированию и строительству новых и реконструкции существующих систем уличного освещения</w:t>
            </w:r>
          </w:p>
        </w:tc>
      </w:tr>
      <w:tr w:rsidR="00A41873" w:rsidRPr="002C7D58">
        <w:trPr>
          <w:trHeight w:val="6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2: совершенствование системы комплексного благоустройства,приведение в качественное состояние элементов благоустройства поселка Курагино.</w:t>
            </w:r>
          </w:p>
        </w:tc>
      </w:tr>
      <w:tr w:rsidR="00A41873" w:rsidRPr="002C7D58">
        <w:trPr>
          <w:trHeight w:val="126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2.1. Озеленение территории поселка Курагино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87,80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194,80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Улучшение внешнего вида поселка </w:t>
            </w:r>
          </w:p>
        </w:tc>
      </w:tr>
      <w:tr w:rsidR="00A41873" w:rsidRPr="002C7D58">
        <w:trPr>
          <w:trHeight w:val="2265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2.2. Содержание кладбища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0130081150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в надлежащем порядке и своевременной уборке территории кладбища (1 шт.)</w:t>
            </w:r>
          </w:p>
        </w:tc>
      </w:tr>
      <w:tr w:rsidR="00A41873" w:rsidRPr="002C7D58">
        <w:trPr>
          <w:trHeight w:val="1575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2.3. Сбор,вывоз мусора и ликвидация несанкционированных свалок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сбора и вывоза мусора (2733,5 куб.м в год)</w:t>
            </w:r>
          </w:p>
        </w:tc>
      </w:tr>
      <w:tr w:rsidR="00A41873" w:rsidRPr="002C7D58">
        <w:trPr>
          <w:trHeight w:val="189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2.4. Содержание территории парка имени Победы ул.Лебедевой 13, в пгт. Курагино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499,630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1049,63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A41873" w:rsidRPr="002C7D58">
        <w:trPr>
          <w:trHeight w:val="126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2.5. Обрезка сухих деревьев, вывоз веток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Уборка территории от сухих деревьев (48 шт.)</w:t>
            </w:r>
          </w:p>
        </w:tc>
      </w:tr>
      <w:tr w:rsidR="00A41873" w:rsidRPr="002C7D58">
        <w:trPr>
          <w:trHeight w:val="189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2.6. Выкашивание газонов,пустырей и обочин автодорог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Выкашивание газоновпустырейои обочин автодорог (41500 кв.м в год)</w:t>
            </w:r>
          </w:p>
        </w:tc>
      </w:tr>
      <w:tr w:rsidR="00A41873" w:rsidRPr="002C7D58">
        <w:trPr>
          <w:trHeight w:val="1575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2.7. Откачка талых и дождевых вод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Откачка дождевыы и таллых вод (788 куб.метров в год)</w:t>
            </w:r>
          </w:p>
        </w:tc>
      </w:tr>
      <w:tr w:rsidR="00A41873" w:rsidRPr="002C7D58">
        <w:trPr>
          <w:trHeight w:val="945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2.8. Содержание фонтана и текущий ремонт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99,850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339,85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фонтана (1 шт.)</w:t>
            </w:r>
          </w:p>
        </w:tc>
      </w:tr>
      <w:tr w:rsidR="00A41873" w:rsidRPr="002C7D58">
        <w:trPr>
          <w:trHeight w:val="126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2.9. Содержание детского городка и детских площадок и ремонт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A41873" w:rsidRPr="002C7D58">
        <w:trPr>
          <w:trHeight w:val="126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2.10. Выплата заработной платы работникам по договорам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362,520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67,70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67,70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497,92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A41873" w:rsidRPr="002C7D58">
        <w:trPr>
          <w:trHeight w:val="126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2.11. Приобритение инвентаря, материалов и краски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158,300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358,30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A41873" w:rsidRPr="002C7D58">
        <w:trPr>
          <w:trHeight w:val="1260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2.12. Приобритение контейнеров под мусор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Контейнеры под мусор (100 шт. в год)</w:t>
            </w:r>
          </w:p>
        </w:tc>
      </w:tr>
      <w:tr w:rsidR="00A41873" w:rsidRPr="002C7D58">
        <w:trPr>
          <w:trHeight w:val="2835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2.13. Отлов безнадзорных животных,  обитающих на территории муниципального образования поселок Курагино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Отлов безнадзорных животных,  обитающих на территории муниципального образования поселок Курагино </w:t>
            </w:r>
          </w:p>
        </w:tc>
      </w:tr>
      <w:tr w:rsidR="00A41873" w:rsidRPr="002C7D58">
        <w:trPr>
          <w:trHeight w:val="1575"/>
        </w:trPr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2.14. Устройство металлического ограждения детской площадки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0130081160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2C7D58" w:rsidRDefault="00A41873" w:rsidP="002C7D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2C7D58" w:rsidRDefault="00A41873" w:rsidP="002C7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Ограждение 1 шт.</w:t>
            </w:r>
          </w:p>
        </w:tc>
      </w:tr>
    </w:tbl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к муниципальной программе поселка Курагино « Комплексное развитие и обеспечение жизнедеятельности муниципального образования поселок Курагино» 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 ПОДПРОГРАММА 4 «ЗАЩИТА И ОБЕСПЕЧЕНИЕ БЕЗОПАСНОСТИ НАСЕЛЕНИЯ МУНИЦИПАЛЬНОГО ОБРАЗОВАНИЯ ПОСЕЛОК КУРАГИНО» на 2018-2020 ГОДЫ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1.ПАСПОРТ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954"/>
      </w:tblGrid>
      <w:tr w:rsidR="00A41873" w:rsidRPr="00946A01">
        <w:tc>
          <w:tcPr>
            <w:tcW w:w="3969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54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«Защита и обеспечение безопасности населения муниципального образования поселок Курагино» на 2018-2020 годы (далее - подпрограмма)</w:t>
            </w:r>
          </w:p>
        </w:tc>
      </w:tr>
      <w:tr w:rsidR="00A41873" w:rsidRPr="00946A01">
        <w:tc>
          <w:tcPr>
            <w:tcW w:w="3969" w:type="dxa"/>
          </w:tcPr>
          <w:p w:rsidR="00A41873" w:rsidRPr="00946A01" w:rsidRDefault="00A41873" w:rsidP="00D3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</w:tcPr>
          <w:p w:rsidR="00A41873" w:rsidRPr="00946A01" w:rsidRDefault="00A41873" w:rsidP="00D3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и обеспечение жизнедеятельности муниципального образования поселок Курагино» </w:t>
            </w:r>
          </w:p>
        </w:tc>
      </w:tr>
      <w:tr w:rsidR="00A41873" w:rsidRPr="00946A01">
        <w:tc>
          <w:tcPr>
            <w:tcW w:w="3969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координатор подпрограммы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946A01">
        <w:tc>
          <w:tcPr>
            <w:tcW w:w="3969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5954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946A01">
        <w:tc>
          <w:tcPr>
            <w:tcW w:w="3969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5954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Цели подпрограммы: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- создание эффективной системы защиты населения и территории муниципального образования поселок Курагино.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- снижение рисков и смягчение последствий различных чрезвычайных ситуаций.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946A01">
        <w:tc>
          <w:tcPr>
            <w:tcW w:w="3969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5954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-Количество произошедших чрезвычайных ситуаций всех видов, включая пожары;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-  количество пострадавшего населения от всех видов чрезвычайных ситуаций, включая пожары.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946A01">
        <w:tc>
          <w:tcPr>
            <w:tcW w:w="3969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954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2018 - 2020 годы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946A01">
        <w:tc>
          <w:tcPr>
            <w:tcW w:w="3969" w:type="dxa"/>
          </w:tcPr>
          <w:p w:rsidR="00A41873" w:rsidRPr="00946A01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A41873" w:rsidRPr="00946A01" w:rsidRDefault="00A41873" w:rsidP="00D36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составляет 426,000 тыс. рублей за счет бюджета муниципального образования.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2018 год – 154,000 тыс. рублей.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2019 год – 136,000 тыс. рублей.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2020 год – 136,000 тыс. рублей.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946A01">
        <w:tc>
          <w:tcPr>
            <w:tcW w:w="3969" w:type="dxa"/>
          </w:tcPr>
          <w:p w:rsidR="00A41873" w:rsidRPr="00946A01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</w:tcPr>
          <w:p w:rsidR="00A41873" w:rsidRPr="00946A01" w:rsidRDefault="00A41873" w:rsidP="00D36C4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Текущее управление реализацией подпрограммы  осуществляется администрацией поселка Курагино.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Администрация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2. ОБОСНОВАНИЕ ПОДПРОГРАММЫ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2.1. Постановка проблемы и обоснование необходимости 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принятия подпрограммы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         Защита населения является важнейшей задачей органов местного самоуправления. 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          Под термином «защита населения» принято понимать комплекс мероприятий взаимоувязанных по месту, времени проведения, цели, ресурсам и направленных на предотвращение или предельное снижение потерь населения и угрозы его жизни и здоровью от поражающих факторов.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          Защита населения и территории достигается в результате осуществления комплекса мер, который включает: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 1) Проведение дератизации – осуществляется с целью обеспечения санитарно-эпидемиологического благополучия населения, создания благоприятных условий жизнедеятельности человека путем устранения и (или) уменьшения вредного воздействия грызунов на человека.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2) Уничтожение отдельных дикорастущих участков конопли – проводится с целью снижения уровня наркомании, а также пресечения незаконного оборота наркотических средств растительного происхождения.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3) Обеспечение пожарной безопасности – производиться с целью защиты жизни, здоровья, имущества граждан, юридических лиц, государственного и муниципального имущества.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4) Защита населения и территории от чрезвычайных ситуаций природного и техногенного характера – осуществляется с целью повышения уровня защиты населения и территории, а также предотвращение возникновений чрезвычайных ситуаций и ликвидация их последствий.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5) Противодействие экстремизму и профилактика терроризма – осуществляется с целью достижения гарантированного уровня безопасности населения и территории.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6) Содержание гидротехнического сооружения дамба на реке Туба – производится с целью защиты населения и территории от наводнения.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7) Проведение акаридцидной обработки – проводится с целью профилактики заболеваний передающихся клещами.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ab/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2.2. Основные цели, задачи, этапы и сроки выполнения подпрограммы,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целевые индикаторы и показатели результативности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2.2.1. Целью подпрограммы является: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           - создание эффективной системы защиты населения и территории муниципального образования поселок Курагино.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2.2.2. Для достижения поставленной цели необходимо решение следующей задачи: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          - снижение рисков и смягчение последствий различных чрезвычайных ситуаций.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2.2.3. Муниципальным  заказчиком подпрограммы является администрация поселка Курагино.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К компетенции администрации поселка Курагино в соответствии с федеральным законом от 06.10.2003 г. №131-ФЗ «Об общих принципах организации местного самоуправления в Российской Федерации», Уставом муниципального образования поселок Курагино: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1) формирование, утверждение, исполнение бюджета поселения и контроль за исполнением данного бюджета;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2) участие в предупреждении и ликвидации последствий чрезвычайных ситуаций;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3) обеспечение первичных мер пожарной безопасности;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4) создание условий для массового отдыха жителей поселения. 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2.2.4. Срок реализации подпрограммы - 2018 - 2020 годы. 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left="26"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2.2.5. Показатели результативности подпрограммы характеризуют следующие значения: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6"/>
        <w:gridCol w:w="1842"/>
        <w:gridCol w:w="1418"/>
        <w:gridCol w:w="1276"/>
        <w:gridCol w:w="1275"/>
      </w:tblGrid>
      <w:tr w:rsidR="00A41873" w:rsidRPr="00946A01">
        <w:tc>
          <w:tcPr>
            <w:tcW w:w="3936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1842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418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A41873" w:rsidRPr="00946A01">
        <w:trPr>
          <w:trHeight w:val="64"/>
        </w:trPr>
        <w:tc>
          <w:tcPr>
            <w:tcW w:w="3936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Количество произошедших чрезвычайных ситуаций всех видов, включая пожары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41873" w:rsidRPr="00946A01">
        <w:tc>
          <w:tcPr>
            <w:tcW w:w="3936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пострадавшего населения от всех видов чрезвычайных ситуаций, включая пожары</w:t>
            </w:r>
          </w:p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41873" w:rsidRPr="00946A01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 приведен в Приложении 1 подпрограммы.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2.3. Механизм реализации подпрограммы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          Перечень мероприятий подпрограммы приведен в приложении №2 к подпрограмме.</w:t>
      </w:r>
    </w:p>
    <w:p w:rsidR="00A41873" w:rsidRPr="00946A01" w:rsidRDefault="00A41873" w:rsidP="00D36C40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           Главным распорядителем бюджетных средств является администрация поселка Курагино.</w:t>
      </w:r>
    </w:p>
    <w:p w:rsidR="00A41873" w:rsidRPr="00946A01" w:rsidRDefault="00A41873" w:rsidP="00D36C40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          Реализация мероприятий подпрограммы осуществляется посредствам заключения контрактов (договоров) на поставки товаров, выполнение работ, оказание услуг для государственных нужд в соответствии с действующим законодательством Российской Федерации.</w:t>
      </w:r>
    </w:p>
    <w:p w:rsidR="00A41873" w:rsidRPr="00946A01" w:rsidRDefault="00A41873" w:rsidP="00D36C40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            Внутренний финансовый контроль за целевым и эффективным использованием средств местного бюджета на реализацию мероприятий подпрограммы осуществляется администрацией поселка Курагино.</w:t>
      </w:r>
    </w:p>
    <w:p w:rsidR="00A41873" w:rsidRPr="00946A01" w:rsidRDefault="00A41873" w:rsidP="00D36C40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Внешний  финансовый контроль осуществляется контрольно-ревизионной комиссией Курагинского районного Совета депутатов на основании заключенного соглашения между муниципальным образованием поселок Курагино и Курагинским районным Советом депутатов.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2.4. Организация управления подпрограммой и контроль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за ходом ее выполнения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         Текущее управление реализацией подпрограммы осуществляется администрацией поселка Курагино.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Администрация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Администрацией осуществляется: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- мониторинг реализации мероприятий подпрограммы;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- непосредственный контроль за ходом реализации мероприятий подпрограммы;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- подготовка отчетов о реализации подпрограммы;</w:t>
      </w:r>
    </w:p>
    <w:p w:rsidR="00A41873" w:rsidRPr="00946A01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- ежегодная оценка эффективности реализации подпрограммы </w:t>
      </w:r>
      <w:r w:rsidRPr="00946A01">
        <w:rPr>
          <w:rFonts w:ascii="Times New Roman" w:hAnsi="Times New Roman" w:cs="Times New Roman"/>
          <w:sz w:val="24"/>
          <w:szCs w:val="24"/>
        </w:rPr>
        <w:br/>
        <w:t>в соответствии с Порядком проведения и критериями оценки эффективности реализации муниципальных программ, утвержденного постановлением администрации поселка Курагино от 09.09.2013 № 219-П «Об утверждении Порядка принятия решений о разработке муниципальных программ поселка Курагино, их формировании и реализации».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2.5. Оценка социально-экономической эффективности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 от реализации мероприятий подпрограммы.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- повышение уровня  обеспечения санитарно-эпидемиологического благополучия населения, создания благоприятных условий жизнедеятельности человека путем устранения и (или) уменьшения вредного воздействия грызунов на человека;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-  снижение уровня наркомании, а также пресечение незаконного оборота наркотических средств растительного происхождения;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- повышения уровня защиты жизни, здоровья, имущества граждан, юридических лиц, государственного и муниципального имущества от пожаров;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-  повышение уровня защиты населения и территории, а также предотвращение возникновений чрезвычайных ситуаций и ликвидация их последствий;                          - достижения гарантированного уровня безопасности населения и территории.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- повышение уровня защиты населения и территории от наводнения;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- повышение уровня профилактики заболеваний передающихся клещами.</w:t>
      </w:r>
    </w:p>
    <w:p w:rsidR="00A41873" w:rsidRPr="00946A01" w:rsidRDefault="00A41873" w:rsidP="00D36C40">
      <w:pPr>
        <w:tabs>
          <w:tab w:val="left" w:pos="42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ab/>
      </w:r>
    </w:p>
    <w:p w:rsidR="00A41873" w:rsidRPr="00946A01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2.6. Система мероприятий подпрограммы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Система </w:t>
      </w:r>
      <w:hyperlink r:id="rId11" w:history="1">
        <w:r w:rsidRPr="00946A01">
          <w:rPr>
            <w:rFonts w:ascii="Times New Roman" w:hAnsi="Times New Roman" w:cs="Times New Roman"/>
            <w:sz w:val="24"/>
            <w:szCs w:val="24"/>
          </w:rPr>
          <w:t>мероприятий</w:t>
        </w:r>
      </w:hyperlink>
      <w:r w:rsidRPr="00946A01">
        <w:rPr>
          <w:rFonts w:ascii="Times New Roman" w:hAnsi="Times New Roman" w:cs="Times New Roman"/>
          <w:sz w:val="24"/>
          <w:szCs w:val="24"/>
        </w:rPr>
        <w:t xml:space="preserve"> подпрограммы приведена в приложении № 2 к подпрограмме.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>2.7. Ресурсное обеспечение подпрограммы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6A01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приведено в </w:t>
      </w:r>
      <w:hyperlink r:id="rId12" w:history="1">
        <w:r w:rsidRPr="00946A01">
          <w:rPr>
            <w:rFonts w:ascii="Times New Roman" w:hAnsi="Times New Roman" w:cs="Times New Roman"/>
            <w:sz w:val="24"/>
            <w:szCs w:val="24"/>
          </w:rPr>
          <w:t>приложении № 2</w:t>
        </w:r>
      </w:hyperlink>
      <w:r w:rsidRPr="00946A01">
        <w:rPr>
          <w:rFonts w:ascii="Times New Roman" w:hAnsi="Times New Roman" w:cs="Times New Roman"/>
          <w:sz w:val="24"/>
          <w:szCs w:val="24"/>
        </w:rPr>
        <w:t>к подпрограмме.</w:t>
      </w: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Pr="00946A01" w:rsidRDefault="00A41873" w:rsidP="00D36C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829"/>
        <w:gridCol w:w="1775"/>
        <w:gridCol w:w="1292"/>
        <w:gridCol w:w="1513"/>
        <w:gridCol w:w="1493"/>
        <w:gridCol w:w="1493"/>
        <w:gridCol w:w="1493"/>
        <w:gridCol w:w="1271"/>
        <w:gridCol w:w="1271"/>
      </w:tblGrid>
      <w:tr w:rsidR="00A41873" w:rsidRPr="00D36C40">
        <w:trPr>
          <w:trHeight w:val="1305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№1  подпрограммы "Защита и обеспечение безопасности населения муниципального образования поселок Курагино "  на 2018-2020 годы</w:t>
            </w:r>
          </w:p>
        </w:tc>
      </w:tr>
      <w:tr w:rsidR="00A41873" w:rsidRPr="00D36C40">
        <w:trPr>
          <w:trHeight w:val="315"/>
        </w:trPr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целевых индикаторов подпрограммы</w:t>
            </w:r>
          </w:p>
        </w:tc>
      </w:tr>
      <w:tr w:rsidR="00A41873" w:rsidRPr="00D36C40">
        <w:trPr>
          <w:trHeight w:val="94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Цель, целевые индикаторы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Отчетный финансовый год 2016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финансовый год 2017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Очередной финансовый год 2018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 год планового периода 2019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год планового периода 2020</w:t>
            </w:r>
          </w:p>
        </w:tc>
      </w:tr>
      <w:tr w:rsidR="00A41873" w:rsidRPr="00D36C40">
        <w:trPr>
          <w:trHeight w:val="127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 подпрограммы: создание эффективной системы защиты населения и территории муниципального образования поселок Курагино</w:t>
            </w:r>
          </w:p>
        </w:tc>
      </w:tr>
      <w:tr w:rsidR="00A41873" w:rsidRPr="00D36C40">
        <w:trPr>
          <w:trHeight w:val="2520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1: Количество произошедших чрезвычайных ситуаций всех видов, включая пожары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A41873" w:rsidRPr="00D36C40">
        <w:trPr>
          <w:trHeight w:val="3150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2: количество пострадавшего населения от всех видов чрезвычайных ситуаций, включая пожары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2183"/>
        <w:gridCol w:w="787"/>
        <w:gridCol w:w="787"/>
        <w:gridCol w:w="738"/>
        <w:gridCol w:w="1430"/>
        <w:gridCol w:w="576"/>
        <w:gridCol w:w="876"/>
        <w:gridCol w:w="876"/>
        <w:gridCol w:w="876"/>
        <w:gridCol w:w="996"/>
        <w:gridCol w:w="2099"/>
      </w:tblGrid>
      <w:tr w:rsidR="00A41873" w:rsidRPr="00D36C40">
        <w:trPr>
          <w:trHeight w:val="1890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№2 подпрограммы "Защита и обеспечение безопасности населения муниципального образования поселок Курагино" на 2018-2020 годы</w:t>
            </w:r>
          </w:p>
        </w:tc>
      </w:tr>
      <w:tr w:rsidR="00A41873" w:rsidRPr="00D36C40">
        <w:trPr>
          <w:trHeight w:val="540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78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мероприятий подпрограммы  муниципальной программы поселка Курагино с указанием объема средств на их реализацию и ожидаемых результатов</w:t>
            </w:r>
          </w:p>
        </w:tc>
      </w:tr>
      <w:tr w:rsidR="00A41873" w:rsidRPr="00D36C40">
        <w:trPr>
          <w:trHeight w:val="315"/>
        </w:trPr>
        <w:tc>
          <w:tcPr>
            <w:tcW w:w="9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 обеспечение безопасности населения муниципального образования поселок Курагино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5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8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(тыс.руб.),годы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A41873" w:rsidRPr="00D36C40">
        <w:trPr>
          <w:trHeight w:val="1815"/>
        </w:trPr>
        <w:tc>
          <w:tcPr>
            <w:tcW w:w="9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за период 2018-2020</w:t>
            </w:r>
          </w:p>
        </w:tc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70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подпрограммы: создание эффективной системы защиты населенияитерриториимуниципального образования поселок Курагино.</w:t>
            </w:r>
          </w:p>
        </w:tc>
      </w:tr>
      <w:tr w:rsidR="00A41873" w:rsidRPr="00D36C40">
        <w:trPr>
          <w:trHeight w:val="40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: снижение рисков и смягчение последствий различных чрезвычайных ситуаций</w:t>
            </w:r>
          </w:p>
        </w:tc>
      </w:tr>
      <w:tr w:rsidR="00A41873" w:rsidRPr="00D36C40">
        <w:trPr>
          <w:trHeight w:val="94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1.1. Проведение дератизации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0140080230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территории (17142 м2)</w:t>
            </w:r>
          </w:p>
        </w:tc>
      </w:tr>
      <w:tr w:rsidR="00A41873" w:rsidRPr="00D36C40">
        <w:trPr>
          <w:trHeight w:val="157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1.2.уничтожение отдельных дикорастущих участков конопли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0140080230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предписанию силовых структур</w:t>
            </w:r>
          </w:p>
        </w:tc>
      </w:tr>
      <w:tr w:rsidR="00A41873" w:rsidRPr="00D36C40">
        <w:trPr>
          <w:trHeight w:val="2700"/>
        </w:trPr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1.3. обеспечение первичных мер пожарной безопасности организация противопожарной пропоганды, обучение мерам пожарной безопасности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0140082040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150,000</w:t>
            </w:r>
          </w:p>
        </w:tc>
        <w:tc>
          <w:tcPr>
            <w:tcW w:w="7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Поквартирный обход граждан с обучением населения по месту жительства (1861 час)</w:t>
            </w:r>
          </w:p>
        </w:tc>
      </w:tr>
      <w:tr w:rsidR="00A41873" w:rsidRPr="00D36C40">
        <w:trPr>
          <w:trHeight w:val="315"/>
        </w:trPr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0140074120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7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315"/>
        </w:trPr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01400S4120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7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241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1.4. Содержание гидротехнического сооружения дамба на реке Туба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0140083010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192,000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пострадавших людей от наводнений и других видов чрезвычайных ситуаций (0 человек)</w:t>
            </w:r>
          </w:p>
        </w:tc>
      </w:tr>
      <w:tr w:rsidR="00A41873" w:rsidRPr="00D36C40">
        <w:trPr>
          <w:trHeight w:val="2835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1.5. противодействие экстремизму и профилактика терроризма на территории муниципального образования поселок Курагино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0140082050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18,000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информационного стенда (1 шт.)</w:t>
            </w:r>
          </w:p>
        </w:tc>
      </w:tr>
      <w:tr w:rsidR="00A41873" w:rsidRPr="00D36C40">
        <w:trPr>
          <w:trHeight w:val="1260"/>
        </w:trPr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1.6. Проведение акаридцидных обработок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0140085550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территории (18570 м2)</w:t>
            </w:r>
          </w:p>
        </w:tc>
      </w:tr>
    </w:tbl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Pr="00D36C40" w:rsidRDefault="00A41873" w:rsidP="00D36C40">
      <w:pPr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>Приложение  № 2</w:t>
      </w:r>
    </w:p>
    <w:p w:rsidR="00A41873" w:rsidRPr="00D36C40" w:rsidRDefault="00A41873" w:rsidP="00D36C40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41873" w:rsidRPr="00D36C40" w:rsidRDefault="00A41873" w:rsidP="00D36C40">
      <w:pPr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>поселка Курагино</w:t>
      </w:r>
    </w:p>
    <w:p w:rsidR="00A41873" w:rsidRPr="00D36C40" w:rsidRDefault="00A41873" w:rsidP="00D36C40">
      <w:pPr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>от  30.10.2013  № 270-П</w:t>
      </w:r>
    </w:p>
    <w:p w:rsidR="00A41873" w:rsidRPr="00D36C40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D36C40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Муниципальная программа муниципального образования поселок Курагино </w:t>
      </w:r>
    </w:p>
    <w:p w:rsidR="00A41873" w:rsidRPr="00D36C40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>№2 «Развитие социальной сферы муниципального образования поселок Курагино» на 2018-2020 годы</w:t>
      </w:r>
    </w:p>
    <w:p w:rsidR="00A41873" w:rsidRPr="00D36C40" w:rsidRDefault="00A41873" w:rsidP="00D36C40">
      <w:pPr>
        <w:autoSpaceDE w:val="0"/>
        <w:autoSpaceDN w:val="0"/>
        <w:adjustRightInd w:val="0"/>
        <w:spacing w:after="0" w:line="240" w:lineRule="auto"/>
        <w:ind w:left="690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D36C40" w:rsidRDefault="00A41873" w:rsidP="00D36C40">
      <w:pPr>
        <w:autoSpaceDE w:val="0"/>
        <w:autoSpaceDN w:val="0"/>
        <w:adjustRightInd w:val="0"/>
        <w:spacing w:after="0" w:line="240" w:lineRule="auto"/>
        <w:ind w:left="3540" w:firstLine="708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D36C40">
        <w:rPr>
          <w:rFonts w:ascii="Times New Roman" w:hAnsi="Times New Roman" w:cs="Times New Roman"/>
          <w:b/>
          <w:bCs/>
          <w:sz w:val="24"/>
          <w:szCs w:val="24"/>
        </w:rPr>
        <w:t>1. Паспорт</w:t>
      </w:r>
    </w:p>
    <w:p w:rsidR="00A41873" w:rsidRPr="00D36C40" w:rsidRDefault="00A41873" w:rsidP="00D36C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A41873" w:rsidRPr="00D36C40">
        <w:tc>
          <w:tcPr>
            <w:tcW w:w="2235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773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«Развитие социальной сферы муниципального образования поселок Курагино»  на 2018-2020 годы (далее – программа)</w:t>
            </w:r>
          </w:p>
        </w:tc>
      </w:tr>
      <w:tr w:rsidR="00A41873" w:rsidRPr="00D36C40">
        <w:tc>
          <w:tcPr>
            <w:tcW w:w="2235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A41873" w:rsidRPr="00D36C40" w:rsidRDefault="00A41873" w:rsidP="00D36C40">
            <w:pPr>
              <w:keepNext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      </w:r>
          </w:p>
          <w:p w:rsidR="00A41873" w:rsidRPr="00D36C40" w:rsidRDefault="00A41873" w:rsidP="00D36C40">
            <w:pPr>
              <w:keepNext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A41873" w:rsidRPr="00D36C40" w:rsidRDefault="00A41873" w:rsidP="00D36C40">
            <w:pPr>
              <w:keepNext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04.12.2007 г. № 329 ФЗ «О физической культуре и спорте в Российской Федерации»;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поселка Курагино от 09.09.2013 № 219-П «Об утверждении Порядка принятия решений о разработке муниципальных программ поселка Курагино, их формировании и реализации»;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Распоряжение администрации поселка Курагино от 16.10.13 г. № 407 «Об утверждении перечня муниципальных программ поселка Курагино».</w:t>
            </w:r>
          </w:p>
        </w:tc>
      </w:tr>
      <w:tr w:rsidR="00A41873" w:rsidRPr="00D36C40">
        <w:tc>
          <w:tcPr>
            <w:tcW w:w="2235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Курагино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D36C40">
        <w:tc>
          <w:tcPr>
            <w:tcW w:w="2235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Администрация Курагинского района; МБУК «ДК ст. Курагино»</w:t>
            </w:r>
          </w:p>
        </w:tc>
      </w:tr>
      <w:tr w:rsidR="00A41873" w:rsidRPr="00D36C40">
        <w:tc>
          <w:tcPr>
            <w:tcW w:w="2235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подпрограмма: 1 «Молодежь муниципального образования поселок Курагино» на 2018-2020 годы; Подпрограмма № 2 «Культурно-массовые мероприятия муниципального образования поселок Курагино» на 2018-2020 годы; Подпрограмма №3 «Развитие физической культуры и спорта в муниципальном образовании поселок Курагино» на 2018-2020 годы. </w:t>
            </w:r>
          </w:p>
        </w:tc>
      </w:tr>
      <w:tr w:rsidR="00A41873" w:rsidRPr="00D36C40">
        <w:tc>
          <w:tcPr>
            <w:tcW w:w="2235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773" w:type="dxa"/>
          </w:tcPr>
          <w:p w:rsidR="00A41873" w:rsidRPr="00D36C40" w:rsidRDefault="00A41873" w:rsidP="00D36C40">
            <w:pPr>
              <w:pStyle w:val="BodyTextIndent"/>
              <w:spacing w:after="0"/>
              <w:ind w:left="0"/>
              <w:jc w:val="both"/>
            </w:pPr>
            <w:r w:rsidRPr="00D36C40">
              <w:t>-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Курагино;</w:t>
            </w:r>
          </w:p>
          <w:p w:rsidR="00A41873" w:rsidRPr="00D36C40" w:rsidRDefault="00A41873" w:rsidP="00D36C40">
            <w:pPr>
              <w:pStyle w:val="BodyTextIndent"/>
              <w:spacing w:after="0"/>
              <w:ind w:left="0"/>
              <w:jc w:val="both"/>
            </w:pPr>
            <w:r w:rsidRPr="00D36C40">
              <w:t>- реализация конституционного права граждан на участие в культурной жизни и пользование учреждениями культуры, на доступ к культурным ценностям;</w:t>
            </w:r>
          </w:p>
          <w:p w:rsidR="00A41873" w:rsidRPr="00D36C40" w:rsidRDefault="00A41873" w:rsidP="00D36C40">
            <w:pPr>
              <w:pStyle w:val="BodyTextIndent"/>
              <w:spacing w:after="0"/>
              <w:ind w:left="0"/>
              <w:jc w:val="both"/>
            </w:pPr>
            <w:r w:rsidRPr="00D36C40">
              <w:t>- 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деятельности;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D36C40">
        <w:tc>
          <w:tcPr>
            <w:tcW w:w="2235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773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 и духовно-нравственное воспитание молодежи;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пропаганда здорового образа жизни молодежи, профилактика наркомании, безнадзорности и правонарушений среди несовершеннолетних;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поддержка талантливой молодежи;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содействие в обеспечении занятости молодежи;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развитие молодежных традиций: проведение конкурсов, праздников, фестивалей;</w:t>
            </w:r>
          </w:p>
          <w:p w:rsidR="00A41873" w:rsidRPr="00D36C40" w:rsidRDefault="00A41873" w:rsidP="00D36C40">
            <w:pPr>
              <w:pStyle w:val="BodyTextIndent"/>
              <w:spacing w:after="0"/>
              <w:ind w:left="0"/>
              <w:jc w:val="both"/>
            </w:pPr>
            <w:r w:rsidRPr="00D36C40">
              <w:t>- поддержка молодых семей; повышение статуса молодой семьи в обществе, укрепление позитивного отношения молодых граждан к созданию полноценной семьи;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повышение роли культуры в воспитании и просвещении жителей поселка;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условий для развития и реализации имеющегося потенциала творческих сил населения поселка;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организация досуга населения;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формирование активного социального статуса граждан пожилого возраста, обеспечение условий для отдыха жителей старшего поколения;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поддержку и распространение лучших традиций и достижений культуры;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спортсменов и успешного выступления сборных команд поселка по видам спорта на соревнованиях различного уровня;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и результативности процесса физического воспитания населения, в том числе инвалидов, развитие детско-юношеского спорта;</w:t>
            </w:r>
          </w:p>
          <w:p w:rsidR="00A41873" w:rsidRPr="00D36C40" w:rsidRDefault="00A41873" w:rsidP="00D36C40">
            <w:pPr>
              <w:pStyle w:val="BodyTextIndent"/>
              <w:spacing w:after="0"/>
              <w:ind w:left="0"/>
              <w:jc w:val="both"/>
            </w:pPr>
          </w:p>
        </w:tc>
      </w:tr>
      <w:tr w:rsidR="00A41873" w:rsidRPr="00D36C40">
        <w:tc>
          <w:tcPr>
            <w:tcW w:w="2235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2018-2020 годы</w:t>
            </w:r>
          </w:p>
        </w:tc>
      </w:tr>
      <w:tr w:rsidR="00A41873" w:rsidRPr="00D36C40">
        <w:tc>
          <w:tcPr>
            <w:tcW w:w="2235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Приложение №1 к настоящему паспорту</w:t>
            </w:r>
          </w:p>
        </w:tc>
      </w:tr>
      <w:tr w:rsidR="00A41873" w:rsidRPr="00D36C40">
        <w:tc>
          <w:tcPr>
            <w:tcW w:w="2235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составляет            19086,855 тыс. рублей, из них: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в 2018 году –  6362,285 тыс. рублей;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в 2019 году –  6362,285  тыс. рублей;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sz w:val="24"/>
                <w:szCs w:val="24"/>
              </w:rPr>
              <w:t>в 2020 году –  6362,285  тыс. рублей.</w:t>
            </w:r>
          </w:p>
          <w:p w:rsidR="00A41873" w:rsidRPr="00D36C40" w:rsidRDefault="00A41873" w:rsidP="00D36C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873" w:rsidRPr="00D36C40" w:rsidRDefault="00A41873" w:rsidP="00D36C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D36C40" w:rsidRDefault="00A41873" w:rsidP="00D36C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D36C40" w:rsidRDefault="00A41873" w:rsidP="00D36C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D36C40" w:rsidRDefault="00A41873" w:rsidP="00D36C40">
      <w:pPr>
        <w:pStyle w:val="BodyTextIndent"/>
        <w:numPr>
          <w:ilvl w:val="0"/>
          <w:numId w:val="2"/>
        </w:numPr>
        <w:spacing w:after="0"/>
        <w:jc w:val="center"/>
        <w:rPr>
          <w:b/>
          <w:bCs/>
        </w:rPr>
      </w:pPr>
      <w:r w:rsidRPr="00D36C40">
        <w:rPr>
          <w:b/>
          <w:bCs/>
        </w:rPr>
        <w:t xml:space="preserve">Характеристика текущего состояния  </w:t>
      </w:r>
    </w:p>
    <w:p w:rsidR="00A41873" w:rsidRPr="00D36C40" w:rsidRDefault="00A41873" w:rsidP="00D36C40">
      <w:pPr>
        <w:pStyle w:val="BodyTextIndent"/>
        <w:spacing w:after="0"/>
        <w:ind w:left="0"/>
        <w:jc w:val="both"/>
      </w:pPr>
      <w:r w:rsidRPr="00D36C40">
        <w:t xml:space="preserve">              Социальная политика в Российской Федерации направлена на создание условий, обеспечивающих достойную жизнь и свободное развитие человека. </w:t>
      </w:r>
    </w:p>
    <w:p w:rsidR="00A41873" w:rsidRPr="00D36C40" w:rsidRDefault="00A41873" w:rsidP="00D36C40">
      <w:pPr>
        <w:pStyle w:val="BodyTextIndent"/>
        <w:spacing w:after="0"/>
        <w:ind w:left="0"/>
        <w:jc w:val="both"/>
      </w:pPr>
      <w:r w:rsidRPr="00D36C40">
        <w:t xml:space="preserve">              Одной из главных задач органов местного самоуправления является формирование и реализация муниципальной социальной политики.</w:t>
      </w:r>
    </w:p>
    <w:p w:rsidR="00A41873" w:rsidRPr="00D36C40" w:rsidRDefault="00A41873" w:rsidP="00D36C40">
      <w:pPr>
        <w:pStyle w:val="BodyTextIndent"/>
        <w:spacing w:after="0"/>
        <w:ind w:left="0"/>
        <w:jc w:val="both"/>
      </w:pPr>
      <w:r w:rsidRPr="00D36C40">
        <w:t xml:space="preserve">              Муниципальная социальная политика – это система целей, задач и механизмов их реализации, направленных на содержание и развитие социальной сферы муниципального образования.</w:t>
      </w:r>
    </w:p>
    <w:p w:rsidR="00A41873" w:rsidRPr="00D36C40" w:rsidRDefault="00A41873" w:rsidP="00D36C40">
      <w:pPr>
        <w:pStyle w:val="BodyTextIndent"/>
        <w:spacing w:after="0"/>
        <w:ind w:left="0"/>
        <w:jc w:val="both"/>
      </w:pPr>
      <w:r w:rsidRPr="00D36C40">
        <w:t xml:space="preserve">              Развитие социальной сферы в муниципальном образовании поселок Курагино – это сфера воспроизводства самого человека, его физических и духовных параметров.</w:t>
      </w:r>
    </w:p>
    <w:p w:rsidR="00A41873" w:rsidRPr="00D36C40" w:rsidRDefault="00A41873" w:rsidP="00D36C40">
      <w:pPr>
        <w:pStyle w:val="BodyTextIndent"/>
        <w:spacing w:after="0"/>
        <w:ind w:left="0"/>
        <w:jc w:val="both"/>
      </w:pPr>
      <w:r w:rsidRPr="00D36C40">
        <w:t xml:space="preserve">              Программа представляет собой систему мер по реализации молодежной политике, направленной на создание правовых, экономических и организационных условий для ее самореализации и многостороннего развития молодежи, включения ее в социально-экономическую, политическую и общественную жизнь муниципального образования поселок Курагино.</w:t>
      </w:r>
    </w:p>
    <w:p w:rsidR="00A41873" w:rsidRPr="00D36C40" w:rsidRDefault="00A41873" w:rsidP="00D36C40">
      <w:pPr>
        <w:pStyle w:val="BodyTextIndent"/>
        <w:spacing w:after="0"/>
        <w:ind w:left="0"/>
        <w:jc w:val="both"/>
      </w:pPr>
      <w:r w:rsidRPr="00D36C40">
        <w:t xml:space="preserve">             Молодежь - это особая социально-демографическая группа населения в возрасте от 14 до 30 лет, переживающая период становления личности. Она обладает широким позитивным потенциалом- мобильностью, инициативностью, восприимчивостью к инновационным изменениям, новым технологиям, который используется в не полной мере. На этот возраст выпадают самые важные жизненные решения: выбор профессии, создание семьи, рождение детей. </w:t>
      </w:r>
    </w:p>
    <w:p w:rsidR="00A41873" w:rsidRPr="00D36C40" w:rsidRDefault="00A41873" w:rsidP="00D36C40">
      <w:pPr>
        <w:pStyle w:val="BodyTextIndent"/>
        <w:spacing w:after="0"/>
        <w:ind w:left="0"/>
        <w:jc w:val="both"/>
      </w:pPr>
      <w:r w:rsidRPr="00D36C40">
        <w:t xml:space="preserve">              В связи с этим развитие позитивной инициативы в молодежной среде является одним из приоритетных направлений молодежной политики муниципального образования поселок Курагино.</w:t>
      </w:r>
    </w:p>
    <w:p w:rsidR="00A41873" w:rsidRPr="00D36C40" w:rsidRDefault="00A41873" w:rsidP="00D36C40">
      <w:pPr>
        <w:pStyle w:val="BodyTextIndent"/>
        <w:spacing w:after="0"/>
        <w:ind w:left="0"/>
        <w:jc w:val="both"/>
      </w:pPr>
      <w:r w:rsidRPr="00D36C40">
        <w:t xml:space="preserve">              Современное понимание роли и значения культуры в решении задачи повышения качества жизни населения муниципального образования поселок Курагино определяет необходимость сохранения и развития единого культурного пространства, путем создания условий для обеспечения доступа жителей поселка Курагино к культурным ценностям, права на свободу творчества, сохранение местных народных традиций.</w:t>
      </w:r>
    </w:p>
    <w:p w:rsidR="00A41873" w:rsidRPr="00D36C40" w:rsidRDefault="00A41873" w:rsidP="00D36C40">
      <w:pPr>
        <w:pStyle w:val="BodyTextIndent"/>
        <w:spacing w:after="0"/>
        <w:ind w:left="0"/>
        <w:jc w:val="both"/>
      </w:pPr>
      <w:r w:rsidRPr="00D36C40">
        <w:t xml:space="preserve">               Здоровье – это первая и важнейшая потребность человека, определяющая способность его к труду и обеспечивающая гармоническое развитие личности. Физкультура и спорт являются важнейшим средством профилактики заболеваний, укрепления здоровья, поддержания высокой работоспособности и духовного развития человека.</w:t>
      </w:r>
    </w:p>
    <w:p w:rsidR="00A41873" w:rsidRPr="00D36C40" w:rsidRDefault="00A41873" w:rsidP="00D36C40">
      <w:pPr>
        <w:pStyle w:val="BodyTextIndent"/>
        <w:spacing w:after="0"/>
        <w:ind w:left="0"/>
        <w:jc w:val="both"/>
      </w:pPr>
      <w:r w:rsidRPr="00D36C40">
        <w:t xml:space="preserve">               Усиленное внимание к проведению массовых мероприятий, привлечение к участию в них наибольшего количества жителей, представляющих различные слои населения, поможет усилить пропаганду физической культуры и активного отдыха.</w:t>
      </w:r>
    </w:p>
    <w:p w:rsidR="00A41873" w:rsidRPr="00D36C40" w:rsidRDefault="00A41873" w:rsidP="00D36C40">
      <w:pPr>
        <w:pStyle w:val="BodyTextIndent"/>
        <w:tabs>
          <w:tab w:val="left" w:pos="993"/>
        </w:tabs>
        <w:spacing w:after="0"/>
        <w:ind w:left="0"/>
        <w:jc w:val="both"/>
      </w:pPr>
      <w:r w:rsidRPr="00D36C40">
        <w:t xml:space="preserve">             Развитие детского и юношеского спорта позволит привлечь детей и молодежь к регулярным занятиям физкультурой и спортом, отвлечь от негативных явлений социума и будет способствовать формированию здорового образа жизни, снижению уровня преступности и наркомании среди детей и молодежи, приведет к снижению уровня заболеваемости.</w:t>
      </w:r>
    </w:p>
    <w:p w:rsidR="00A41873" w:rsidRPr="00D36C40" w:rsidRDefault="00A41873" w:rsidP="00D36C40">
      <w:pPr>
        <w:pStyle w:val="BodyTextIndent"/>
        <w:spacing w:after="0"/>
        <w:ind w:left="0"/>
      </w:pPr>
    </w:p>
    <w:p w:rsidR="00A41873" w:rsidRPr="00D36C40" w:rsidRDefault="00A41873" w:rsidP="00D36C40">
      <w:pPr>
        <w:pStyle w:val="BodyTextIndent"/>
        <w:numPr>
          <w:ilvl w:val="0"/>
          <w:numId w:val="2"/>
        </w:numPr>
        <w:spacing w:after="0"/>
        <w:jc w:val="center"/>
        <w:rPr>
          <w:b/>
          <w:bCs/>
        </w:rPr>
      </w:pPr>
      <w:r w:rsidRPr="00D36C40">
        <w:rPr>
          <w:b/>
          <w:bCs/>
        </w:rPr>
        <w:t>Приоритеты и цели  социального развития муниципального образования поселок Курагино, задачи, прогноз развития</w:t>
      </w:r>
    </w:p>
    <w:p w:rsidR="00A41873" w:rsidRPr="00D36C40" w:rsidRDefault="00A41873" w:rsidP="00D36C40">
      <w:pPr>
        <w:pStyle w:val="BodyTextIndent"/>
        <w:spacing w:after="0"/>
        <w:ind w:left="760"/>
        <w:rPr>
          <w:b/>
          <w:bCs/>
        </w:rPr>
      </w:pPr>
    </w:p>
    <w:p w:rsidR="00A41873" w:rsidRPr="00D36C40" w:rsidRDefault="00A41873" w:rsidP="00D36C40">
      <w:pPr>
        <w:pStyle w:val="BodyTextIndent"/>
        <w:spacing w:after="0"/>
        <w:ind w:left="0" w:firstLine="709"/>
        <w:jc w:val="both"/>
      </w:pPr>
      <w:r w:rsidRPr="00D36C40">
        <w:t>Программа разработана на основании приоритетов государственной политики, содержащихся в следующих документах:</w:t>
      </w:r>
    </w:p>
    <w:p w:rsidR="00A41873" w:rsidRPr="00D36C40" w:rsidRDefault="00A41873" w:rsidP="00D36C40">
      <w:pPr>
        <w:keepNext/>
        <w:tabs>
          <w:tab w:val="left" w:pos="709"/>
        </w:tabs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A41873" w:rsidRPr="00D36C40" w:rsidRDefault="00A41873" w:rsidP="00D36C40">
      <w:pPr>
        <w:keepNext/>
        <w:tabs>
          <w:tab w:val="left" w:pos="709"/>
        </w:tabs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A41873" w:rsidRPr="00D36C40" w:rsidRDefault="00A41873" w:rsidP="00D36C40">
      <w:pPr>
        <w:keepNext/>
        <w:tabs>
          <w:tab w:val="left" w:pos="709"/>
        </w:tabs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Федеральный закон от 04.12.2007 г. № 329 ФЗ «О физической культуре и спорте в Российской Федерации».</w:t>
      </w:r>
    </w:p>
    <w:p w:rsidR="00A41873" w:rsidRPr="00D36C40" w:rsidRDefault="00A41873" w:rsidP="00D36C40">
      <w:pPr>
        <w:pStyle w:val="BodyTextIndent"/>
        <w:tabs>
          <w:tab w:val="left" w:pos="567"/>
          <w:tab w:val="left" w:pos="709"/>
          <w:tab w:val="left" w:pos="851"/>
        </w:tabs>
        <w:spacing w:after="0"/>
        <w:ind w:left="0"/>
      </w:pPr>
      <w:r w:rsidRPr="00D36C40">
        <w:t xml:space="preserve">          В соответствии с приоритетами определены цели программы:</w:t>
      </w:r>
    </w:p>
    <w:p w:rsidR="00A41873" w:rsidRPr="00D36C40" w:rsidRDefault="00A41873" w:rsidP="00D36C40">
      <w:pPr>
        <w:pStyle w:val="BodyTextIndent"/>
        <w:spacing w:after="0"/>
        <w:ind w:left="0"/>
        <w:jc w:val="both"/>
      </w:pPr>
      <w:r w:rsidRPr="00D36C40">
        <w:t>Цель 1.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Курагино.</w:t>
      </w:r>
    </w:p>
    <w:p w:rsidR="00A41873" w:rsidRPr="00D36C40" w:rsidRDefault="00A41873" w:rsidP="00D36C40">
      <w:pPr>
        <w:pStyle w:val="BodyTextIndent"/>
        <w:spacing w:after="0"/>
        <w:ind w:left="0"/>
        <w:jc w:val="both"/>
      </w:pPr>
      <w:r w:rsidRPr="00D36C40">
        <w:t>Цель 2.  Реализация конституционного права граждан на участие в культурной жизни и пользование учреждениями культуры, на доступ к культурным ценностям.</w:t>
      </w:r>
    </w:p>
    <w:p w:rsidR="00A41873" w:rsidRPr="00D36C40" w:rsidRDefault="00A41873" w:rsidP="00D36C40">
      <w:pPr>
        <w:pStyle w:val="BodyTextIndent"/>
        <w:spacing w:after="0"/>
        <w:ind w:left="0"/>
        <w:jc w:val="both"/>
      </w:pPr>
      <w:r w:rsidRPr="00D36C40">
        <w:t>Цель 3. 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деятельности.</w:t>
      </w:r>
    </w:p>
    <w:p w:rsidR="00A41873" w:rsidRPr="00D36C40" w:rsidRDefault="00A41873" w:rsidP="00D36C40">
      <w:pPr>
        <w:pStyle w:val="BodyTextIndent"/>
        <w:spacing w:after="0"/>
        <w:ind w:left="0"/>
      </w:pPr>
    </w:p>
    <w:p w:rsidR="00A41873" w:rsidRPr="00D36C40" w:rsidRDefault="00A41873" w:rsidP="00D36C40">
      <w:pPr>
        <w:pStyle w:val="BodyTextIndent"/>
        <w:spacing w:after="0"/>
        <w:jc w:val="both"/>
      </w:pPr>
      <w:r w:rsidRPr="00D36C40">
        <w:t xml:space="preserve">     Достижение целей программы осуществляется путем решения следующих задач:</w:t>
      </w:r>
    </w:p>
    <w:p w:rsidR="00A41873" w:rsidRPr="00D36C40" w:rsidRDefault="00A41873" w:rsidP="00D36C4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>Гражданско-патриотическое и духовно-нравственное воспитание молодежи; пропаганда здорового образа жизни молодежи, профилактика наркомании, безнадзорности и правонарушений среди несовершеннолетних; поддержка талантливой молодежи; содействие в обеспечении занятости молодежи; 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A41873" w:rsidRPr="00D36C40" w:rsidRDefault="00A41873" w:rsidP="00D36C4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>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</w:r>
    </w:p>
    <w:p w:rsidR="00A41873" w:rsidRPr="00D36C40" w:rsidRDefault="00A41873" w:rsidP="00D36C4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>Создание условий для спортсменов и успешного выступления сборных команд поселка по видам спорта на соревнованиях различного уровня;</w:t>
      </w:r>
    </w:p>
    <w:p w:rsidR="00A41873" w:rsidRPr="00D36C40" w:rsidRDefault="00A41873" w:rsidP="00D36C40">
      <w:pPr>
        <w:pStyle w:val="ListParagraph"/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>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A41873" w:rsidRPr="00D36C40" w:rsidRDefault="00A41873" w:rsidP="00D36C40">
      <w:pPr>
        <w:pStyle w:val="BodyTextIndent"/>
        <w:spacing w:after="0"/>
        <w:ind w:firstLine="425"/>
        <w:jc w:val="both"/>
      </w:pPr>
      <w:r w:rsidRPr="00D36C40">
        <w:t xml:space="preserve">    Решение задач программы достигается реализацией подпрограмм, а также  отдельных мероприятий.</w:t>
      </w:r>
    </w:p>
    <w:p w:rsidR="00A41873" w:rsidRPr="00D36C40" w:rsidRDefault="00A41873" w:rsidP="00D36C40">
      <w:pPr>
        <w:pStyle w:val="ListParagraph"/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  <w:u w:val="single"/>
        </w:rPr>
        <w:t>Задача 1.</w:t>
      </w:r>
      <w:r w:rsidRPr="00D36C40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D36C40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D36C40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D36C40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D36C40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D36C40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D36C40">
        <w:rPr>
          <w:rFonts w:ascii="Times New Roman" w:hAnsi="Times New Roman" w:cs="Times New Roman"/>
          <w:sz w:val="24"/>
          <w:szCs w:val="24"/>
        </w:rPr>
        <w:t xml:space="preserve"> Гражданско-патриотическое и духовно-нравственное воспитание молодежи; пропаганда здорового образа жизни молодежи, профилактика наркомании, безнадзорности и правонарушений среди несовершеннолетних; поддержка талантливой молодежи; содействие в обеспечении занятости молодежи; 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A41873" w:rsidRPr="00D36C40" w:rsidRDefault="00A41873" w:rsidP="00D36C40">
      <w:pPr>
        <w:pStyle w:val="BodyTextIndent"/>
        <w:spacing w:after="0"/>
        <w:ind w:left="709" w:hanging="1"/>
        <w:jc w:val="both"/>
      </w:pPr>
      <w:r w:rsidRPr="00D36C40">
        <w:rPr>
          <w:u w:val="single"/>
        </w:rPr>
        <w:t>Подпрограмма 1.</w:t>
      </w:r>
      <w:r w:rsidRPr="00D36C40">
        <w:t xml:space="preserve"> « Молодежь муниципального образования поселок Курагино» на 2016-2018 годы  (приложение №1 к программе).</w:t>
      </w:r>
    </w:p>
    <w:p w:rsidR="00A41873" w:rsidRPr="00D36C40" w:rsidRDefault="00A41873" w:rsidP="00D36C40">
      <w:pPr>
        <w:pStyle w:val="ListParagraph"/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  <w:u w:val="single"/>
        </w:rPr>
        <w:t>Задача  2.</w:t>
      </w:r>
      <w:r w:rsidRPr="00D36C40">
        <w:rPr>
          <w:rFonts w:ascii="Times New Roman" w:hAnsi="Times New Roman" w:cs="Times New Roman"/>
          <w:sz w:val="24"/>
          <w:szCs w:val="24"/>
        </w:rPr>
        <w:t xml:space="preserve">  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</w:r>
    </w:p>
    <w:p w:rsidR="00A41873" w:rsidRPr="00D36C40" w:rsidRDefault="00A41873" w:rsidP="00D36C40">
      <w:pPr>
        <w:pStyle w:val="BodyTextIndent"/>
        <w:spacing w:after="0"/>
        <w:ind w:left="643"/>
        <w:jc w:val="both"/>
      </w:pPr>
      <w:r w:rsidRPr="00D36C40">
        <w:rPr>
          <w:u w:val="single"/>
        </w:rPr>
        <w:t>Подпрограмма 2.</w:t>
      </w:r>
      <w:r w:rsidRPr="00D36C40">
        <w:t xml:space="preserve">  «Культурно-массовые мероприятия муниципального образования поселок Курагино» на 2018-2020 годы  (приложение № 2 к программе).</w:t>
      </w:r>
    </w:p>
    <w:p w:rsidR="00A41873" w:rsidRPr="00D36C40" w:rsidRDefault="00A41873" w:rsidP="00D36C40">
      <w:pPr>
        <w:pStyle w:val="ListParagraph"/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  <w:u w:val="single"/>
        </w:rPr>
        <w:t>Задача 3.</w:t>
      </w:r>
      <w:r w:rsidRPr="00D36C40">
        <w:rPr>
          <w:rFonts w:ascii="Times New Roman" w:hAnsi="Times New Roman" w:cs="Times New Roman"/>
          <w:sz w:val="24"/>
          <w:szCs w:val="24"/>
        </w:rPr>
        <w:t xml:space="preserve">  Создание условий для спортсменов и успешного выступления сборных команд поселка по видам спорта на соревнованиях различного уровня; 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A41873" w:rsidRPr="00D36C40" w:rsidRDefault="00A41873" w:rsidP="00D36C40">
      <w:pPr>
        <w:pStyle w:val="BodyTextIndent"/>
        <w:spacing w:after="0"/>
        <w:ind w:left="643"/>
        <w:jc w:val="both"/>
      </w:pPr>
      <w:r w:rsidRPr="00D36C40">
        <w:rPr>
          <w:u w:val="single"/>
        </w:rPr>
        <w:t>Подпрограмма 3</w:t>
      </w:r>
      <w:r w:rsidRPr="00D36C40">
        <w:t>. «Развитие физической культуры и спорта в муниципальном образовании поселок Курагино» на 2018-2020 годы (приложение №3 к программе).</w:t>
      </w:r>
    </w:p>
    <w:p w:rsidR="00A41873" w:rsidRPr="00D36C40" w:rsidRDefault="00A41873" w:rsidP="00D36C40">
      <w:pPr>
        <w:pStyle w:val="BodyTextIndent"/>
        <w:spacing w:after="0"/>
        <w:ind w:left="643"/>
        <w:jc w:val="both"/>
      </w:pPr>
    </w:p>
    <w:p w:rsidR="00A41873" w:rsidRPr="00D36C40" w:rsidRDefault="00A41873" w:rsidP="00D36C40">
      <w:pPr>
        <w:pStyle w:val="BodyTextIndent"/>
        <w:numPr>
          <w:ilvl w:val="0"/>
          <w:numId w:val="2"/>
        </w:numPr>
        <w:spacing w:after="0"/>
        <w:jc w:val="center"/>
        <w:rPr>
          <w:b/>
          <w:bCs/>
        </w:rPr>
      </w:pPr>
      <w:r w:rsidRPr="00D36C40">
        <w:rPr>
          <w:b/>
          <w:bCs/>
        </w:rPr>
        <w:t>Механизм реализации мероприятий программы.</w:t>
      </w:r>
    </w:p>
    <w:p w:rsidR="00A41873" w:rsidRPr="00D36C40" w:rsidRDefault="00A41873" w:rsidP="00D36C40">
      <w:pPr>
        <w:pStyle w:val="BodyTextIndent"/>
        <w:spacing w:after="0"/>
        <w:ind w:left="360"/>
        <w:rPr>
          <w:b/>
          <w:bCs/>
        </w:rPr>
      </w:pPr>
    </w:p>
    <w:p w:rsidR="00A41873" w:rsidRPr="00D36C40" w:rsidRDefault="00A41873" w:rsidP="00D36C40">
      <w:pPr>
        <w:pStyle w:val="BodyTextIndent"/>
        <w:spacing w:after="0"/>
        <w:ind w:left="360"/>
        <w:jc w:val="both"/>
      </w:pPr>
      <w:r w:rsidRPr="00D36C40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A41873" w:rsidRPr="00D36C40" w:rsidRDefault="00A41873" w:rsidP="00D36C40">
      <w:pPr>
        <w:pStyle w:val="BodyTextIndent"/>
        <w:tabs>
          <w:tab w:val="left" w:pos="709"/>
        </w:tabs>
        <w:spacing w:after="0"/>
        <w:ind w:left="709" w:hanging="142"/>
        <w:jc w:val="both"/>
      </w:pPr>
    </w:p>
    <w:p w:rsidR="00A41873" w:rsidRPr="00D36C40" w:rsidRDefault="00A41873" w:rsidP="00D36C40">
      <w:pPr>
        <w:pStyle w:val="BodyTextIndent"/>
        <w:numPr>
          <w:ilvl w:val="0"/>
          <w:numId w:val="2"/>
        </w:numPr>
        <w:spacing w:after="0"/>
        <w:jc w:val="center"/>
        <w:rPr>
          <w:b/>
          <w:bCs/>
        </w:rPr>
      </w:pPr>
      <w:r w:rsidRPr="00D36C40">
        <w:rPr>
          <w:b/>
          <w:bCs/>
        </w:rPr>
        <w:t xml:space="preserve">Прогноз конечных результатов программы </w:t>
      </w:r>
    </w:p>
    <w:p w:rsidR="00A41873" w:rsidRPr="00D36C40" w:rsidRDefault="00A41873" w:rsidP="00D36C40">
      <w:pPr>
        <w:pStyle w:val="BodyTextIndent"/>
        <w:spacing w:after="0"/>
        <w:jc w:val="center"/>
      </w:pPr>
    </w:p>
    <w:p w:rsidR="00A41873" w:rsidRPr="00D36C40" w:rsidRDefault="00A41873" w:rsidP="00D36C40">
      <w:pPr>
        <w:pStyle w:val="BodyTextIndent"/>
        <w:spacing w:after="0"/>
        <w:ind w:left="708"/>
        <w:jc w:val="both"/>
      </w:pPr>
      <w:r w:rsidRPr="00D36C40">
        <w:t>Конечными результатами реализации программы являются:</w:t>
      </w: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  - формирование внутренней молодежной культуры, улучшающей имидж поселка;</w:t>
      </w: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  - сокращение количества совершаемых молодежью правонарушений, в том числе причиняющих материальный ущерб городскому хозяйству муниципального образования поселок Курагино;</w:t>
      </w: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  - сокращение в молодежной среде вредных привычек (курение, распитие спиртных напитков, в том числе пива);</w:t>
      </w: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  - развитие подросткового и молодежного спорта как норма и стиля жизни современной молодежи;</w:t>
      </w: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  - развитие общепоселковых молодежных традиций;</w:t>
      </w: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  - рост количества молодых граждан, участвующих в мероприятиях подпрограммы;</w:t>
      </w: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  -  формировании позитивных жизненных ценностей, развитии творческой активности населения, обеспечении развития эстетического и художественного воспитания молодежи, увеличения доступности и расширения предложений населению культурных благ;</w:t>
      </w: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  - укрепление единого культурного пространства муниципального образования поселок Курагино;</w:t>
      </w: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 - создание благоприятных условий для творческой деятельности, освоения новых форм и направлений культурного обмена;</w:t>
      </w: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  - увеличение численности населения, занимающегося физической культурой и спортом;</w:t>
      </w: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  - укрепление здоровья населения муниципального образования поселок Курагино;</w:t>
      </w: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  - снижение уровня заболеваемости, повышение работоспособности населения;</w:t>
      </w: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  - повышение эффективности системы профилактики наркомании, алкоголизма и правонарушений среди молодежи, организации досуга населения средствами физической культуры и спорта;</w:t>
      </w: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 - улучшение результатов выступлений спортсменов на соревнованиях разных уровней;</w:t>
      </w: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C40">
        <w:rPr>
          <w:rFonts w:ascii="Times New Roman" w:hAnsi="Times New Roman" w:cs="Times New Roman"/>
          <w:sz w:val="24"/>
          <w:szCs w:val="24"/>
        </w:rPr>
        <w:t xml:space="preserve">          - формирование у населения устойчивого интереса и потребности к регулярным занятиям физической культурой и спортом.</w:t>
      </w: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D36C40" w:rsidRDefault="00A41873" w:rsidP="00D36C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D36C40" w:rsidRDefault="00A41873" w:rsidP="00D36C40">
      <w:pPr>
        <w:pStyle w:val="BodyTextIndent"/>
        <w:spacing w:after="0"/>
        <w:ind w:left="0"/>
        <w:jc w:val="center"/>
        <w:rPr>
          <w:b/>
          <w:bCs/>
        </w:rPr>
      </w:pPr>
      <w:r w:rsidRPr="00D36C40">
        <w:rPr>
          <w:b/>
          <w:bCs/>
        </w:rPr>
        <w:t>6. Информация о распределении планируемых расходов по подпрограммам</w:t>
      </w:r>
    </w:p>
    <w:p w:rsidR="00A41873" w:rsidRPr="00D36C40" w:rsidRDefault="00A41873" w:rsidP="00D36C40">
      <w:pPr>
        <w:pStyle w:val="BodyTextIndent"/>
        <w:spacing w:after="0"/>
        <w:jc w:val="center"/>
      </w:pPr>
    </w:p>
    <w:p w:rsidR="00A41873" w:rsidRPr="00D36C40" w:rsidRDefault="00A41873" w:rsidP="00D36C40">
      <w:pPr>
        <w:pStyle w:val="BodyTextIndent"/>
        <w:spacing w:after="0"/>
        <w:ind w:left="0" w:firstLine="709"/>
        <w:jc w:val="both"/>
      </w:pPr>
      <w:r w:rsidRPr="00D36C40">
        <w:t xml:space="preserve"> Распределение планируемых расходов по мероприятиям подпрограмм представлено в приложении № 4 к программе.</w:t>
      </w:r>
    </w:p>
    <w:p w:rsidR="00A41873" w:rsidRPr="00D36C40" w:rsidRDefault="00A41873" w:rsidP="00D36C40">
      <w:pPr>
        <w:pStyle w:val="BodyTextIndent"/>
        <w:spacing w:after="0"/>
        <w:jc w:val="center"/>
      </w:pPr>
    </w:p>
    <w:p w:rsidR="00A41873" w:rsidRPr="00D36C40" w:rsidRDefault="00A41873" w:rsidP="00D36C40">
      <w:pPr>
        <w:pStyle w:val="BodyTextIndent"/>
        <w:spacing w:after="0"/>
        <w:ind w:left="0"/>
        <w:jc w:val="center"/>
        <w:rPr>
          <w:b/>
          <w:bCs/>
        </w:rPr>
      </w:pPr>
      <w:r w:rsidRPr="00D36C40">
        <w:rPr>
          <w:b/>
          <w:bCs/>
        </w:rPr>
        <w:t>7.Информация о ресурсном обеспечении и прогнозной оценке расходов на реализацию целей программы</w:t>
      </w:r>
    </w:p>
    <w:p w:rsidR="00A41873" w:rsidRPr="00D36C40" w:rsidRDefault="00A41873" w:rsidP="00D36C40">
      <w:pPr>
        <w:pStyle w:val="BodyTextIndent"/>
        <w:spacing w:after="0"/>
        <w:ind w:left="0"/>
        <w:jc w:val="center"/>
      </w:pPr>
    </w:p>
    <w:p w:rsidR="00A41873" w:rsidRPr="00D36C40" w:rsidRDefault="00A41873" w:rsidP="00D36C40">
      <w:pPr>
        <w:pStyle w:val="BodyTextIndent"/>
        <w:spacing w:after="0"/>
        <w:ind w:left="0"/>
        <w:jc w:val="both"/>
      </w:pPr>
      <w:r w:rsidRPr="00D36C40">
        <w:tab/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 представлена в приложении № 5 к программе.</w:t>
      </w: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D36C40">
      <w:pPr>
        <w:pStyle w:val="BodyTextIndent"/>
        <w:spacing w:after="0"/>
        <w:ind w:left="0"/>
        <w:jc w:val="both"/>
      </w:pPr>
    </w:p>
    <w:tbl>
      <w:tblPr>
        <w:tblW w:w="5000" w:type="pct"/>
        <w:tblInd w:w="-106" w:type="dxa"/>
        <w:tblLook w:val="00A0"/>
      </w:tblPr>
      <w:tblGrid>
        <w:gridCol w:w="829"/>
        <w:gridCol w:w="3009"/>
        <w:gridCol w:w="980"/>
        <w:gridCol w:w="1425"/>
        <w:gridCol w:w="1564"/>
        <w:gridCol w:w="1365"/>
        <w:gridCol w:w="1365"/>
        <w:gridCol w:w="1347"/>
        <w:gridCol w:w="1405"/>
        <w:gridCol w:w="1229"/>
      </w:tblGrid>
      <w:tr w:rsidR="00A41873" w:rsidRPr="00D36C40">
        <w:trPr>
          <w:trHeight w:val="99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№1 к паспорту муниципальной программы "Развитие социальной сферы муниципального образования поселок Курагино" на 2018-2020 годы.</w:t>
            </w:r>
          </w:p>
        </w:tc>
      </w:tr>
      <w:tr w:rsidR="00A41873" w:rsidRPr="00D36C40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67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A41873" w:rsidRPr="00D36C40">
        <w:trPr>
          <w:trHeight w:val="63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Цели,задачи,показатели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Ед.изм.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 показателя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</w:tr>
      <w:tr w:rsidR="00A41873" w:rsidRPr="00D36C40">
        <w:trPr>
          <w:trHeight w:val="6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Курагино.</w:t>
            </w:r>
          </w:p>
        </w:tc>
      </w:tr>
      <w:tr w:rsidR="00A41873" w:rsidRPr="00D36C40">
        <w:trPr>
          <w:trHeight w:val="123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мероприятий направленных на молодежь муниципального образования поселок Курагино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</w:tr>
      <w:tr w:rsidR="00A41873" w:rsidRPr="00D36C40">
        <w:trPr>
          <w:trHeight w:val="15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74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1: гражданско-патриотическое и духовно-нравственное воспитание молодежи; пропаганда здорового образа жизни молодежи, профилактика наркомании, безнадзорности и правонарушений среди несовершеннолетних; поддержка талантливой молодежи; содействие в обеспечении занятости молодежи; 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      </w:r>
          </w:p>
        </w:tc>
      </w:tr>
      <w:tr w:rsidR="00A41873" w:rsidRPr="00D36C40">
        <w:trPr>
          <w:trHeight w:val="58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474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 " Молодежь муниципального образования поселок Курагино"</w:t>
            </w:r>
          </w:p>
        </w:tc>
      </w:tr>
      <w:tr w:rsidR="00A41873" w:rsidRPr="00D36C40">
        <w:trPr>
          <w:trHeight w:val="148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Доля мероприятий направленных на гражданско-патриотическое и духовно-нравственное воспитание молодежи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</w:t>
            </w:r>
          </w:p>
        </w:tc>
      </w:tr>
      <w:tr w:rsidR="00A41873" w:rsidRPr="00D36C40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мероприятий направленных на пропаганду здорового образа жизни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A41873" w:rsidRPr="00D36C40">
        <w:trPr>
          <w:trHeight w:val="97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Доля мероприятий направленных на поддержку талантливой молодежи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</w:tr>
      <w:tr w:rsidR="00A41873" w:rsidRPr="00D36C40">
        <w:trPr>
          <w:trHeight w:val="12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Доля мероприятий направленных на содействие в обеспечении занятости молодежи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</w:tr>
      <w:tr w:rsidR="00A41873" w:rsidRPr="00D36C40">
        <w:trPr>
          <w:trHeight w:val="9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Доля мероприятий направленных на развитие молодежных традиций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A41873" w:rsidRPr="00D36C40">
        <w:trPr>
          <w:trHeight w:val="6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4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реализация конституционного права граждан на участие в культурной жизни и пользование учреждениями культуры, на доступ к культурным ценностям.</w:t>
            </w:r>
          </w:p>
        </w:tc>
      </w:tr>
      <w:tr w:rsidR="00A41873" w:rsidRPr="00D36C40">
        <w:trPr>
          <w:trHeight w:val="201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мероприятий направленных на культурно-массовые мероприятия, проводимые на территории муниципального образования поселок Курагино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</w:tr>
      <w:tr w:rsidR="00A41873" w:rsidRPr="00D36C40">
        <w:trPr>
          <w:trHeight w:val="9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4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2: 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      </w:r>
          </w:p>
        </w:tc>
      </w:tr>
      <w:tr w:rsidR="00A41873" w:rsidRPr="00D36C40">
        <w:trPr>
          <w:trHeight w:val="3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474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2:"Культурно-массовые мероприятия, проводимые на территории муниципального образования поселок Курагино"</w:t>
            </w:r>
          </w:p>
        </w:tc>
      </w:tr>
      <w:tr w:rsidR="00A41873" w:rsidRPr="00D36C40">
        <w:trPr>
          <w:trHeight w:val="132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мероприятий направленных на повышение роли культуры в воспитании и прсвящении жителей поселка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19,23</w:t>
            </w:r>
          </w:p>
        </w:tc>
      </w:tr>
      <w:tr w:rsidR="00A41873" w:rsidRPr="00D36C40">
        <w:trPr>
          <w:trHeight w:val="19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Доля мероприятий направленных на создание благоприятных условий для развитияи реализации имеющегося потенциала творческих сил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15,538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15,538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15,538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15,538</w:t>
            </w:r>
          </w:p>
        </w:tc>
      </w:tr>
      <w:tr w:rsidR="00A41873" w:rsidRPr="00D36C40">
        <w:trPr>
          <w:trHeight w:val="126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мероприятий направленных на организацию досуга населения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34,615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34,615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34,615</w:t>
            </w:r>
          </w:p>
        </w:tc>
      </w:tr>
      <w:tr w:rsidR="00A41873" w:rsidRPr="00D36C40">
        <w:trPr>
          <w:trHeight w:val="220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Доля мероприятий направленных на формирование активного социального статуса граждан пожилого возраста, обеспечение условий отдыха жителей старшего поколения.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34,615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34,615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34,615</w:t>
            </w:r>
          </w:p>
        </w:tc>
      </w:tr>
      <w:tr w:rsidR="00A41873" w:rsidRPr="00D36C40">
        <w:trPr>
          <w:trHeight w:val="69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4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деятельности.</w:t>
            </w:r>
          </w:p>
        </w:tc>
      </w:tr>
      <w:tr w:rsidR="00A41873" w:rsidRPr="00D36C40">
        <w:trPr>
          <w:trHeight w:val="189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мероприятий направленных на развитие физической культуры и спорта в муниципальном образовании поселок Курагино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</w:tr>
      <w:tr w:rsidR="00A41873" w:rsidRPr="00D36C40">
        <w:trPr>
          <w:trHeight w:val="87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4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3: создание условий для спортсменов и успешного выступления сборных команд поселка по видам спорта на соревнованиях различного уровня;повышение качества и результативности процесса физического воспитания населения, в том числе инвалидов, развитие детско-юношеского спорта.</w:t>
            </w: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</w:p>
        </w:tc>
      </w:tr>
      <w:tr w:rsidR="00A41873" w:rsidRPr="00D36C40">
        <w:trPr>
          <w:trHeight w:val="40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3.1.1.</w:t>
            </w:r>
          </w:p>
        </w:tc>
        <w:tc>
          <w:tcPr>
            <w:tcW w:w="474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3: "Развитие физической культуры и спорта в муниципальном образовании поселок Курагино"</w:t>
            </w:r>
          </w:p>
        </w:tc>
      </w:tr>
      <w:tr w:rsidR="00A41873" w:rsidRPr="00D36C40">
        <w:trPr>
          <w:trHeight w:val="138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 населения поселка, систематически занимающегося физической культурой и спортом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33,00</w:t>
            </w:r>
          </w:p>
        </w:tc>
      </w:tr>
      <w:tr w:rsidR="00A41873" w:rsidRPr="00D36C40">
        <w:trPr>
          <w:trHeight w:val="220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 населения поселка в возрасте от 6 до 18 лет, регулярно занимающегося в муниципальных детско-юношеских спортивных школах, центрах, клубах по месту жительства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93,00</w:t>
            </w:r>
          </w:p>
        </w:tc>
      </w:tr>
      <w:tr w:rsidR="00A41873" w:rsidRPr="00D36C40">
        <w:trPr>
          <w:trHeight w:val="124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Колличество спортсменов, выполнивших нормативы разрядов и норматив мастера спорта.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47,00</w:t>
            </w:r>
          </w:p>
        </w:tc>
      </w:tr>
    </w:tbl>
    <w:p w:rsidR="00A41873" w:rsidRPr="00211C6C" w:rsidRDefault="00A41873" w:rsidP="00D36C40">
      <w:pPr>
        <w:pStyle w:val="BodyTextIndent"/>
        <w:spacing w:after="0"/>
        <w:ind w:left="0"/>
        <w:jc w:val="both"/>
      </w:pPr>
    </w:p>
    <w:p w:rsidR="00A41873" w:rsidRPr="00211C6C" w:rsidRDefault="00A41873" w:rsidP="00D36C40">
      <w:pPr>
        <w:pStyle w:val="BodyTextIndent"/>
        <w:spacing w:after="0"/>
        <w:ind w:left="0"/>
        <w:jc w:val="both"/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1892"/>
        <w:gridCol w:w="4369"/>
        <w:gridCol w:w="1715"/>
        <w:gridCol w:w="787"/>
        <w:gridCol w:w="738"/>
        <w:gridCol w:w="1416"/>
        <w:gridCol w:w="996"/>
        <w:gridCol w:w="1926"/>
        <w:gridCol w:w="1926"/>
        <w:gridCol w:w="1926"/>
      </w:tblGrid>
      <w:tr w:rsidR="00A41873" w:rsidRPr="00D36C40">
        <w:trPr>
          <w:trHeight w:val="1305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4 к муниципальной программе "Развитие социальной сферы муниципального образования поселок Курагино" на 2018-2020 годы</w:t>
            </w:r>
          </w:p>
        </w:tc>
      </w:tr>
      <w:tr w:rsidR="00A41873" w:rsidRPr="00D36C40">
        <w:trPr>
          <w:trHeight w:val="1305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планируемых расходов за счет средств поселкового бюджета по подпрограммам муниципальной программы поселка Курагино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ГРБС</w:t>
            </w:r>
          </w:p>
        </w:tc>
        <w:tc>
          <w:tcPr>
            <w:tcW w:w="1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(тыс.руб.) годы</w:t>
            </w:r>
          </w:p>
        </w:tc>
      </w:tr>
      <w:tr w:rsidR="00A41873" w:rsidRPr="00D36C40">
        <w:trPr>
          <w:trHeight w:val="420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сферы муниципального образования поселок Курагино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6362,285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6362,285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6362,285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6362,285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6362,285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6362,285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Молодежь муниципального образования поселок Курагино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289,520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289,520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289,520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289,520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289,520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289,520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Встречи с ветеранами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молодежной акции "Повяжи, если помнишь"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Велопробег, посвященный памяти войнов-курагинцев,погибших в Чеченской войне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соревнованиях среди подростков и молодежи по футболу, волейболу, лыжному и конькобежному спорту,бильярду,силовым видам спорта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акции "Молодежь Курагино против наркотиков"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Встреча молодежи с сотрудниками ОВД по профилактике правонарушений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праздновании Дня поселка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фестивале "Рождественнские встречи"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фестивале по авиамоделизму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19,65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19,65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конкурса "Умники и умницы"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проведении общерайонныхярморок вакансий для молодежи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в трудоустройстве школьников и учащихся на сезонные и временные работы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145,920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145,920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145,920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145,920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конкурса "Автоледи"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11,050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11,050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фестиваля " Краски осени"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игра "Курагинский дозор"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правовой и психологической помощи молодым семьям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требуют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Культурно-массовые мероприятия, проводимые на территории муниципального образования поселок Курагино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5190,625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5190,625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5190,625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5190,625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5190,625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5190,625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мероприятия посвещенного встрече с воинами - афганцами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мероприятия, посвященного Дню памяти и скорби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Митинг, посвященный Дню репрессированных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Чествование руководителей юбиляров, организации и предприятия юбиляры, расположенные на территории МО п.Курагино,участники и вдовы участников ВОВ, долгожители проживающие на территории МО п.Курагино (90,95,100 и т.д. лет).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мемориальной доски к 100-летию со дня смерти Пашенных Н.П.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"Браво детки"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7,950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7,950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"День любви,семьи и верности"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5,625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5,625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Поэтические чтения "Под рождественской звездой"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Проводы русской зимы (масленица)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мероприятия, посвященного Дню защиты детей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мероприятия Конные скачки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праздника День поселка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719,19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719,19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посвещенных профессиональных государственных праздников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мероприятия посвященного празднованию дня сельхозработника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Новогодняя елка главы поселка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новогодней поселковой елки,снежного городка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снежного городка,монтаж и демонтаж елки,освещения,  ледяных фигур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мероприятие День защитника отечества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мероприятия "Международный женский день 8 марта"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мероприятия посвященного празднованию Дня победы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45,15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45,15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мероприятия "Вечер фронтовой песни, посвященный 70-летию победы в ВОВ"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конкурса на лучшее оформление придомовой территории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Встреча творческих коллективов "Не стареют душой ветераны"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мероприятия посвещенные дню матери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Новогодние мероприятия для ветеранов и инвалидов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муниципальных услуг МБУК "ДК ст. Курагино"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3555,51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3555,51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3555,51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3555,51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3555,51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3555,51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0220010460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физической культуры и спорта в муниципальном образовании поселок Курагино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882,140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882,140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882,140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882,140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882,140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882,140</w:t>
            </w:r>
          </w:p>
        </w:tc>
      </w:tr>
      <w:tr w:rsidR="00A41873" w:rsidRPr="00D36C40">
        <w:trPr>
          <w:trHeight w:val="37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квартал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п.Курагино в первенстве Красноярского края среди команд 3 группы (Минусинск мини-футбол)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п.Курагино в районных соревнованиях по мини-футболу (Краснокаменск)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п.Курагино в Первенстве Республики Хакасия по мини-футболу среди мужских команд (Абакан)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п.Курагино в Первенстве Республики Хакасия по мини-футболу среди мужских команд (Абакан)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п.Курагино в Первенстве Республики Хакасия по мини-футболу среди мужских команд (Абакан)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"XXIV традиционных республиканских соревнованиях по лыжным гонкам памяти Н.С. Швыдкова, Г.П. Шулбаева" (Таштыб)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Первенстве Красноярского края по лыжным гонкам на призы (2этап на призы "Ен+" и "РУСАЛ") (Красноярск)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рождественском турнире по волейболу (мужчины) (Ермаковское)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матчевой встрече по волейболу (Каратуз) муж.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воткрытомкубке г. Красноярска по волейболу, посвященному памяти А.Я. Грошева (Красноярск) муж.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п.Курагино Региональном турнире "Рожденственский кубок" по волейболу среди девушек (Абакан)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открытом первенстве г. Минусинска по волейболу среди девушек (Минусинск)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Первенстве ДЮШ по волейболу среди юношей и девушек (Абакан)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Открытом первенстве Тесинской СОШ №10 по волейболу среди девушек и юношей (Тесь)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матчевой встрече по волейболу среди девушек и женщин (Каратузское)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открытом первенстве республики Хакасия (Абакан, греко-римская борьба)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краевом турнире памяти А.А. Матвеева (Абакан, греко-римская борьба)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первенстве Красноярского края (Красноярск, греко-римская борьба)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турнире по греко-римской борьбе среди юношей памяти А.А.Солопова (Красноярск)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13,43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13,43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товарищеских встречах по гастольному теннису (Городок)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4,94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4,94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Участие команды п. Курагино в открытом межрегиональном турнире МБУ ДО "ДЮСШ" Минусинского района по настольному теннису на призы депутата ЗС Красноярского края Зырянова В.В. (Городок)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</w:tr>
      <w:tr w:rsidR="00A41873" w:rsidRPr="00D36C40">
        <w:trPr>
          <w:trHeight w:val="19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наградной атрибутики, спортивного инвентаря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80,85</w:t>
            </w:r>
          </w:p>
        </w:tc>
      </w:tr>
      <w:tr w:rsidR="00A41873" w:rsidRPr="00D36C40">
        <w:trPr>
          <w:trHeight w:val="19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80,85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п. Курагино по мини-футболу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первенствотп. Курагино по ринг-бенди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Всеросийские соревнования "Лыжня России-2018"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Первенство п.Курагино по лыжным гонкам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Вечернее открытое первенство п.Курагино по волейболу на приз главы п.Курагино среди трудовых коллективов и физкультурно-оздоровительных клубов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Открытое первенство п. Курагино по волейболу среди мужских и женских команд на приз главы п.Курагино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Открытое первенство п.Курагино по волейболу среди юношей и девушек 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п.Курагино по греко-римской борьбе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п.Курагино по настольному теннису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п.Курагино по гиревому спорту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37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квартал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первенстве Красноярского края(Железногорск,греко-римская)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551,0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551,0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Участие команды п. Курагино в краевом турнире Е.С.Белинского(Енисейск,греко-римская)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551,0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24,24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551,0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24,24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краевом турнире Енисейского пароходства(п.Подтесово,греко-римская)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551,0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551,0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открытом Кубке г. Красноярска по волейболу, посвященном памяти А.Я. Грошева среди девушек и женщин (Красноярск)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открытомтурнирепо волейболу, посвященном памяти Удалова среди женщин (Шушенское)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Курагино в Краевой спартакиаде ветеранов (Красноярск)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матчевой встрече по волейболу (Каратуз)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п. Курагино по силовому троеборью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зимнего сезона по мини футболу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п. Ккрагино по шахматам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Спартакиада муниципальных служащих (теннис,дартс,шашки,бильярд,шахматы)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Летняя спартакиада инвалидов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Открытое первенство п.Курагино по волейболу среди девочек и мальчиков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Спартакиада муниципальных служащих по летним видам спорта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36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квартал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Участие команды п.Курагино в открытом чемпионате Красноярского края по лыжеролерам и кроссу (Красноярск)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первенстве Красноярского края памяти И.Н. Арсеньева (Зеленогорск, греко-римская борьба)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первенстве республика Хакасия (греко-римская борьба)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Курагино в районных соревнованиях по мини-футболу (Краснокаменск)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матчевой встрече по волейболу среди женщин и девушек (Каратузское)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программа к дню физкультурника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марафонском заплыве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п. Курагино по пляжному волейболу (муж.и жен.)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первенствоп. Курагино по пляжному волейболу (2000 г. и младше)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Первенство п.Курагино по футболу среди  дворовых команд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Первенство п.Курагино по пионерболу среди детских дворовых команд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Участие команд п.Курагино в закрытии летнего спортивного сезона (футбол,мини-футбол, волейбол и т.д.)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Первенство п.Курагино по футболу среди детских дворовых команд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Открытое первенство п.Курагино по лыжероллерам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п.Курагино по ОФП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в соревнованиях по велоспорту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Показательные выступления по пауэрлифтингу и гиревому спорту на день поселка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Открытое первенство п.Курагино(шахматы)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A41873" w:rsidRPr="00D36C40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квартал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во Всероссийском турнире памяти И.М.Селетникова Томск, греко-римская борьба)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п.Курагино в первенстве Красноярского края (Канск,греко-римская борьба)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краевом турнире по греко-римской борьбе им. Г.П. Федотова (Енисейск)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первенстве республики Хакасия (греко-римская борьба)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открытых региональных соревнованиях "Юный богатырь" памяти А.И. Черныша по спортивной борьбе (Томск, греко-римская борьба)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чемпионате Красноярского края по настольному теннису (Зеленогорск)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товарищеских встречах по настольному теннису (Новоселово)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товарищеской встрече по настольному теннису (Куряты)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Курагино в первенстве красноярского края по мини-футболу среди команд 3 группы (Минусинск)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Курагино в первенстве красноярского края по мини-футболу среди команд 3 группы (Минусинск)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районных соревнованиях по мини-футболу (Краснокаменск)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Курагино в первенстве красноярского края по мини-футболу среди команд 3 группы (Минусинск)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футбольной команды п. Курагино в первенстве красноярского края по мини-футболу среди команд 3 группы (Краснокаменск)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футбольной команды п. Курагино в первенстве красноярского края по мини-футболу среди команд 3 группы (Краснокаменск)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Курагино в первенстве красноярского края по мини-футболу среди команд 3 группы (Минусинск)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п.Курагино в Открытом первенстве Тесинской СОШ №10 по волейболусреди девушек и юношей (Тесь)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Курагино в детских спортивных играх среди команд муниципальных районов Красноярского края «Юный Олимпиец»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Новогоднем турнире по волейболу среди женщин (Тесь)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Первенстве ДЮШ по волейболу среди юношей и девушек (Абакан)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Участие команды п. Курагино в матчевой встрече по волейболу (мужчины)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2,72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2,72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матчевых встречах по волеболу (Каратуз)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матчевых встречах по волеболу (Каратуз)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команды п. Курагино в чемпионате и Первенстве Красноярского края по лыжным гонкам (Красноярск)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Зимняяспортакаида инвалидов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по гиревому спорту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п. Курагино по настольномутенису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п. Курагино по ринг-бенди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Открытый турнир п. Курагино по волейболу (мужчины и женщины)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Открытый турнир п. Курагино по волейболу (юноши и девушки)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Веселые старты (2003г. и младше)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Новогодняя гонка (новогодний спринт)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котка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59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п. Курагино по пауэрлифтингу, посвященного памяти М.И. Еремеева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первенство п. Курагино среди спортивных семей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A41873" w:rsidRPr="00D36C40">
        <w:trPr>
          <w:trHeight w:val="130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</w:tbl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1873"/>
        <w:gridCol w:w="2964"/>
        <w:gridCol w:w="2123"/>
        <w:gridCol w:w="1116"/>
        <w:gridCol w:w="1116"/>
        <w:gridCol w:w="1116"/>
        <w:gridCol w:w="1236"/>
      </w:tblGrid>
      <w:tr w:rsidR="00A41873" w:rsidRPr="00D36C40">
        <w:trPr>
          <w:trHeight w:val="1875"/>
        </w:trPr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№5 к муниципальной программе "Развитие социальной сферв муниципального образования поселок Курагино" на 2018-2020 годы</w:t>
            </w:r>
          </w:p>
        </w:tc>
      </w:tr>
      <w:tr w:rsidR="00A41873" w:rsidRPr="00D36C40">
        <w:trPr>
          <w:trHeight w:val="94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1873" w:rsidRPr="00D36C40" w:rsidRDefault="00A41873" w:rsidP="00D36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Ресурсное обеспечение и прогнозная оценка расходов на реализацию целей муниципальной программы поселка Курагино с учетом источников финансирования, в том числе по уровням бюджетной системы</w:t>
            </w:r>
          </w:p>
        </w:tc>
      </w:tr>
      <w:tr w:rsidR="00A41873" w:rsidRPr="00D36C40">
        <w:trPr>
          <w:trHeight w:val="570"/>
        </w:trPr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программы,подпрограммы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0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расходов (тыс.руб.), годы</w:t>
            </w:r>
          </w:p>
        </w:tc>
      </w:tr>
      <w:tr w:rsidR="00A41873" w:rsidRPr="00D36C40">
        <w:trPr>
          <w:trHeight w:val="660"/>
        </w:trPr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2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сферы муниципального образования поселок Курагино</w:t>
            </w:r>
          </w:p>
        </w:tc>
        <w:tc>
          <w:tcPr>
            <w:tcW w:w="28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6362,285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6362,285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6362,285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19086,855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0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D36C40">
        <w:trPr>
          <w:trHeight w:val="630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D36C40">
        <w:trPr>
          <w:trHeight w:val="630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D36C40">
        <w:trPr>
          <w:trHeight w:val="157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образования поселок Курагино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6362,285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6362,285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6362,285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19086,855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№1</w:t>
            </w:r>
          </w:p>
        </w:tc>
        <w:tc>
          <w:tcPr>
            <w:tcW w:w="12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муниципального образования поселок Курагино</w:t>
            </w:r>
          </w:p>
        </w:tc>
        <w:tc>
          <w:tcPr>
            <w:tcW w:w="28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289,520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289,520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289,520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868,560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</w:tr>
      <w:tr w:rsidR="00A41873" w:rsidRPr="00D36C40">
        <w:trPr>
          <w:trHeight w:val="630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D36C40">
        <w:trPr>
          <w:trHeight w:val="630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D36C40">
        <w:trPr>
          <w:trHeight w:val="157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образования поселок Курагино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289,520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289,520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289,520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868,560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№2</w:t>
            </w:r>
          </w:p>
        </w:tc>
        <w:tc>
          <w:tcPr>
            <w:tcW w:w="12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Культурно-массовые мероприятия проводимые на территории муниципального образования поселок Курагино</w:t>
            </w:r>
          </w:p>
        </w:tc>
        <w:tc>
          <w:tcPr>
            <w:tcW w:w="28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5190,625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5190,625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5190,625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15571,875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</w:tr>
      <w:tr w:rsidR="00A41873" w:rsidRPr="00D36C40">
        <w:trPr>
          <w:trHeight w:val="630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D36C40">
        <w:trPr>
          <w:trHeight w:val="630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D36C40">
        <w:trPr>
          <w:trHeight w:val="157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образования поселок Курагино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5190,625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5190,625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5190,625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15571,875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№3</w:t>
            </w:r>
          </w:p>
        </w:tc>
        <w:tc>
          <w:tcPr>
            <w:tcW w:w="12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муниципальном образовании поселок Курагино</w:t>
            </w:r>
          </w:p>
        </w:tc>
        <w:tc>
          <w:tcPr>
            <w:tcW w:w="28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882,140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882,140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882,140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2646,420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D36C40">
        <w:trPr>
          <w:trHeight w:val="630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D36C40">
        <w:trPr>
          <w:trHeight w:val="630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A41873" w:rsidRPr="00D36C40">
        <w:trPr>
          <w:trHeight w:val="157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образования поселок Курагино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882,140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882,140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882,140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2646,420</w:t>
            </w:r>
          </w:p>
        </w:tc>
      </w:tr>
      <w:tr w:rsidR="00A41873" w:rsidRPr="00D36C40">
        <w:trPr>
          <w:trHeight w:val="315"/>
        </w:trPr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1873" w:rsidRPr="00D36C40" w:rsidRDefault="00A41873" w:rsidP="00D36C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</w:tbl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70"/>
        <w:gridCol w:w="2482"/>
        <w:gridCol w:w="4368"/>
        <w:gridCol w:w="2042"/>
      </w:tblGrid>
      <w:tr w:rsidR="00A41873">
        <w:trPr>
          <w:trHeight w:val="1471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Приложение №6 к муниципальной программе "Развитие социальной сферы муниципального образования поселок Курагино" на 2018-2020 годы</w:t>
            </w:r>
          </w:p>
        </w:tc>
      </w:tr>
      <w:tr w:rsidR="00A41873">
        <w:trPr>
          <w:trHeight w:val="235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41873">
        <w:trPr>
          <w:trHeight w:val="425"/>
        </w:trPr>
        <w:tc>
          <w:tcPr>
            <w:tcW w:w="93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Основные меры правового регулирования в соответствующей сфере, направленные на достижение цели и (или) конечных результатов муниципальной программы поселка Курагино</w:t>
            </w:r>
          </w:p>
        </w:tc>
      </w:tr>
      <w:tr w:rsidR="00A41873">
        <w:trPr>
          <w:trHeight w:val="235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41873">
        <w:trPr>
          <w:trHeight w:val="199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41873">
        <w:trPr>
          <w:trHeight w:val="42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нормативного правового акта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Предмет регулирования, основное содержание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Срок принятия </w:t>
            </w:r>
          </w:p>
        </w:tc>
      </w:tr>
      <w:tr w:rsidR="00A41873">
        <w:trPr>
          <w:trHeight w:val="120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Постановление администрации поселка Курагино от 28.11.2011 г. №347 "Об утверждении перечня услуг (работ), оказываемых МБУК "Дом культуры станции Курагино""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28.11.2011</w:t>
            </w:r>
          </w:p>
        </w:tc>
      </w:tr>
      <w:tr w:rsidR="00A41873">
        <w:trPr>
          <w:trHeight w:val="160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Решение Курагинского поселкового Совета депутатов от 11.04.2012 № 19-153-Р ''Об утверждении Правил благоустройства и санитарного содержания территории в муниципальном образовании поселок Курагино''                                                                         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12.04.2012</w:t>
            </w:r>
          </w:p>
        </w:tc>
      </w:tr>
      <w:tr w:rsidR="00A41873">
        <w:trPr>
          <w:trHeight w:val="124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Решение Курагинского поселкового Совета депутатов от 07.08.1998 №100-Р '' Об утверждении Устава муниципального образования поселок Курагино"                                                                         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07.08.1998</w:t>
            </w:r>
          </w:p>
        </w:tc>
      </w:tr>
      <w:tr w:rsidR="00A41873">
        <w:trPr>
          <w:trHeight w:val="163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Решение Курагинского поселкового Совета депутатов от 11.04.2012 № 19-153-Р ''Об утверждении Правил благоустройства и санитарного содержания территории в муниципальном образовании поселок Курагино''                                                                         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873" w:rsidRDefault="00A41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12.04.2012</w:t>
            </w:r>
          </w:p>
        </w:tc>
      </w:tr>
    </w:tbl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к муниципальной программе поселка Курагино « Развитие социальной сферы муниципального образования поселок Курагино»  на 2018-2020 годы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 xml:space="preserve"> ПОДПРОГРАММА №1 «МОЛОДЕЖЬ МУНИЦИПАЛЬНОГО ОБРАЗОВАНИЯ ПОСЕЛОК КУРАГИНО» НА 2018-2020 ГОДЫ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1.ПАСПОРТ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954"/>
      </w:tblGrid>
      <w:tr w:rsidR="00A41873" w:rsidRPr="00DD6CCD">
        <w:tc>
          <w:tcPr>
            <w:tcW w:w="3969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54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«Молодежь муниципального образования поселок Курагино» на 2018-2020 годы (далее - подпрограмма)</w:t>
            </w:r>
          </w:p>
        </w:tc>
      </w:tr>
      <w:tr w:rsidR="00A41873" w:rsidRPr="00DD6CCD">
        <w:tc>
          <w:tcPr>
            <w:tcW w:w="3969" w:type="dxa"/>
          </w:tcPr>
          <w:p w:rsidR="00A41873" w:rsidRPr="00DD6CCD" w:rsidRDefault="00A41873" w:rsidP="00A64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</w:tcPr>
          <w:p w:rsidR="00A41873" w:rsidRPr="00DD6CCD" w:rsidRDefault="00A41873" w:rsidP="00A64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социальной сферы муниципального образования поселок Курагино» </w:t>
            </w:r>
          </w:p>
        </w:tc>
      </w:tr>
      <w:tr w:rsidR="00A41873" w:rsidRPr="00DD6CCD">
        <w:tc>
          <w:tcPr>
            <w:tcW w:w="3969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координатор подпрограммы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DD6CCD">
        <w:tc>
          <w:tcPr>
            <w:tcW w:w="3969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5954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DD6CCD">
        <w:tc>
          <w:tcPr>
            <w:tcW w:w="3969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5954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Цели подпрограммы: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Курагино.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- гражданско-патриотическое и духовно-нравственное воспитание молодежи;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- пропаганда здорового образа жизни молодежи, профилактика наркомании, безнадзорности и правонарушений среди несовершеннолетних;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- поддержка талантливой молодежи;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- содействие в обеспечении занятости молодежи;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- развитие молодежных традиций: проведение конкурсов, праздников, фестивалей;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-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      </w:r>
          </w:p>
        </w:tc>
      </w:tr>
      <w:tr w:rsidR="00A41873" w:rsidRPr="00DD6CCD">
        <w:tc>
          <w:tcPr>
            <w:tcW w:w="3969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5954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</w:tc>
      </w:tr>
      <w:tr w:rsidR="00A41873" w:rsidRPr="00DD6CCD">
        <w:tc>
          <w:tcPr>
            <w:tcW w:w="3969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954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2018 - 2020 годы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DD6CCD">
        <w:tc>
          <w:tcPr>
            <w:tcW w:w="3969" w:type="dxa"/>
          </w:tcPr>
          <w:p w:rsidR="00A41873" w:rsidRPr="00DD6CCD" w:rsidRDefault="00A41873" w:rsidP="00A64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A41873" w:rsidRPr="00DD6CCD" w:rsidRDefault="00A41873" w:rsidP="00A64D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составляет  868,560 тыс. рублей за счет бюджета муниципального образования.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2018 год – 289,520 тыс. рублей.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2019 год – 289,520 тыс. рублей.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2020 год – 289,520  тыс. рублей.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DD6CCD">
        <w:tc>
          <w:tcPr>
            <w:tcW w:w="3969" w:type="dxa"/>
          </w:tcPr>
          <w:p w:rsidR="00A41873" w:rsidRPr="00DD6CCD" w:rsidRDefault="00A41873" w:rsidP="00A64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</w:tcPr>
          <w:p w:rsidR="00A41873" w:rsidRPr="00DD6CCD" w:rsidRDefault="00A41873" w:rsidP="00A64D82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 xml:space="preserve"> Текущее управление реализацией подпрограммы  осуществляется администрацией поселка Курагино.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Администрация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2. ОБОСНОВАНИЕ ПОДПРОГРАММЫ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2.1. Постановка проблемы и обоснование необходимости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принятия подпрограммы.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направленная на социально-экономическое и культурное развитие страны, обеспечение ее конкурентоспособности и укрепление социальной безопасности.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Федеральным законом от 06.10.2003 года № 131-ФЗ «Об общих принципах организации местного самоуправления в Российской Федерации» организация и осуществление мероприятий по работе с детьми и молодежью отнесены к вопросам местного значения.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Подпрограмма представляет собой систему мер по реализации молодежной политики, направленной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муниципального образования поселок Курагино.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Молодежь – это особая социально-демографическая группа населения в возрасте от 14 до 33 лет, переживающая период становления личности. Она обладает широким позитивным потенциалом – мобильностью, инициативностью, восприимчивостью к инновационным изменениям, новым технологиям, который используется в не полной мере. На этот возраст выпадают самые важные жизненные решения: выбор профессии, создание семьи, рождение детей.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 xml:space="preserve">В связи с этим развитие позитивной инициативы в молодежной среде является одним из приоритетных направлений молодежной политики муниципального образования поселок Курагино. 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2.2. Основные цели, задачи, этапы и сроки выполнения подпрограммы,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целевые индикаторы и показатели результативности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2.2.1. Целью подпрограммы является: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-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общественно-политического,  культурного и спортивного развития муниципального образования поселок Курагино.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2.2.2. Для достижения поставленной цели необходимо решение следующих задач: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- гражданско-патриотическое и духовно-нравственное воспитание молодежи;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- пропаганда здорового образа жизни молодежи, профилактика наркомании, безнадзорности и правонарушений среди несовершеннолетних;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- поддержка талантливой молодежи;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- содействие в обеспечении занятости молодежи;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- развитие молодежных традиций: проведение конкурсов, праздников, фестивалей;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-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2.2.3. Муниципальным  заказчиком подпрограммы является администрация поселка Курагино.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К компетенции администрации поселка Курагино в соответствии с федеральным законом от 06.10.2003 г. №131-ФЗ «Об общих принципах организации местного самоуправления в Российской Федерации», Уставом муниципального образования поселок Курагино: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1) формирование, утверждение, исполнение бюджета поселения и контроль за исполнением данного бюджета;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2) организация и осуществление мероприятий по работе с детьми и молодежью в поселении.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 xml:space="preserve">2.2.4. Срок реализации подпрограммы - 2017 - 2019 годы. 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2.2.5. Показатели результативности подпрограммы характеризуют следующие значения: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6"/>
        <w:gridCol w:w="1842"/>
        <w:gridCol w:w="1418"/>
        <w:gridCol w:w="1276"/>
        <w:gridCol w:w="1275"/>
      </w:tblGrid>
      <w:tr w:rsidR="00A41873" w:rsidRPr="00DD6CCD">
        <w:tc>
          <w:tcPr>
            <w:tcW w:w="3936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1842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418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A41873" w:rsidRPr="00DD6CCD">
        <w:trPr>
          <w:trHeight w:val="1275"/>
        </w:trPr>
        <w:tc>
          <w:tcPr>
            <w:tcW w:w="3936" w:type="dxa"/>
          </w:tcPr>
          <w:p w:rsidR="00A41873" w:rsidRPr="00DD6CCD" w:rsidRDefault="00A41873" w:rsidP="00A64D8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 xml:space="preserve"> Доля мероприятий направленных на гражданско-патриотическое и духовно-нравственное воспитание молодежи</w:t>
            </w:r>
          </w:p>
        </w:tc>
        <w:tc>
          <w:tcPr>
            <w:tcW w:w="1842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276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275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</w:tr>
      <w:tr w:rsidR="00A41873" w:rsidRPr="00DD6CCD">
        <w:tc>
          <w:tcPr>
            <w:tcW w:w="3936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Доля мероприятий направленных на пропаганду здорового образа жизни</w:t>
            </w:r>
          </w:p>
        </w:tc>
        <w:tc>
          <w:tcPr>
            <w:tcW w:w="1842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41873" w:rsidRPr="00DD6CCD">
        <w:tc>
          <w:tcPr>
            <w:tcW w:w="3936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Доля мероприятий направленных на поддержку талантливой молодежи</w:t>
            </w:r>
          </w:p>
        </w:tc>
        <w:tc>
          <w:tcPr>
            <w:tcW w:w="1842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276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275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A41873" w:rsidRPr="00DD6CCD">
        <w:tc>
          <w:tcPr>
            <w:tcW w:w="3936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Доля мероприятий направленных на содействие в обеспечении занятости молодежи</w:t>
            </w:r>
          </w:p>
        </w:tc>
        <w:tc>
          <w:tcPr>
            <w:tcW w:w="1842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276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275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A41873" w:rsidRPr="00DD6CCD">
        <w:tc>
          <w:tcPr>
            <w:tcW w:w="3936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Доля мероприятий направленных на развитие молодежных традиций</w:t>
            </w:r>
          </w:p>
        </w:tc>
        <w:tc>
          <w:tcPr>
            <w:tcW w:w="1842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41873" w:rsidRPr="00DD6CCD">
        <w:tc>
          <w:tcPr>
            <w:tcW w:w="3936" w:type="dxa"/>
          </w:tcPr>
          <w:p w:rsidR="00A41873" w:rsidRPr="00DD6CCD" w:rsidRDefault="00A41873" w:rsidP="00A64D8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Доля мероприятий направленных на поддержку молодых семей</w:t>
            </w:r>
          </w:p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276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275" w:type="dxa"/>
          </w:tcPr>
          <w:p w:rsidR="00A41873" w:rsidRPr="00DD6CCD" w:rsidRDefault="00A41873" w:rsidP="00A64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CD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</w:tbl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 приведен в Приложении 1 подпрограммы.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2.3. Механизм реализации подпрограммы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 xml:space="preserve">2.3.1. Перечень мероприятий подпрограммы приведен в приложении №2 к подпрограмме. Главным распорядителем бюджетных средств является администрация поселка Курагино. 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Реализация мероприятий подпрограммы осуществляется посредствам заключения контрактов (договоров) на поставки товаров, выполнение работ, оказание услуг для государственных нужд в соответствии с действующим законодательством Российской Федерации.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Внутренний финансовый контроль за целевым и эффективным использованием средств местного бюджета на реализацию мероприятий подпрограммы осуществляется администрацией поселка Курагино.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Внешний  финансовый контроль осуществляется контрольно-ревизионной комиссией Курагинского районного Совета депутатов на основании заключенного соглашения между муниципальным образованием поселок Курагино и Курагинским районным Советом депутатов.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2.3.2. Так же к механизмам реализации подпрограммы  относятся: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- прямое взаимодействие с молодежью, обеспечивающее высокую результативность и оперативность в управлении процессами, проистекающими в молодежной среде;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- формирование рабочих документов: организационного плана действий по реализации мероприятий подпрограммы;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2.4. Организация управления подпрограммой и контроль за ходом ее выполнения.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Текущее управление реализацией подпрограммы осуществляется администрацией поселка Курагино.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Администрация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Администрацией осуществляется: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- мониторинг реализации мероприятий подпрограммы;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- непосредственный контроль за ходом реализации мероприятий подпрограммы;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- подготовка отчетов о реализации подпрограммы;</w:t>
      </w:r>
    </w:p>
    <w:p w:rsidR="00A41873" w:rsidRPr="00DD6CCD" w:rsidRDefault="00A41873" w:rsidP="0065313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 xml:space="preserve">- ежегодная оценка эффективности реализации подпрограммы </w:t>
      </w:r>
      <w:r w:rsidRPr="00DD6CCD">
        <w:rPr>
          <w:rFonts w:ascii="Times New Roman" w:hAnsi="Times New Roman" w:cs="Times New Roman"/>
          <w:sz w:val="24"/>
          <w:szCs w:val="24"/>
        </w:rPr>
        <w:br/>
        <w:t>в соответствии с Порядком проведения и критериями оценки эффективности реализации муниципальных программ, утвержденным постановлением администрации поселка Курагино от 09.09.2013 № 219-П «Об утверждении Порядка принятия решений о разработке муниципальных программ поселка Курагино, их формирования и реализации».</w:t>
      </w:r>
    </w:p>
    <w:p w:rsidR="00A41873" w:rsidRPr="00DD6CCD" w:rsidRDefault="00A41873" w:rsidP="0065313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2.5. Оценка социально-экономической эффективности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от реализации мероприятий подпрограммы.</w:t>
      </w:r>
    </w:p>
    <w:p w:rsidR="00A41873" w:rsidRPr="00DD6CCD" w:rsidRDefault="00A41873" w:rsidP="0065313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ab/>
        <w:t>- формирование внутренней молодежной культуры, улучшающей имидж поселка;</w:t>
      </w:r>
    </w:p>
    <w:p w:rsidR="00A41873" w:rsidRPr="00DD6CCD" w:rsidRDefault="00A41873" w:rsidP="0065313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ab/>
        <w:t>- сокращение количества совершаемых молодежью правонарушений, в том числе причиняющих материальный ущерб городскому хозяйству муниципального образования поселок Курагино;</w:t>
      </w:r>
    </w:p>
    <w:p w:rsidR="00A41873" w:rsidRPr="00DD6CCD" w:rsidRDefault="00A41873" w:rsidP="0065313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ab/>
        <w:t>- сокращение в молодежной среде вредных привычек (курение, распитие спиртных напитков, в том числе пива);</w:t>
      </w:r>
    </w:p>
    <w:p w:rsidR="00A41873" w:rsidRPr="00DD6CCD" w:rsidRDefault="00A41873" w:rsidP="0065313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ab/>
        <w:t>- развитие подросткового и молодежного спорта как нормы и стиля жизни современной молодежи;</w:t>
      </w:r>
    </w:p>
    <w:p w:rsidR="00A41873" w:rsidRPr="00DD6CCD" w:rsidRDefault="00A41873" w:rsidP="0065313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ab/>
        <w:t>- развитие общепоселковых молодежных традиций;</w:t>
      </w:r>
    </w:p>
    <w:p w:rsidR="00A41873" w:rsidRPr="00DD6CCD" w:rsidRDefault="00A41873" w:rsidP="0065313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ab/>
        <w:t>- рост количества молодых граждан, участвующих в мероприятиях подпрограммы.</w:t>
      </w:r>
    </w:p>
    <w:p w:rsidR="00A41873" w:rsidRPr="00DD6CCD" w:rsidRDefault="00A41873" w:rsidP="0065313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2.6. Система мероприятий подпрограммы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 xml:space="preserve">Система </w:t>
      </w:r>
      <w:hyperlink r:id="rId13" w:history="1">
        <w:r w:rsidRPr="00DD6CCD">
          <w:rPr>
            <w:rFonts w:ascii="Times New Roman" w:hAnsi="Times New Roman" w:cs="Times New Roman"/>
            <w:sz w:val="24"/>
            <w:szCs w:val="24"/>
          </w:rPr>
          <w:t>мероприятий</w:t>
        </w:r>
      </w:hyperlink>
      <w:r w:rsidRPr="00DD6CCD">
        <w:rPr>
          <w:rFonts w:ascii="Times New Roman" w:hAnsi="Times New Roman" w:cs="Times New Roman"/>
          <w:sz w:val="24"/>
          <w:szCs w:val="24"/>
        </w:rPr>
        <w:t xml:space="preserve"> подпрограммы приведена в приложении № 2 к подпрограмме.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>2.7. Ресурсное обеспечение подпрограммы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CCD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приведено в </w:t>
      </w:r>
      <w:hyperlink r:id="rId14" w:history="1">
        <w:r w:rsidRPr="00DD6CCD">
          <w:rPr>
            <w:rFonts w:ascii="Times New Roman" w:hAnsi="Times New Roman" w:cs="Times New Roman"/>
            <w:sz w:val="24"/>
            <w:szCs w:val="24"/>
          </w:rPr>
          <w:t>приложении № 2</w:t>
        </w:r>
      </w:hyperlink>
      <w:r w:rsidRPr="00DD6CCD">
        <w:rPr>
          <w:rFonts w:ascii="Times New Roman" w:hAnsi="Times New Roman" w:cs="Times New Roman"/>
          <w:sz w:val="24"/>
          <w:szCs w:val="24"/>
        </w:rPr>
        <w:t xml:space="preserve"> к подпрограмме.</w:t>
      </w: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Pr="00DD6CCD" w:rsidRDefault="00A41873" w:rsidP="0065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829"/>
        <w:gridCol w:w="1835"/>
        <w:gridCol w:w="1292"/>
        <w:gridCol w:w="1513"/>
        <w:gridCol w:w="1493"/>
        <w:gridCol w:w="1493"/>
        <w:gridCol w:w="1493"/>
        <w:gridCol w:w="1271"/>
        <w:gridCol w:w="1271"/>
      </w:tblGrid>
      <w:tr w:rsidR="00A41873" w:rsidRPr="00653134">
        <w:trPr>
          <w:trHeight w:val="1035"/>
        </w:trPr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№1  подпрограммы "Молодежь муниципального образования поселок Курагино"  на 2018-2020 годы</w:t>
            </w:r>
          </w:p>
        </w:tc>
      </w:tr>
      <w:tr w:rsidR="00A41873" w:rsidRPr="00653134">
        <w:trPr>
          <w:trHeight w:val="315"/>
        </w:trPr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653134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целевых индикаторов подпрограммы</w:t>
            </w:r>
          </w:p>
        </w:tc>
      </w:tr>
      <w:tr w:rsidR="00A41873" w:rsidRPr="00653134">
        <w:trPr>
          <w:trHeight w:val="94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Цель, целевые индикаторы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Отчетный финансовый год 2016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финансовый год 2017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Очередной финансовый год 2018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 год планового периода 2019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год планового периода 2020</w:t>
            </w:r>
          </w:p>
        </w:tc>
      </w:tr>
      <w:tr w:rsidR="00A41873" w:rsidRPr="00653134">
        <w:trPr>
          <w:trHeight w:val="97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 подпрограммы: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Курагино.</w:t>
            </w:r>
          </w:p>
        </w:tc>
      </w:tr>
      <w:tr w:rsidR="00A41873" w:rsidRPr="00653134">
        <w:trPr>
          <w:trHeight w:val="220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1: Доля мероприятий направленных на гражданско-патриотическое и духовно-нравственное воспитание молодежи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</w:t>
            </w:r>
          </w:p>
        </w:tc>
      </w:tr>
      <w:tr w:rsidR="00A41873" w:rsidRPr="00653134">
        <w:trPr>
          <w:trHeight w:val="157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2: Доля мероприятий направленных на пропаганду здорового образа жизни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A41873" w:rsidRPr="00653134">
        <w:trPr>
          <w:trHeight w:val="154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3: Доля мероприятий направленных на поддержку талантливой молодежи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</w:tr>
      <w:tr w:rsidR="00A41873" w:rsidRPr="00653134">
        <w:trPr>
          <w:trHeight w:val="184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4: Доля мероприятий направленных на содействие в обеспечении занятости молодежи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</w:tr>
      <w:tr w:rsidR="00A41873" w:rsidRPr="00653134">
        <w:trPr>
          <w:trHeight w:val="1560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5: Доля мероприятий направленных на развитие молодежных традиций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A41873" w:rsidRPr="00653134">
        <w:trPr>
          <w:trHeight w:val="1560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6: Доля мероприятий направленных на поддержку молодых семей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</w:tbl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2890"/>
        <w:gridCol w:w="787"/>
        <w:gridCol w:w="787"/>
        <w:gridCol w:w="738"/>
        <w:gridCol w:w="1416"/>
        <w:gridCol w:w="576"/>
        <w:gridCol w:w="996"/>
        <w:gridCol w:w="996"/>
        <w:gridCol w:w="996"/>
        <w:gridCol w:w="996"/>
        <w:gridCol w:w="2051"/>
      </w:tblGrid>
      <w:tr w:rsidR="00A41873" w:rsidRPr="00653134">
        <w:trPr>
          <w:trHeight w:val="1365"/>
        </w:trPr>
        <w:tc>
          <w:tcPr>
            <w:tcW w:w="97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2 подпрограммы "Молодежь муниципального образования поселок Курагино" на 2018-2020 годы</w:t>
            </w:r>
          </w:p>
        </w:tc>
      </w:tr>
      <w:tr w:rsidR="00A41873" w:rsidRPr="00653134">
        <w:trPr>
          <w:trHeight w:val="540"/>
        </w:trPr>
        <w:tc>
          <w:tcPr>
            <w:tcW w:w="97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653134">
        <w:trPr>
          <w:trHeight w:val="780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мероприятий подпрограммы  муниципальной программы поселка Курагино с указанием объема средств на их реализацию и ожидаемых результатов</w:t>
            </w:r>
          </w:p>
        </w:tc>
      </w:tr>
      <w:tr w:rsidR="00A41873" w:rsidRPr="00653134">
        <w:trPr>
          <w:trHeight w:val="315"/>
        </w:trPr>
        <w:tc>
          <w:tcPr>
            <w:tcW w:w="97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муниципального образования поселок Курагино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57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2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(тыс.руб.),годы</w:t>
            </w:r>
          </w:p>
        </w:tc>
        <w:tc>
          <w:tcPr>
            <w:tcW w:w="6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результат от реализации подпрограммного мероприятия</w:t>
            </w:r>
          </w:p>
        </w:tc>
      </w:tr>
      <w:tr w:rsidR="00A41873" w:rsidRPr="00653134">
        <w:trPr>
          <w:trHeight w:val="2490"/>
        </w:trPr>
        <w:tc>
          <w:tcPr>
            <w:tcW w:w="9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за период 2018-2020</w:t>
            </w:r>
          </w:p>
        </w:tc>
        <w:tc>
          <w:tcPr>
            <w:tcW w:w="6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653134">
        <w:trPr>
          <w:trHeight w:val="105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подпрограммы: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Курагино.</w:t>
            </w:r>
          </w:p>
        </w:tc>
      </w:tr>
      <w:tr w:rsidR="00A41873" w:rsidRPr="00653134">
        <w:trPr>
          <w:trHeight w:val="63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Задача 1: Гражданско-патриотическое и духовно-нравственное воспитание молодежи, формирование активной гражданской позиции.</w:t>
            </w:r>
          </w:p>
        </w:tc>
      </w:tr>
      <w:tr w:rsidR="00A41873" w:rsidRPr="00653134">
        <w:trPr>
          <w:trHeight w:val="630"/>
        </w:trPr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1.1 Встречи с ветеранами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6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количества молодых людей с высоким уровнем гражданско-паириотического самосознания.</w:t>
            </w:r>
          </w:p>
        </w:tc>
      </w:tr>
      <w:tr w:rsidR="00A41873" w:rsidRPr="00653134">
        <w:trPr>
          <w:trHeight w:val="1350"/>
        </w:trPr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1.2. Проведение молодежной акции "Повяжи, если помнишь"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653134">
        <w:trPr>
          <w:trHeight w:val="1890"/>
        </w:trPr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1.3. Велопробег, посвященный памяти войнов-курагинцев,погибших в Чеченской войне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102,00</w:t>
            </w:r>
          </w:p>
        </w:tc>
        <w:tc>
          <w:tcPr>
            <w:tcW w:w="6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653134">
        <w:trPr>
          <w:trHeight w:val="615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Задача 2: Пропаганда здорового образа жизни молодежи, профилактика наркомании, безнадзорности и правонарушений среди несовершеннолетних.</w:t>
            </w:r>
          </w:p>
        </w:tc>
      </w:tr>
      <w:tr w:rsidR="00A41873" w:rsidRPr="00653134">
        <w:trPr>
          <w:trHeight w:val="2550"/>
        </w:trPr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2.1. Участие в соревнованиях среди подростков и молодежи по футболу, волейболу, лыжному и конькобежному спорту,бильярду,силовым видам спорта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в молодежной среде вредных привычек, развитие подросткового и молодежного спорта как норма и стиля жизни современной молодежи</w:t>
            </w:r>
          </w:p>
        </w:tc>
      </w:tr>
      <w:tr w:rsidR="00A41873" w:rsidRPr="00653134">
        <w:trPr>
          <w:trHeight w:val="1260"/>
        </w:trPr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2.2. Проведение акции "Молодежь Курагино против наркотиков"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653134">
        <w:trPr>
          <w:trHeight w:val="1575"/>
        </w:trPr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2.3. Встреча молодежи с сотрудниками ОВД по профилактике правонарушений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653134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Задача 3: Поддержка талантливой и одаренной молодежи.</w:t>
            </w:r>
          </w:p>
        </w:tc>
      </w:tr>
      <w:tr w:rsidR="00A41873" w:rsidRPr="00653134">
        <w:trPr>
          <w:trHeight w:val="1260"/>
        </w:trPr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3.1. Участие в  праздновании Дня поселка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40,500</w:t>
            </w:r>
          </w:p>
        </w:tc>
        <w:tc>
          <w:tcPr>
            <w:tcW w:w="6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талантливой молодежи, создание условий для ее самореализации.</w:t>
            </w:r>
          </w:p>
        </w:tc>
      </w:tr>
      <w:tr w:rsidR="00A41873" w:rsidRPr="00653134">
        <w:trPr>
          <w:trHeight w:val="1260"/>
        </w:trPr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3.2. Участие в фестивале "Рождественнские встречи"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31,200</w:t>
            </w:r>
          </w:p>
        </w:tc>
        <w:tc>
          <w:tcPr>
            <w:tcW w:w="6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653134">
        <w:trPr>
          <w:trHeight w:val="945"/>
        </w:trPr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3.3. Участие в фестивале по авиамоделизму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19,650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58,950</w:t>
            </w:r>
          </w:p>
        </w:tc>
        <w:tc>
          <w:tcPr>
            <w:tcW w:w="6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653134">
        <w:trPr>
          <w:trHeight w:val="945"/>
        </w:trPr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3.4. Проведение конкурса "Умники и умницы"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15,000</w:t>
            </w:r>
          </w:p>
        </w:tc>
        <w:tc>
          <w:tcPr>
            <w:tcW w:w="6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653134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Задача 4: Содействие в обеспечении занятости молодежи.</w:t>
            </w:r>
          </w:p>
        </w:tc>
      </w:tr>
      <w:tr w:rsidR="00A41873" w:rsidRPr="00653134">
        <w:trPr>
          <w:trHeight w:val="1275"/>
        </w:trPr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4.1. Участие в проведении общерайонных ярмарок вакансий для молодежи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Трудоустройство не менее 20 подростков ежегодно.</w:t>
            </w:r>
          </w:p>
        </w:tc>
      </w:tr>
      <w:tr w:rsidR="00A41873" w:rsidRPr="00653134">
        <w:trPr>
          <w:trHeight w:val="1890"/>
        </w:trPr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4.2. Содействие в трудоустройстве школьников и учащихся на сезонные и временные работы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145,920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145,920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145,920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437,760</w:t>
            </w:r>
          </w:p>
        </w:tc>
        <w:tc>
          <w:tcPr>
            <w:tcW w:w="6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653134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Задача 5: Развитие молодежных традиций, проведение конкурсов, праздников, фестивалей.</w:t>
            </w:r>
          </w:p>
        </w:tc>
      </w:tr>
      <w:tr w:rsidR="00A41873" w:rsidRPr="00653134">
        <w:trPr>
          <w:trHeight w:val="945"/>
        </w:trPr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5.1. Проведение конкурса "Автоледи"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11,050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33,150</w:t>
            </w:r>
          </w:p>
        </w:tc>
        <w:tc>
          <w:tcPr>
            <w:tcW w:w="694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внутренней молодежной культуры, развитие молодежных традиций.</w:t>
            </w:r>
          </w:p>
        </w:tc>
      </w:tr>
      <w:tr w:rsidR="00A41873" w:rsidRPr="00653134">
        <w:trPr>
          <w:trHeight w:val="945"/>
        </w:trPr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5.2. Проведение фестиваля Краски осени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9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653134">
        <w:trPr>
          <w:trHeight w:val="945"/>
        </w:trPr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5.3 Молодежная игра «Курагинский дозор»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120,000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653134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Задача 6: Поддержка молодых семей.</w:t>
            </w:r>
          </w:p>
        </w:tc>
      </w:tr>
      <w:tr w:rsidR="00A41873" w:rsidRPr="00653134">
        <w:trPr>
          <w:trHeight w:val="4095"/>
        </w:trPr>
        <w:tc>
          <w:tcPr>
            <w:tcW w:w="9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6.1. Организация работы правовой и психологической помощи молодым семьям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0210080820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653134" w:rsidRDefault="00A41873" w:rsidP="006531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статуса молодой семьи в обществе, укрепление позитивного отношения молодых граждан к созданию полноценной семьи.</w:t>
            </w:r>
          </w:p>
        </w:tc>
      </w:tr>
    </w:tbl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к муниципальной программе поселка Курагино « Развитие социальной сферы муниципального образования поселок Курагино» 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Подпрограмма № 2 «Культурно-массовые мероприятия, проводимые на территории муниципального образования поселок Курагино» на 2018-2020 годы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1.Паспорт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954"/>
      </w:tblGrid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54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«Культурно-массовые мероприятия, проводимые на территории муниципального образования поселок Курагино» на 2018-2020 годы (далее - подпрограмма)</w:t>
            </w:r>
          </w:p>
        </w:tc>
      </w:tr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</w:tcPr>
          <w:p w:rsidR="00A41873" w:rsidRPr="00E65C54" w:rsidRDefault="00A41873" w:rsidP="00E6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социальной сферы муниципального образования поселок Курагино» </w:t>
            </w:r>
          </w:p>
        </w:tc>
      </w:tr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координатор подпрограммы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5954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5954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Цели подпрограммы: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- реализация конституционного права граждан на участие в культурной жизни и пользование учреждениями культуры, на доступ к культурным ценностям.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- повышение роли культуры в воспитании и просвещении жителей поселка;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условий для развития и реализации имеющегося потенциала творческих сил населения поселка;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- организация досуга населения;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- формирование активного социального статуса граждан пожилого возраста, обеспечение условий для отдыха жителей старшего поколения;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- поддержку и распространение лучших традиций и достижений культуры.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5954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</w:tc>
      </w:tr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954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2018 - 2020 годы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A41873" w:rsidRPr="00E65C54" w:rsidRDefault="00A41873" w:rsidP="00E65C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составляет  15571,875 тыс. рублей за счет бюджета муниципального образования.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2018 год – 5190,625 тыс. рублей.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2019 год – 5190,625  тыс. рублей.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2020 год – 5190,625  тыс. рублей.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</w:tcPr>
          <w:p w:rsidR="00A41873" w:rsidRPr="00E65C54" w:rsidRDefault="00A41873" w:rsidP="00E65C54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Текущее управление реализацией подпрограммы  осуществляется администрацией поселка Курагино.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Администрация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FF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 ОБОСНОВАНИЕ ПОДПРОГРАММЫ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2.1. Постановка проблемы и обоснование необходимости 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принятия подпрограммы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Основанием для разработки подпрограммы является Федеральный закон от 06.10.2003 г. № 131-ФЗ «об общих принципах местного самоуправления в Российской Федерации».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Современное понимание роли и значения культуры в решении задач повышения качества жизни населения муниципального образования поселок Курагино определяет необходимость сохранения и развития единого культурного пространства путем создания условий для обеспечения доступа жителей поселка Курагино к культурным ценностям, права на свободу творчества, сохранение местных народных традиций.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Одной из особенностей современной демографической ситуации в муниципальном образовании поселок Курагино является высокая доля граждан пожилого возраста. По состоянию на 1 января 2016 года численность населения муниципального образования по данным всесоюзной переписи населения составила 14000 человек, из них пенсионеров по старости 4500 человек или 32% от общей численности населения.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Остается актуальной проблема низкой социальной активности граждан старшего поколения. Лишь незначительное количество пожилых людей принимают участие в общественной жизни.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Разработка и реализация настоящей подпрограммы призваны не только систематизировать и оптимизировать процесс развития культуры, искусства и досуга, но и позитивно повлиять на культурное состояние общества, так как от состояния духовной культуры, морали, нравственности, просвещения напрямую зависят общественное сознание, общественная консолидация в деле решения государственных задач, социально-экономическое развитие муниципального образования поселок Курагино.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FF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2.2. Основные цели, задачи, этапы и сроки выполнения подпрограммы,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целевые индикаторы и показатели результативности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2.2.1. Целью подпрограммы является: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- реализация конституционного права граждан всех возрастов на участие в культурной жизни и пользование учреждениями культуры, на доступ к культурным ценностям.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2.2.2. Для достижения поставленной цели необходимо решение следующих задач: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- повышение роли культуры в воспитании и просвещении жителей поселка;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- создание благоприятных условий для развития и реализации имеющегося потенциала творческих сил населения поселка;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- организация досуга населения;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- формирование активного социального статуса граждан пожилого возраста, обеспечение условий для отдыха жителей старшего поколения;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- поддержка и распространение лучших традиций и достижений культуры.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2.2.3. Муниципальным  заказчиком подпрограммы является администрация поселка Курагино.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К компетенции администрации поселка Курагино в соответствии с федеральным законом от 06.10.2003 г. №131-ФЗ «Об общих принципах организации местного самоуправления в Российской Федерации», Уставом муниципального образования поселок Курагино: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1) формирование, утверждение, исполнение бюджета поселения и контроль за исполнением данного бюджета;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2) создание условий для организации досуга и обеспечения жителей поселения услугами организаций культуры;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3) сохранение, использование и популяризация объектов культурного наследия, находящихся в собственности поселения, охрана объектов культурного наследия местного значения, расположенных на территории поселения.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2.2.4. Срок реализации подпрограммы - 2017 - 2019 годы. 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left="26"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2.2.5. Показатели результативности подпрограммы характеризуют следующие значения: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6"/>
        <w:gridCol w:w="1842"/>
        <w:gridCol w:w="1418"/>
        <w:gridCol w:w="1276"/>
        <w:gridCol w:w="1275"/>
      </w:tblGrid>
      <w:tr w:rsidR="00A41873" w:rsidRPr="00E65C54">
        <w:tc>
          <w:tcPr>
            <w:tcW w:w="3936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1842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418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A41873" w:rsidRPr="00E65C54">
        <w:tc>
          <w:tcPr>
            <w:tcW w:w="3936" w:type="dxa"/>
          </w:tcPr>
          <w:p w:rsidR="00A41873" w:rsidRPr="00E65C54" w:rsidRDefault="00A41873" w:rsidP="00E65C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 xml:space="preserve"> Доля мероприятий направленных на повышение роли культуры в воспитании и просвещении жителей поселка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19,23</w:t>
            </w:r>
          </w:p>
        </w:tc>
        <w:tc>
          <w:tcPr>
            <w:tcW w:w="1276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19,23</w:t>
            </w:r>
          </w:p>
        </w:tc>
        <w:tc>
          <w:tcPr>
            <w:tcW w:w="1275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19,23</w:t>
            </w:r>
          </w:p>
        </w:tc>
      </w:tr>
      <w:tr w:rsidR="00A41873" w:rsidRPr="00E65C54">
        <w:tc>
          <w:tcPr>
            <w:tcW w:w="3936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Доля мероприятий направленных на создание благоприятных условий для развития и реализации имеющегося потенциала творческих сил</w:t>
            </w:r>
          </w:p>
        </w:tc>
        <w:tc>
          <w:tcPr>
            <w:tcW w:w="1842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15,538</w:t>
            </w:r>
          </w:p>
        </w:tc>
        <w:tc>
          <w:tcPr>
            <w:tcW w:w="1276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15,538</w:t>
            </w:r>
          </w:p>
        </w:tc>
        <w:tc>
          <w:tcPr>
            <w:tcW w:w="1275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15,538</w:t>
            </w:r>
          </w:p>
        </w:tc>
      </w:tr>
      <w:tr w:rsidR="00A41873" w:rsidRPr="00E65C54">
        <w:tc>
          <w:tcPr>
            <w:tcW w:w="3936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Доля мероприятий направленных на организацию досуга населения</w:t>
            </w:r>
          </w:p>
        </w:tc>
        <w:tc>
          <w:tcPr>
            <w:tcW w:w="1842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34,615</w:t>
            </w:r>
          </w:p>
        </w:tc>
        <w:tc>
          <w:tcPr>
            <w:tcW w:w="1276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34,615</w:t>
            </w:r>
          </w:p>
        </w:tc>
        <w:tc>
          <w:tcPr>
            <w:tcW w:w="1275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34,615</w:t>
            </w:r>
          </w:p>
        </w:tc>
      </w:tr>
      <w:tr w:rsidR="00A41873" w:rsidRPr="00E65C54">
        <w:tc>
          <w:tcPr>
            <w:tcW w:w="3936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Доля мероприятий направленных на формирование активного социального статуса граждан пожилого возраста, обеспечение условий отдыха жителей старшего поколения</w:t>
            </w:r>
          </w:p>
        </w:tc>
        <w:tc>
          <w:tcPr>
            <w:tcW w:w="1842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34,615</w:t>
            </w:r>
          </w:p>
        </w:tc>
        <w:tc>
          <w:tcPr>
            <w:tcW w:w="1276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34,615</w:t>
            </w:r>
          </w:p>
        </w:tc>
        <w:tc>
          <w:tcPr>
            <w:tcW w:w="1275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34,615</w:t>
            </w:r>
          </w:p>
        </w:tc>
      </w:tr>
    </w:tbl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FF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 приведен в Приложении № 1 подпрограммы.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2.3. Механизм реализации подпрограммы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2.3.1. Перечень мероприятий подпрограммы приведен в приложении №2 к подпрограмме.</w:t>
      </w:r>
    </w:p>
    <w:p w:rsidR="00A41873" w:rsidRPr="00E65C54" w:rsidRDefault="00A41873" w:rsidP="00E65C54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 Главным распорядителем бюджетных средств является администрация поселка Курагино.</w:t>
      </w:r>
    </w:p>
    <w:p w:rsidR="00A41873" w:rsidRPr="00E65C54" w:rsidRDefault="00A41873" w:rsidP="00E65C54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  Реализация мероприятий подпрограммы осуществляется посредствам заключения контрактов (договоров) на поставки товаров, выполнение работ, оказание услуг для государственных нужд в соответствии с действующим законодательством Российской Федерации.</w:t>
      </w:r>
    </w:p>
    <w:p w:rsidR="00A41873" w:rsidRPr="00E65C54" w:rsidRDefault="00A41873" w:rsidP="00E65C54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  Внутренний финансовый контроль за целевым и эффективным использованием средств местного бюджета на реализацию мероприятий подпрограммы осуществляется администрацией поселка Курагино.</w:t>
      </w:r>
    </w:p>
    <w:p w:rsidR="00A41873" w:rsidRPr="00E65C54" w:rsidRDefault="00A41873" w:rsidP="00E65C54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Внешний  финансовый контроль осуществляется контрольно-ревизионной комиссией Курагинского районного Совета депутатов на основании заключенного соглашения между муниципальным образованием поселок Курагино и Курагинским районным Советом депутатов.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0000FF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2.3.2. Предоставление субсидии на финансовое обеспечение выполнения муниципального задания.         </w:t>
      </w:r>
    </w:p>
    <w:p w:rsidR="00A41873" w:rsidRPr="00E65C54" w:rsidRDefault="00A41873" w:rsidP="00E65C54">
      <w:pPr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1)Финансовое обеспечение выполнения муниципального задания осуществляется  в  пределах  бюджетных  ассигнований, предусмотренных в местном бюджете  на соответствующие цели.</w:t>
      </w:r>
    </w:p>
    <w:p w:rsidR="00A41873" w:rsidRPr="00E65C54" w:rsidRDefault="00A41873" w:rsidP="00E65C54">
      <w:pPr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2)Финансовое обеспечение выполнения муниципального задания муниципальным бюджетным  учреждением осуществляется в виде субсидии из местного бюджета.</w:t>
      </w:r>
    </w:p>
    <w:p w:rsidR="00A41873" w:rsidRPr="00E65C54" w:rsidRDefault="00A41873" w:rsidP="00E65C54">
      <w:pPr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3) Размер субсидии рассчитывается на основании нормативных затрат на оказание муниципальных услуг в рамках муниципального задания и нормативных затрат на содержание недвижимого имущества и особо ценного движимого имущества, закрепленного за муниципальным бюджетным  учреждением или приобретенного муниципальным бюджетным  учреждением за счет средств, выделенных ему учредителем на приобретение такого имущества (за исключением имущества, сданного в аренду), а также на уплату налогов, в качестве объекта налогообложения по которым признается указанное имущество, в том числе земельные участки. Порядок определения указанных затрат и распределения их по отдельным муниципальным услугамустанавливается  исполнительными органами муниципальной власти, осуществляющими функции и полномочия учредителя муниципального бюджетного  учреждения.</w:t>
      </w:r>
    </w:p>
    <w:p w:rsidR="00A41873" w:rsidRPr="00E65C54" w:rsidRDefault="00A41873" w:rsidP="00E65C54">
      <w:pPr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4) При оказании в случаях, установленных решением поселкового Совета депутатов, муниципальным бюджетным  учреждением муниципальных услуг (выполнение работ) гражданам и юридическим лицам за плату в пределах установленного муниципального задания, размер субсидии рассчитывается с учетом средств, планируемых к поступлению от потребителей указанных услуг (работ).</w:t>
      </w:r>
    </w:p>
    <w:p w:rsidR="00A41873" w:rsidRPr="00E65C54" w:rsidRDefault="00A41873" w:rsidP="00E65C54">
      <w:pPr>
        <w:autoSpaceDE w:val="0"/>
        <w:spacing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5) Субсидия перечисляется в установленном порядке на лицевой счет муниципального бюджетного учреждения, открытый в Территориальном отделе казначейства Красноярского края по Курагинскому району</w:t>
      </w:r>
      <w:r w:rsidRPr="00E65C54">
        <w:rPr>
          <w:rFonts w:ascii="Times New Roman" w:hAnsi="Times New Roman" w:cs="Times New Roman"/>
          <w:color w:val="0000FF"/>
          <w:sz w:val="24"/>
          <w:szCs w:val="24"/>
        </w:rPr>
        <w:t xml:space="preserve">. </w:t>
      </w:r>
    </w:p>
    <w:p w:rsidR="00A41873" w:rsidRPr="00E65C54" w:rsidRDefault="00A41873" w:rsidP="00E65C54">
      <w:pPr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6)  Предоставление муниципальному бюджетному 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задания, заключаемого муниципальным бюджетным  учреждением и исполнительным органом муниципальной власти,  осуществляющим функции и полномочия учредителя муниципального бюджетного  учреждения. Указанное соглашение определяет права, обязанности и ответственность сторон, в том числе, объем и периодичность перечисления субсидии в течение финансового года</w:t>
      </w:r>
    </w:p>
    <w:p w:rsidR="00A41873" w:rsidRPr="00E65C54" w:rsidRDefault="00A41873" w:rsidP="00E65C54">
      <w:pPr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7)  Контроль за выполнением муниципальным бюджетным учреждением муниципального задания осуществляют исполнительные органы муниципальной власти, осуществляющие функции и </w:t>
      </w:r>
    </w:p>
    <w:p w:rsidR="00A41873" w:rsidRPr="00E65C54" w:rsidRDefault="00A41873" w:rsidP="00E65C54">
      <w:pPr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полномочия учредителя муниципального бюджетного  учреждения.</w:t>
      </w:r>
    </w:p>
    <w:p w:rsidR="00A41873" w:rsidRPr="00E65C54" w:rsidRDefault="00A41873" w:rsidP="00E65C54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65C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2.3.3. Предоставление субсидии на иные цели, не связанные с финансовым обеспечением выполнения муниципального задания.</w:t>
      </w:r>
    </w:p>
    <w:p w:rsidR="00A41873" w:rsidRPr="00E65C54" w:rsidRDefault="00A41873" w:rsidP="00E65C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1) Перечень субсидий на иные цели формируется учредителем учреждения в разрезе аналитических кодов по каждой субсидии на иные цели.</w:t>
      </w:r>
    </w:p>
    <w:p w:rsidR="00A41873" w:rsidRPr="00E65C54" w:rsidRDefault="00A41873" w:rsidP="00E65C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2) Учредитель утверждает Сведения об операциях с субсидиями на иные цели, предоставленными учреждению на очередной финансовый год, утвержденные учредителем.</w:t>
      </w:r>
    </w:p>
    <w:p w:rsidR="00A41873" w:rsidRPr="00E65C54" w:rsidRDefault="00A41873" w:rsidP="00E65C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5C54">
        <w:rPr>
          <w:rFonts w:ascii="Times New Roman" w:hAnsi="Times New Roman" w:cs="Times New Roman"/>
          <w:kern w:val="1"/>
          <w:sz w:val="24"/>
          <w:szCs w:val="24"/>
        </w:rPr>
        <w:t>3) Субсидии на иные цели предоставляются для возмещения расходов  бюджетного учреждения, не связанных с оказанием ими в соответствии с муниципальным заданием муниципальных услуг (выполнением работ), включая расходы на:</w:t>
      </w:r>
    </w:p>
    <w:p w:rsidR="00A41873" w:rsidRPr="00E65C54" w:rsidRDefault="00A41873" w:rsidP="00E65C54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5C54">
        <w:rPr>
          <w:rFonts w:ascii="Times New Roman" w:hAnsi="Times New Roman" w:cs="Times New Roman"/>
          <w:kern w:val="1"/>
          <w:sz w:val="24"/>
          <w:szCs w:val="24"/>
        </w:rPr>
        <w:t>приобретение основных средств и (или) материальных запасов для осуществления видов деятельности бюджетного  учреждения, предусмотренных учредительными документами;</w:t>
      </w:r>
    </w:p>
    <w:p w:rsidR="00A41873" w:rsidRPr="00E65C54" w:rsidRDefault="00A41873" w:rsidP="00E65C54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5C54">
        <w:rPr>
          <w:rFonts w:ascii="Times New Roman" w:hAnsi="Times New Roman" w:cs="Times New Roman"/>
          <w:kern w:val="1"/>
          <w:sz w:val="24"/>
          <w:szCs w:val="24"/>
        </w:rPr>
        <w:t>осуществление работ по разработке проектно-сметной документации, проведению государственной экспертизы проектно-сметной документации, капитальному ремонту имущества, закрепленного за бюджетным учреждением на праве оперативного управления;</w:t>
      </w:r>
    </w:p>
    <w:p w:rsidR="00A41873" w:rsidRPr="00E65C54" w:rsidRDefault="00A41873" w:rsidP="00E65C54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5C54">
        <w:rPr>
          <w:rFonts w:ascii="Times New Roman" w:hAnsi="Times New Roman" w:cs="Times New Roman"/>
          <w:kern w:val="1"/>
          <w:sz w:val="24"/>
          <w:szCs w:val="24"/>
        </w:rPr>
        <w:t>осуществление иных расходов, не относящихся к бюджетным инвестициям.</w:t>
      </w:r>
    </w:p>
    <w:p w:rsidR="00A41873" w:rsidRPr="00E65C54" w:rsidRDefault="00A41873" w:rsidP="00E65C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5C54">
        <w:rPr>
          <w:rFonts w:ascii="Times New Roman" w:hAnsi="Times New Roman" w:cs="Times New Roman"/>
          <w:kern w:val="1"/>
          <w:sz w:val="24"/>
          <w:szCs w:val="24"/>
        </w:rPr>
        <w:t>4) Для расходования средств субсидий на иные цели бюджетное  учреждение в течении десяти дней до срока исполнения графика финансирования, направляет учредителю бюджетного  учреждения (далее — администрация поселка) заявку, содержащую финансово-экономическое обоснование размера субсидии на иные цели (далее - заявка).</w:t>
      </w:r>
    </w:p>
    <w:p w:rsidR="00A41873" w:rsidRPr="00E65C54" w:rsidRDefault="00A41873" w:rsidP="00E65C54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5C54">
        <w:rPr>
          <w:rFonts w:ascii="Times New Roman" w:hAnsi="Times New Roman" w:cs="Times New Roman"/>
          <w:kern w:val="1"/>
          <w:sz w:val="24"/>
          <w:szCs w:val="24"/>
        </w:rPr>
        <w:t>Заявка должна содержать:</w:t>
      </w:r>
    </w:p>
    <w:p w:rsidR="00A41873" w:rsidRPr="00E65C54" w:rsidRDefault="00A41873" w:rsidP="00E65C54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5C54">
        <w:rPr>
          <w:rFonts w:ascii="Times New Roman" w:hAnsi="Times New Roman" w:cs="Times New Roman"/>
          <w:kern w:val="1"/>
          <w:sz w:val="24"/>
          <w:szCs w:val="24"/>
        </w:rPr>
        <w:t>расчеты и обоснования заявленного размера;</w:t>
      </w:r>
    </w:p>
    <w:p w:rsidR="00A41873" w:rsidRPr="00E65C54" w:rsidRDefault="00A41873" w:rsidP="00E65C54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5C54">
        <w:rPr>
          <w:rFonts w:ascii="Times New Roman" w:hAnsi="Times New Roman" w:cs="Times New Roman"/>
          <w:kern w:val="1"/>
          <w:sz w:val="24"/>
          <w:szCs w:val="24"/>
        </w:rPr>
        <w:t>информацию о стоимости планируемых к приобретению бюджетным учреждением основных средств и (или) материальных запасов (с указанием технических характеристик), подтверждаемую прайс-листами (коммерческими предложениями) поставщиков;</w:t>
      </w:r>
    </w:p>
    <w:p w:rsidR="00A41873" w:rsidRPr="00E65C54" w:rsidRDefault="00A41873" w:rsidP="00E65C54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5C54">
        <w:rPr>
          <w:rFonts w:ascii="Times New Roman" w:hAnsi="Times New Roman" w:cs="Times New Roman"/>
          <w:kern w:val="1"/>
          <w:sz w:val="24"/>
          <w:szCs w:val="24"/>
        </w:rPr>
        <w:t>информацию о стоимости работ по разработке проектно-сметной документации, о стоимости работ по проведению государственной экспертизы проектно-сметной документации, о сроках и стоимости работ по капитальному ремонту имущества бюджетного учреждения, подтверждаемую предварительными сметами расходов;</w:t>
      </w:r>
    </w:p>
    <w:p w:rsidR="00A41873" w:rsidRPr="00E65C54" w:rsidRDefault="00A41873" w:rsidP="00E65C54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5C54">
        <w:rPr>
          <w:rFonts w:ascii="Times New Roman" w:hAnsi="Times New Roman" w:cs="Times New Roman"/>
          <w:kern w:val="1"/>
          <w:sz w:val="24"/>
          <w:szCs w:val="24"/>
        </w:rPr>
        <w:t>иную информацию, документально подтверждающую потребность  бюджетного  учреждения в осуществлении расходов.</w:t>
      </w:r>
    </w:p>
    <w:p w:rsidR="00A41873" w:rsidRPr="00E65C54" w:rsidRDefault="00A41873" w:rsidP="00E65C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5C54">
        <w:rPr>
          <w:rFonts w:ascii="Times New Roman" w:hAnsi="Times New Roman" w:cs="Times New Roman"/>
          <w:kern w:val="1"/>
          <w:sz w:val="24"/>
          <w:szCs w:val="24"/>
        </w:rPr>
        <w:t xml:space="preserve">5)  Администрация поселка после рассмотрения и утверждения заявки бюджетного  учреждения осуществляет перечисление средств субсидий на иные цели согласно установленного графика. </w:t>
      </w:r>
    </w:p>
    <w:p w:rsidR="00A41873" w:rsidRPr="00E65C54" w:rsidRDefault="00A41873" w:rsidP="00E65C5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kern w:val="1"/>
          <w:sz w:val="24"/>
          <w:szCs w:val="24"/>
        </w:rPr>
        <w:t>6) Субсидия на иные цели бюджетному учреждению перечисляется в установленном порядке на лицевой счет бюджетного учреждения.</w:t>
      </w:r>
    </w:p>
    <w:p w:rsidR="00A41873" w:rsidRPr="00E65C54" w:rsidRDefault="00A41873" w:rsidP="00E65C5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kern w:val="1"/>
          <w:sz w:val="24"/>
          <w:szCs w:val="24"/>
        </w:rPr>
        <w:t>7) Контроль за целевым использованием субсидии на иные цели осуществляет администрация поселка.Бюджетное учреждение ежеквартально не позднее 5 числа  месяца, следующего заотчетным, представляют в администрацию поселка отчет об использовании субсидии на иные цели.</w:t>
      </w:r>
    </w:p>
    <w:p w:rsidR="00A41873" w:rsidRPr="00E65C54" w:rsidRDefault="00A41873" w:rsidP="00E65C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65C54">
        <w:rPr>
          <w:rFonts w:ascii="Times New Roman" w:hAnsi="Times New Roman" w:cs="Times New Roman"/>
          <w:kern w:val="1"/>
          <w:sz w:val="24"/>
          <w:szCs w:val="24"/>
        </w:rPr>
        <w:t>8)  Не использованный в текущем финансовом году остаток субсидии на иные цели, предоставленный бюджетному  учреждению подлежит перечислению в местный бюджет. Остаток субсидии на иные цели, перечисленный бюджетным учреждением в местный бюджет, может быть возвращен  бюджетному  учреждению в очередном финансовом году при наличии потребности в направлении их на те же цели в соответствии с решением администрации поселка.</w:t>
      </w:r>
    </w:p>
    <w:p w:rsidR="00A41873" w:rsidRPr="00E65C54" w:rsidRDefault="00A41873" w:rsidP="00E65C5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2.4. Организация управления подпрограммой и контроль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за ходом ее выполнения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</w:p>
    <w:p w:rsidR="00A41873" w:rsidRPr="00E65C54" w:rsidRDefault="00A41873" w:rsidP="00E65C54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Текущее управление реализацией подпрограммы осуществляется администрацией поселка Курагино.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Администрация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Администрацией осуществляется: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- мониторинг реализации мероприятий подпрограммы;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- непосредственный контроль за ходом реализации мероприятий подпрограммы;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- подготовка отчетов о реализации подпрограммы;</w:t>
      </w:r>
    </w:p>
    <w:p w:rsidR="00A41873" w:rsidRPr="00E65C54" w:rsidRDefault="00A41873" w:rsidP="00E65C5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- ежегодная оценка эффективности реализации подпрограммы </w:t>
      </w:r>
      <w:r w:rsidRPr="00E65C54">
        <w:rPr>
          <w:rFonts w:ascii="Times New Roman" w:hAnsi="Times New Roman" w:cs="Times New Roman"/>
          <w:sz w:val="24"/>
          <w:szCs w:val="24"/>
        </w:rPr>
        <w:br/>
        <w:t>в соответствии с Порядком проведения и критериями оценки эффективности реализации муниципальных программ, утвержденного постановлением администрации поселка Курагино от 09.09.2013 № 219-П «Об утверждении Порядка принятия решений о разработке муниципальных программ поселка Курагино, их формировании и реализации».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2.5. Оценка социально-экономической эффективности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от реализации мероприятий подпрограммы.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Организация и проведение мероприятий, предусмотренных подпрограммой, позволит обеспечить реализацию единой культурной политики на территории муниципального образования поселок Курагино, повысит эффективность влияния отрасли на культурное, духовное и нравственное развитие личности и общества, будет способствовать росту показателей.</w:t>
      </w:r>
    </w:p>
    <w:p w:rsidR="00A41873" w:rsidRPr="00E65C54" w:rsidRDefault="00A41873" w:rsidP="00E65C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Основной социальный эффект подпрограммы будет состоять в:</w:t>
      </w:r>
    </w:p>
    <w:p w:rsidR="00A41873" w:rsidRPr="00E65C54" w:rsidRDefault="00A41873" w:rsidP="00E65C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-  формировании позитивных жизненных ценностей, развитии творческой активности населения, обеспечении развития эстетического и художественного воспитания молодежи, увеличения доступности и расширения предложений населению культурных благ;</w:t>
      </w:r>
    </w:p>
    <w:p w:rsidR="00A41873" w:rsidRPr="00E65C54" w:rsidRDefault="00A41873" w:rsidP="00E65C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- укрепление единого культурного пространства муниципального образования поселок Курагино;</w:t>
      </w:r>
    </w:p>
    <w:p w:rsidR="00A41873" w:rsidRPr="00E65C54" w:rsidRDefault="00A41873" w:rsidP="00E65C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- создание благоприятных условий для творческой деятельности, освоения новых форм и направлений культурного обмена.</w:t>
      </w:r>
    </w:p>
    <w:p w:rsidR="00A41873" w:rsidRPr="00E65C54" w:rsidRDefault="00A41873" w:rsidP="00E65C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Подпрограммой предусматривается существенный рост участия населения в культурной жизни, увеличение численности населения на проводимых мероприятиях.</w:t>
      </w:r>
    </w:p>
    <w:p w:rsidR="00A41873" w:rsidRPr="00E65C54" w:rsidRDefault="00A41873" w:rsidP="00E65C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Подпрограмма будет иметь позитивные результаты для общественной и культурной жизни поселка.</w:t>
      </w:r>
    </w:p>
    <w:p w:rsidR="00A41873" w:rsidRPr="00E65C54" w:rsidRDefault="00A41873" w:rsidP="00E65C54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                      2.6. Система мероприятий подпрограммы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Система </w:t>
      </w:r>
      <w:hyperlink r:id="rId15" w:history="1">
        <w:r w:rsidRPr="00E65C54">
          <w:rPr>
            <w:rFonts w:ascii="Times New Roman" w:hAnsi="Times New Roman" w:cs="Times New Roman"/>
            <w:sz w:val="24"/>
            <w:szCs w:val="24"/>
          </w:rPr>
          <w:t>мероприятий</w:t>
        </w:r>
      </w:hyperlink>
      <w:r w:rsidRPr="00E65C54">
        <w:rPr>
          <w:rFonts w:ascii="Times New Roman" w:hAnsi="Times New Roman" w:cs="Times New Roman"/>
          <w:sz w:val="24"/>
          <w:szCs w:val="24"/>
        </w:rPr>
        <w:t xml:space="preserve"> подпрограммы приведена в приложении № 2 к подпрограмме.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2.7. Ресурсное обеспечение подпрограммы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приведено в </w:t>
      </w:r>
      <w:hyperlink r:id="rId16" w:history="1">
        <w:r w:rsidRPr="00E65C54">
          <w:rPr>
            <w:rFonts w:ascii="Times New Roman" w:hAnsi="Times New Roman" w:cs="Times New Roman"/>
            <w:sz w:val="24"/>
            <w:szCs w:val="24"/>
          </w:rPr>
          <w:t>приложении № 2</w:t>
        </w:r>
      </w:hyperlink>
      <w:r w:rsidRPr="00E65C54">
        <w:rPr>
          <w:rFonts w:ascii="Times New Roman" w:hAnsi="Times New Roman" w:cs="Times New Roman"/>
          <w:sz w:val="24"/>
          <w:szCs w:val="24"/>
        </w:rPr>
        <w:t xml:space="preserve"> к подпрограмме.</w:t>
      </w:r>
    </w:p>
    <w:tbl>
      <w:tblPr>
        <w:tblW w:w="5000" w:type="pct"/>
        <w:tblInd w:w="-106" w:type="dxa"/>
        <w:tblLook w:val="00A0"/>
      </w:tblPr>
      <w:tblGrid>
        <w:gridCol w:w="829"/>
        <w:gridCol w:w="1948"/>
        <w:gridCol w:w="1292"/>
        <w:gridCol w:w="1828"/>
        <w:gridCol w:w="1493"/>
        <w:gridCol w:w="1493"/>
        <w:gridCol w:w="1493"/>
        <w:gridCol w:w="1271"/>
        <w:gridCol w:w="1271"/>
      </w:tblGrid>
      <w:tr w:rsidR="00A41873" w:rsidRPr="00E65C54">
        <w:trPr>
          <w:trHeight w:val="1305"/>
        </w:trPr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№1  подпрограммы " Культурно-массовые мероприятия, проводимые на территории муниципального образования поселок Курагино"  на 2018-2020 годы</w:t>
            </w:r>
          </w:p>
        </w:tc>
      </w:tr>
      <w:tr w:rsidR="00A41873" w:rsidRPr="00E65C54">
        <w:trPr>
          <w:trHeight w:val="315"/>
        </w:trPr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целевых индикаторов подпрограммы</w:t>
            </w:r>
          </w:p>
        </w:tc>
      </w:tr>
      <w:tr w:rsidR="00A41873" w:rsidRPr="00E65C54">
        <w:trPr>
          <w:trHeight w:val="945"/>
        </w:trPr>
        <w:tc>
          <w:tcPr>
            <w:tcW w:w="2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Цель, целевые индикаторы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Отчетный финансовый год 2016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финансовый год 2017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Очередной финансовый год 2018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 год планового периода 2019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год планового периода 2020</w:t>
            </w:r>
          </w:p>
        </w:tc>
      </w:tr>
      <w:tr w:rsidR="00A41873" w:rsidRPr="00E65C54">
        <w:trPr>
          <w:trHeight w:val="645"/>
        </w:trPr>
        <w:tc>
          <w:tcPr>
            <w:tcW w:w="2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4" w:type="pct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 подпрограммы: реализация конституционного права граждан на участие в культурной жизни и пользование учреждениями культуры, на доступ к культурным ценностям.</w:t>
            </w:r>
          </w:p>
        </w:tc>
      </w:tr>
      <w:tr w:rsidR="00A41873" w:rsidRPr="00E65C54">
        <w:trPr>
          <w:trHeight w:val="1890"/>
        </w:trPr>
        <w:tc>
          <w:tcPr>
            <w:tcW w:w="2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1: Доля мероприятий направленных на повышение роли культуры в воспитании и просвещении жителей поселка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5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19,23</w:t>
            </w:r>
          </w:p>
        </w:tc>
      </w:tr>
      <w:tr w:rsidR="00A41873" w:rsidRPr="00E65C54">
        <w:trPr>
          <w:trHeight w:val="1890"/>
        </w:trPr>
        <w:tc>
          <w:tcPr>
            <w:tcW w:w="2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2: Доля мероприятий направленных на создание благоприятных условий для развития и реализации имеющегося потенциала творческих сил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5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15,538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15,538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15,538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15,538</w:t>
            </w:r>
          </w:p>
        </w:tc>
      </w:tr>
      <w:tr w:rsidR="00A41873" w:rsidRPr="00E65C54">
        <w:trPr>
          <w:trHeight w:val="1260"/>
        </w:trPr>
        <w:tc>
          <w:tcPr>
            <w:tcW w:w="2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3: Доля мероприятий направленных на организацию досуга населения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5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34,615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34,615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34,615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34,615</w:t>
            </w:r>
          </w:p>
        </w:tc>
      </w:tr>
      <w:tr w:rsidR="00A41873" w:rsidRPr="00E65C54">
        <w:trPr>
          <w:trHeight w:val="2520"/>
        </w:trPr>
        <w:tc>
          <w:tcPr>
            <w:tcW w:w="2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4: Доля мероприятий направленных на формирование активного социального статуса граждан пожилого возраста, обеспечение условий отдыха жителей старшего поколения.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5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34,615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34,615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34,615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34,615</w:t>
            </w:r>
          </w:p>
        </w:tc>
      </w:tr>
      <w:tr w:rsidR="00A41873" w:rsidRPr="00E65C54">
        <w:trPr>
          <w:trHeight w:val="945"/>
        </w:trPr>
        <w:tc>
          <w:tcPr>
            <w:tcW w:w="2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5: Количество клубных формирований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Статистическая форма 7-НК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A41873" w:rsidRPr="00E65C54">
        <w:trPr>
          <w:trHeight w:val="945"/>
        </w:trPr>
        <w:tc>
          <w:tcPr>
            <w:tcW w:w="2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6: Количество участников клубных формирований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Статистическая форма 7-НК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</w:tr>
      <w:tr w:rsidR="00A41873" w:rsidRPr="00E65C54">
        <w:trPr>
          <w:trHeight w:val="1260"/>
        </w:trPr>
        <w:tc>
          <w:tcPr>
            <w:tcW w:w="2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7:Число формирований самодеятельного народного творчества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Статистическая форма 7-НК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A41873" w:rsidRPr="00E65C54">
        <w:trPr>
          <w:trHeight w:val="1260"/>
        </w:trPr>
        <w:tc>
          <w:tcPr>
            <w:tcW w:w="2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8: Число участников формирований самодеятельного народного творчества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Статистическая форма 7-НК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</w:tr>
      <w:tr w:rsidR="00A41873" w:rsidRPr="00E65C54">
        <w:trPr>
          <w:trHeight w:val="945"/>
        </w:trPr>
        <w:tc>
          <w:tcPr>
            <w:tcW w:w="2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9: Число культурно-массовых мероприятий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Статистическая форма 7-НК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1657,475</w:t>
            </w:r>
          </w:p>
        </w:tc>
      </w:tr>
      <w:tr w:rsidR="00A41873" w:rsidRPr="00E65C54">
        <w:trPr>
          <w:trHeight w:val="1260"/>
        </w:trPr>
        <w:tc>
          <w:tcPr>
            <w:tcW w:w="2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1.10.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10: Количество посещений культурно-массовых мероприятий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МБУК "ДК ст.Курагино"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14152</w:t>
            </w:r>
          </w:p>
        </w:tc>
      </w:tr>
    </w:tbl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65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65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65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65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65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65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65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65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65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65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65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65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65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3071"/>
        <w:gridCol w:w="787"/>
        <w:gridCol w:w="787"/>
        <w:gridCol w:w="738"/>
        <w:gridCol w:w="1416"/>
        <w:gridCol w:w="576"/>
        <w:gridCol w:w="1116"/>
        <w:gridCol w:w="1116"/>
        <w:gridCol w:w="1116"/>
        <w:gridCol w:w="1236"/>
        <w:gridCol w:w="2051"/>
      </w:tblGrid>
      <w:tr w:rsidR="00A41873" w:rsidRPr="00E65C54">
        <w:trPr>
          <w:trHeight w:val="1725"/>
        </w:trPr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№2 подпрограммы "Культурно-массовые мероприятия, проводимые на территории муниципального образования поселок Курагино" на 2018-2020 годы</w:t>
            </w:r>
          </w:p>
        </w:tc>
      </w:tr>
      <w:tr w:rsidR="00A41873" w:rsidRPr="00E65C54">
        <w:trPr>
          <w:trHeight w:val="315"/>
        </w:trPr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00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мероприятий подпрограммы  муниципальной программы поселка Курагино с указанием объема средств на их реализацию и ожидаемых результатов</w:t>
            </w:r>
          </w:p>
        </w:tc>
      </w:tr>
      <w:tr w:rsidR="00A41873" w:rsidRPr="00E65C54">
        <w:trPr>
          <w:trHeight w:val="315"/>
        </w:trPr>
        <w:tc>
          <w:tcPr>
            <w:tcW w:w="103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Культурно-массовые мероприятия, проводимые на территории муниципального образования поселок Курагино на 2018-2020 годы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401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605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(тыс.руб.),годы</w:t>
            </w:r>
          </w:p>
        </w:tc>
        <w:tc>
          <w:tcPr>
            <w:tcW w:w="6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результат от реализации подпрограммного мероприятия</w:t>
            </w:r>
          </w:p>
        </w:tc>
      </w:tr>
      <w:tr w:rsidR="00A41873" w:rsidRPr="00E65C54">
        <w:trPr>
          <w:trHeight w:val="1260"/>
        </w:trPr>
        <w:tc>
          <w:tcPr>
            <w:tcW w:w="10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за период 2018-2020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3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Цель подпрограммы: Реализация конституционного права граждан на участие в культурной жизни и пользование учреждениями культуры, на доступ к культурным ценностям.</w:t>
            </w:r>
          </w:p>
        </w:tc>
      </w:tr>
      <w:tr w:rsidR="00A41873" w:rsidRPr="00E65C54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Задача 1: Повышение роли культуры в воспитании и просвещении жителей поселка.</w:t>
            </w:r>
          </w:p>
        </w:tc>
      </w:tr>
      <w:tr w:rsidR="00A41873" w:rsidRPr="00E65C54">
        <w:trPr>
          <w:trHeight w:val="1020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1.1 Проведение мероприятия посвещенного встрече с воинами - афганцами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6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жизненных ценностей, обеспечение эстетического воспитания жителей поселка</w:t>
            </w:r>
          </w:p>
        </w:tc>
      </w:tr>
      <w:tr w:rsidR="00A41873" w:rsidRPr="00E65C54">
        <w:trPr>
          <w:trHeight w:val="945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1.2. Проведение мероприятия, посвященного Дню памяти и скорби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45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1.3. Митинг, посвященный памяти жертв политических репрессий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3165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1.4. Чествование руководителей юбиляров, организации и предприятия юбиляры, расположенные на территории МО п.Курагино,участники и вдовы участников ВОВ, долгожители проживающие на территории МО п.Курагино (90, 95,100 и т.д. лет).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30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1.5. Проведение траурных мероприятий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1.6. Приобретение мемориальной доски к 100-летию со дня смерти Пашенных Н.П.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Задача 2: Создание благоприятных условий для развития и реализации имеющегося потенциала творческих сил населения поселка.</w:t>
            </w:r>
          </w:p>
        </w:tc>
      </w:tr>
      <w:tr w:rsidR="00A41873" w:rsidRPr="00E65C54">
        <w:trPr>
          <w:trHeight w:val="630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2.1. Конкурс "Браво, детки"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23,85</w:t>
            </w:r>
          </w:p>
        </w:tc>
        <w:tc>
          <w:tcPr>
            <w:tcW w:w="6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жизненных ценностей, обеспечение эстетического воспитания жителей поселка</w:t>
            </w:r>
          </w:p>
        </w:tc>
      </w:tr>
      <w:tr w:rsidR="00A41873" w:rsidRPr="00E65C54">
        <w:trPr>
          <w:trHeight w:val="630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2.2. «День любви, семьи и верности»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5,625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5,625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5,625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16,88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45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2.3. Поэтические чтения "Под рождественской звездой"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0228064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Задача 3: Организация досуга населения.</w:t>
            </w:r>
          </w:p>
        </w:tc>
      </w:tr>
      <w:tr w:rsidR="00A41873" w:rsidRPr="00E65C54">
        <w:trPr>
          <w:trHeight w:val="630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3.1. Проводы русской зимы (масленица)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6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жизненных ценностей, обеспечение эстетического воспитания жителей поселка</w:t>
            </w:r>
          </w:p>
        </w:tc>
      </w:tr>
      <w:tr w:rsidR="00A41873" w:rsidRPr="00E65C54">
        <w:trPr>
          <w:trHeight w:val="945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3.2. Проведение мероприятия, посвященного Дню защиты детей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22,50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30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 3.3. Проведение мероприятия Конные скачки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30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 3.4. Проведение праздника День поселка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719,19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719,19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719,19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2157,57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3.5. Проведение мероприятия посвященных профессиональным, государственным праздникам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42,90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3.6. Проведение мероприятия посвященного празднованию дня сельхозработника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3.7. Новогодняя елка Главы поселка для детей из малообеспеченных и многодетных семей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45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3.8. Открытие новогодней поселковой елки,снежного городка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18,60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3.9. Строительство снежного городка,монтаж и демонтаж елки, освещения,  ледяных фигур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Задача 4: формирование активного социального статуса граждан пожилого возраста, обеспечение условий для отдыха жителей старшего поколения</w:t>
            </w:r>
          </w:p>
        </w:tc>
      </w:tr>
      <w:tr w:rsidR="00A41873" w:rsidRPr="00E65C54">
        <w:trPr>
          <w:trHeight w:val="1260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4.1. Проведение праздничного мероприятия, посвященного Дню защитника Отечества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6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жизненных ценностей, обеспечение эстетического воспитания жителей поселка</w:t>
            </w:r>
          </w:p>
        </w:tc>
      </w:tr>
      <w:tr w:rsidR="00A41873" w:rsidRPr="00E65C54">
        <w:trPr>
          <w:trHeight w:val="1575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4.2. Проведение праздничного мероприятия, посвященного международному женскому дню 8 Марта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45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4.3. Проведение мероприятия,посвященного празднованию Дня победы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135,45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4.4. Проведение мероприятия "Вечер фронтовой песни, посвященный дню победы в ВОВ"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4.5. Проведение конкурса на лучшее оформление придомовой территории.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22,80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4.6 День пожилого человека, творческий вечер «Не стареют душой ветераны»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45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4.7. Проведение мероприятия, посвященного дню матери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45"/>
        </w:trPr>
        <w:tc>
          <w:tcPr>
            <w:tcW w:w="10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4.8. Новогодние мероприятия для ветеранов и инвалидов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Задача 5: поддержка и распространение лучших традиций и достижений культуры.</w:t>
            </w:r>
          </w:p>
        </w:tc>
      </w:tr>
      <w:tr w:rsidR="00A41873" w:rsidRPr="00E65C54">
        <w:trPr>
          <w:trHeight w:val="315"/>
        </w:trPr>
        <w:tc>
          <w:tcPr>
            <w:tcW w:w="103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5.1. Предоставление субсидии на финансовое обеспечение выполнения муниципального задания на оказание муниципальных услуг МБУК "ДК ст. Курагино"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0220080640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3555,510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3555,510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3555,510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10666,530</w:t>
            </w:r>
          </w:p>
        </w:tc>
        <w:tc>
          <w:tcPr>
            <w:tcW w:w="6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организации деятельности учреждения культуры по продвижению традиций народного творчества, повышение размера оплаты труда основного персонала</w:t>
            </w:r>
          </w:p>
        </w:tc>
      </w:tr>
      <w:tr w:rsidR="00A41873" w:rsidRPr="00E65C54">
        <w:trPr>
          <w:trHeight w:val="4230"/>
        </w:trPr>
        <w:tc>
          <w:tcPr>
            <w:tcW w:w="10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0220010460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41873" w:rsidRPr="00E326C9" w:rsidRDefault="00A41873" w:rsidP="006531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к муниципальной программе поселка Курагино « Развитие социальной сферы муниципального образования поселок Курагино» 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Подпрограмма №3 «Развитие физической культуры и спорта в муниципальном образовании поселок Курагино» на 2018-2020 годы.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1.Паспорт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954"/>
      </w:tblGrid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54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спорта в муниципальном образовании поселок Курагино» на 2018-2020 годы (далее - подпрограмма)</w:t>
            </w:r>
          </w:p>
        </w:tc>
      </w:tr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</w:tcPr>
          <w:p w:rsidR="00A41873" w:rsidRPr="00E65C54" w:rsidRDefault="00A41873" w:rsidP="00E65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социальной сферы муниципального образования поселок Курагино» </w:t>
            </w:r>
          </w:p>
        </w:tc>
      </w:tr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координатор подпрограммы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5954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поселка Курагино</w:t>
            </w:r>
          </w:p>
        </w:tc>
      </w:tr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5954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Цели подпрограммы: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деятельности.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спортсменов и успешного выступления сборных команд поселка по видам спорта на соревнованиях различного уровня;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и результативности процесса физического воспитания населения, в том числе инвалидов, развитие детско-юношеского спорта.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5954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</w:tc>
      </w:tr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954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2018 - 2020 годы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A41873" w:rsidRPr="00E65C54" w:rsidRDefault="00A41873" w:rsidP="00E65C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составляет  2646,420 тыс. рублей за счет бюджета муниципального образования.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2018 год - 882,140 тыс. рублей.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2019 год - 882,140 тыс. рублей.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2020 год - 882,140 тыс. рублей.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41873" w:rsidRPr="00E65C54">
        <w:tc>
          <w:tcPr>
            <w:tcW w:w="3969" w:type="dxa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</w:tcPr>
          <w:p w:rsidR="00A41873" w:rsidRPr="00E65C54" w:rsidRDefault="00A41873" w:rsidP="00E65C54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Текущее управление реализацией подпрограммы  осуществляется администрацией поселка Курагино.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Администрация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FF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 ОБОСНОВАНИЕ ПОДПРОГРАММЫ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2.1. Постановка проблемы и обоснование необходимости 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принятия подпрограммы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Здоровье – это первая и важнейшая потребность человека, определяющая способность его к труду и обеспечивающая гармоническое развитие личности. Физкультура и спорт являются важнейшим средством профилактики заболеваний, укрепления здоровья, поддержания высокой работоспособности и духовного развития человека. 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Усиление внимания к проведению массовых мероприятий, привлечение к участию в них наибольшего количества жителей, представляющих различные слои населения, поможет усилить пропаганду физической культуры и активного отдыха.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Развитие детского и юношеского спорта позволит привлечь детей и молодежь к регулярным занятиям физкультурой и спортом, отвлечь от негативных явлений социума и будет способствовать формированию здорового образа жизни, снижению уровня преступности и наркомании среди детей и молодежи, приведет к снижению уровня заболеваемости. Организация физкультурно-оздоровительной работы среди детей и молодежи возможна через проведение спортивно-массовых мероприятий, использование различных коллективных соревновательных форм досуга.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2.2.1. Целью подпрограммы является: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- 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2.2.2. Для достижения поставленной цели необходимо решение следующих задач: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- создание условий для спортсменов и успешного выступления сборных команд поселка по видам спорта на соревнованиях различного уровня;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- 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2.2.3. Муниципальным  заказчиком подпрограммы является администрация поселка Курагино.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К компетенции администрации поселка Курагино в соответствии с федеральным законом от 06.10.2003 г. №131-ФЗ «Об общих принципах организации местного самоуправления в Российской Федерации», Уставом муниципального образования поселок Курагино: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1) формирование, утверждение, исполнение бюджета поселения и контроль за исполнением данного бюджета;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2)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поселения. 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2.2.4. Срок реализации подпрограммы - 2018 - 2020 годы. 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left="26"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2.2.5. Показатели результативности подпрограммы характеризуют следующие значения: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6"/>
        <w:gridCol w:w="1842"/>
        <w:gridCol w:w="1418"/>
        <w:gridCol w:w="1276"/>
        <w:gridCol w:w="1275"/>
      </w:tblGrid>
      <w:tr w:rsidR="00A41873" w:rsidRPr="00E65C54">
        <w:tc>
          <w:tcPr>
            <w:tcW w:w="3936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1842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418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A41873" w:rsidRPr="00E65C54">
        <w:tc>
          <w:tcPr>
            <w:tcW w:w="3936" w:type="dxa"/>
          </w:tcPr>
          <w:p w:rsidR="00A41873" w:rsidRPr="00E65C54" w:rsidRDefault="00A41873" w:rsidP="00E65C5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 xml:space="preserve"> Доля населения поселка, систематически занимающегося физической культурой и спортом</w:t>
            </w:r>
          </w:p>
        </w:tc>
        <w:tc>
          <w:tcPr>
            <w:tcW w:w="1842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A41873" w:rsidRPr="00E65C54">
        <w:tc>
          <w:tcPr>
            <w:tcW w:w="3936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поселка в возрасте от 6 до 18 лет, регулярно занимающегося в муниципальных детско-юношеских спортивных школах, центрах, клубах по месту жительства </w:t>
            </w:r>
          </w:p>
        </w:tc>
        <w:tc>
          <w:tcPr>
            <w:tcW w:w="1842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76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75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A41873" w:rsidRPr="00E65C54">
        <w:tc>
          <w:tcPr>
            <w:tcW w:w="3936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спортсменов, выполнивших нормативы разрядов и норматив мастера спорта</w:t>
            </w:r>
          </w:p>
        </w:tc>
        <w:tc>
          <w:tcPr>
            <w:tcW w:w="1842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5" w:type="dxa"/>
          </w:tcPr>
          <w:p w:rsidR="00A41873" w:rsidRPr="00E65C54" w:rsidRDefault="00A41873" w:rsidP="00E6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</w:tbl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FF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 приведен в Приложении 1 подпрограммы.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2.3. Механизм реализации подпрограммы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2.3.1. Перечень мероприятий подпрограммы приведен в приложении №2 к подпрограмме.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Главным распорядителем бюджетных средств является администрация поселка Курагино.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Реализация мероприятий подпрограммы осуществляется посредствам заключения контрактов (договоров) на поставки товаров, выполнение работ, оказание услуг для государственных нужд в соответствии с действующим законодательством Российской Федерации.</w:t>
      </w:r>
    </w:p>
    <w:p w:rsidR="00A41873" w:rsidRPr="00E65C54" w:rsidRDefault="00A41873" w:rsidP="00E65C54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Внутренний финансовый контроль за целевым и эффективным использованием средств местного бюджета на реализацию мероприятий подпрограммы осуществляется администрацией поселка Курагино.</w:t>
      </w:r>
    </w:p>
    <w:p w:rsidR="00A41873" w:rsidRPr="00E65C54" w:rsidRDefault="00A41873" w:rsidP="00E65C54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Внешний  финансовый контроль осуществляется контрольно-ревизионной комиссией Курагинского районного Совета депутатов на основании заключенного соглашения между муниципальным образованием поселок Курагино и Курагинским районным Советом депутатов.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2.3.2. Физическая культура и спорт развиваются главным образом в форме самоорганизующегося движения граждан, заинтересованных в спортивно-оздоровительных занятиях. Задача органов местного самоуправления – обеспечение условий для укрепления здоровья населения путем популяризации массового спорта и приобщения различных слоев общества к регулярным занятиям физической культуры и спортом.</w:t>
      </w:r>
    </w:p>
    <w:p w:rsidR="00A41873" w:rsidRPr="00E65C54" w:rsidRDefault="00A41873" w:rsidP="00E65C5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Механизмом вовлечения являются спортивно-ориентировочные мероприятия. Координатором по выполнению мероприятий подпрограммы является администрация муниципального образования поселок Курагино.</w:t>
      </w:r>
    </w:p>
    <w:p w:rsidR="00A41873" w:rsidRPr="00E65C54" w:rsidRDefault="00A41873" w:rsidP="00E65C5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Также для реализации подпрограммы будут использованы механизмы: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- широкое информирование граждан, организаций муниципального образования поселок Курагино о планируемых мероприятиях, участие в которых способствует реализации подпрограммы;</w:t>
      </w:r>
    </w:p>
    <w:p w:rsidR="00A41873" w:rsidRPr="00E65C54" w:rsidRDefault="00A41873" w:rsidP="00E65C5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- осуществление контроля позволит своевременно принимать решения о внесении изменений в подпрограмму в ходе ее реализации по результатам анализа эффективности подпрограммных мероприятий.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2.4. Организация управления подпрограммой и контроль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за ходом ее выполнения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</w:p>
    <w:p w:rsidR="00A41873" w:rsidRPr="00E65C54" w:rsidRDefault="00A41873" w:rsidP="00E65C54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Текущее управление реализацией подпрограммы осуществляется администрацией поселка Курагино.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Администрация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Администрацией осуществляется: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- мониторинг реализации мероприятий подпрограммы;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- непосредственный контроль за ходом реализации мероприятий подпрограммы;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- подготовка отчетов о реализации подпрограммы;</w:t>
      </w:r>
    </w:p>
    <w:p w:rsidR="00A41873" w:rsidRPr="00E65C54" w:rsidRDefault="00A41873" w:rsidP="00E65C5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- ежегодная оценка эффективности реализации подпрограммы </w:t>
      </w:r>
      <w:r w:rsidRPr="00E65C54">
        <w:rPr>
          <w:rFonts w:ascii="Times New Roman" w:hAnsi="Times New Roman" w:cs="Times New Roman"/>
          <w:sz w:val="24"/>
          <w:szCs w:val="24"/>
        </w:rPr>
        <w:br/>
        <w:t>в соответствии с Порядком проведения и критериями оценки эффективности реализации муниципальных программ, утвержденного постановлением администрации поселка Курагино от 09.09.2013 № 219-П «Об утверждении Порядка принятия решений о разработке муниципальных программ поселка Курагино, их формировании и реализации».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2.5. Оценка социально-экономической эффективности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от реализации мероприятий подпрограммы.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 - увеличение численности населения, занимающегося физической культурой и спортом;</w:t>
      </w:r>
    </w:p>
    <w:p w:rsidR="00A41873" w:rsidRPr="00E65C54" w:rsidRDefault="00A41873" w:rsidP="00E65C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 - укрепление здоровья населения муниципального образования поселок Курагино;</w:t>
      </w:r>
    </w:p>
    <w:p w:rsidR="00A41873" w:rsidRPr="00E65C54" w:rsidRDefault="00A41873" w:rsidP="00E65C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 - снижение уровня заболеваемости, повышение работоспособности населения;</w:t>
      </w:r>
    </w:p>
    <w:p w:rsidR="00A41873" w:rsidRPr="00E65C54" w:rsidRDefault="00A41873" w:rsidP="00E65C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 - повышение эффективности системы профилактики наркомании, алкоголизма и правонарушений среди молодежи, организации досуга населения средствами физической культуры и спорта;</w:t>
      </w:r>
    </w:p>
    <w:p w:rsidR="00A41873" w:rsidRPr="00E65C54" w:rsidRDefault="00A41873" w:rsidP="00E65C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 - улучшение результатов выступлений спортсменов на соревнованиях разных уровней;</w:t>
      </w:r>
    </w:p>
    <w:p w:rsidR="00A41873" w:rsidRPr="00E65C54" w:rsidRDefault="00A41873" w:rsidP="00E65C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           - формирование у населения устойчивого интереса и потребности к регулярным занятиям физической культурой и спортом.</w:t>
      </w:r>
    </w:p>
    <w:p w:rsidR="00A41873" w:rsidRPr="00E65C54" w:rsidRDefault="00A41873" w:rsidP="00E65C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2.6. Система мероприятий подпрограммы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Система </w:t>
      </w:r>
      <w:hyperlink r:id="rId17" w:history="1">
        <w:r w:rsidRPr="00E65C54">
          <w:rPr>
            <w:rFonts w:ascii="Times New Roman" w:hAnsi="Times New Roman" w:cs="Times New Roman"/>
            <w:sz w:val="24"/>
            <w:szCs w:val="24"/>
          </w:rPr>
          <w:t>мероприятий</w:t>
        </w:r>
      </w:hyperlink>
      <w:r w:rsidRPr="00E65C54">
        <w:rPr>
          <w:rFonts w:ascii="Times New Roman" w:hAnsi="Times New Roman" w:cs="Times New Roman"/>
          <w:sz w:val="24"/>
          <w:szCs w:val="24"/>
        </w:rPr>
        <w:t xml:space="preserve"> подпрограммы приведена в приложении № 2 к подпрограмме.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>2.7. Ресурсное обеспечение подпрограммы</w:t>
      </w: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873" w:rsidRPr="00E65C54" w:rsidRDefault="00A41873" w:rsidP="00E65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54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приведено в </w:t>
      </w:r>
      <w:hyperlink r:id="rId18" w:history="1">
        <w:r w:rsidRPr="00E65C54">
          <w:rPr>
            <w:rFonts w:ascii="Times New Roman" w:hAnsi="Times New Roman" w:cs="Times New Roman"/>
            <w:sz w:val="24"/>
            <w:szCs w:val="24"/>
          </w:rPr>
          <w:t>приложении № 2</w:t>
        </w:r>
      </w:hyperlink>
      <w:r w:rsidRPr="00E65C54">
        <w:rPr>
          <w:rFonts w:ascii="Times New Roman" w:hAnsi="Times New Roman" w:cs="Times New Roman"/>
          <w:sz w:val="24"/>
          <w:szCs w:val="24"/>
        </w:rPr>
        <w:t xml:space="preserve"> к подпрограмме.</w:t>
      </w: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829"/>
        <w:gridCol w:w="1876"/>
        <w:gridCol w:w="1292"/>
        <w:gridCol w:w="1513"/>
        <w:gridCol w:w="1493"/>
        <w:gridCol w:w="1493"/>
        <w:gridCol w:w="1493"/>
        <w:gridCol w:w="1271"/>
        <w:gridCol w:w="1271"/>
      </w:tblGrid>
      <w:tr w:rsidR="00A41873" w:rsidRPr="00E65C54">
        <w:trPr>
          <w:trHeight w:val="1305"/>
        </w:trPr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№1  подпрограммы " Развитие физической культуры и спорта в муниципальном образовании поселок Курагино"  на 2018-2020 годы</w:t>
            </w:r>
          </w:p>
        </w:tc>
      </w:tr>
      <w:tr w:rsidR="00A41873" w:rsidRPr="00E65C54">
        <w:trPr>
          <w:trHeight w:val="315"/>
        </w:trPr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30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целевых индикаторов подпрограммы</w:t>
            </w:r>
          </w:p>
        </w:tc>
      </w:tr>
      <w:tr w:rsidR="00A41873" w:rsidRPr="00E65C54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Цель, целевые индикаторы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Отчетный финансовый год 2016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финансовый год 2017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Очередной финансовый год 2018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 год планового периода 2019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год планового периода 2020</w:t>
            </w:r>
          </w:p>
        </w:tc>
      </w:tr>
      <w:tr w:rsidR="00A41873" w:rsidRPr="00E65C54">
        <w:trPr>
          <w:trHeight w:val="630"/>
        </w:trPr>
        <w:tc>
          <w:tcPr>
            <w:tcW w:w="2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0" w:type="pct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 подпрограммы: Создание условий для всестороннегоразвитияличности,физического совершенствования и укрепленияздоровья населения поселка Курагино в процессе физкультурно-оздоровительной и спортивной деятельности.</w:t>
            </w:r>
          </w:p>
        </w:tc>
      </w:tr>
      <w:tr w:rsidR="00A41873" w:rsidRPr="00E65C54">
        <w:trPr>
          <w:trHeight w:val="1575"/>
        </w:trPr>
        <w:tc>
          <w:tcPr>
            <w:tcW w:w="2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1: Доля  населения поселка, систематически занимающегося физической культурой и спортом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A41873" w:rsidRPr="00E65C54">
        <w:trPr>
          <w:trHeight w:val="2520"/>
        </w:trPr>
        <w:tc>
          <w:tcPr>
            <w:tcW w:w="2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2: Доля  населения поселка в возрасте от 6 до 18 лет, регулярно занимающегося в муниципальных детско-юношеских спортивных школах, центрах, клубах по месту жительства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</w:tr>
      <w:tr w:rsidR="00A41873" w:rsidRPr="00E65C54">
        <w:trPr>
          <w:trHeight w:val="1575"/>
        </w:trPr>
        <w:tc>
          <w:tcPr>
            <w:tcW w:w="2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индикатор 3: Колличество спортсменов, выполнивших нормативы разрядов и норматив мастера спорта.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</w:tbl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Look w:val="00A0"/>
      </w:tblPr>
      <w:tblGrid>
        <w:gridCol w:w="4369"/>
        <w:gridCol w:w="787"/>
        <w:gridCol w:w="787"/>
        <w:gridCol w:w="738"/>
        <w:gridCol w:w="1416"/>
        <w:gridCol w:w="1056"/>
        <w:gridCol w:w="756"/>
        <w:gridCol w:w="756"/>
        <w:gridCol w:w="756"/>
        <w:gridCol w:w="942"/>
        <w:gridCol w:w="2051"/>
      </w:tblGrid>
      <w:tr w:rsidR="00A41873" w:rsidRPr="00E65C54">
        <w:trPr>
          <w:trHeight w:val="1245"/>
        </w:trPr>
        <w:tc>
          <w:tcPr>
            <w:tcW w:w="1394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2 подпрограммы "Развитие физической культуры и спорта в муниципальном образовании поселок Курагино" на 2018-2020 годы</w:t>
            </w:r>
          </w:p>
        </w:tc>
      </w:tr>
      <w:tr w:rsidR="00A41873" w:rsidRPr="00E65C54">
        <w:trPr>
          <w:trHeight w:val="315"/>
        </w:trPr>
        <w:tc>
          <w:tcPr>
            <w:tcW w:w="1394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мероприятий подпрограммы  муниципальной программы поселка Курагино с указанием объема средств на их реализацию и ожидаемых результатов</w:t>
            </w:r>
          </w:p>
        </w:tc>
      </w:tr>
      <w:tr w:rsidR="00A41873" w:rsidRPr="00E65C54">
        <w:trPr>
          <w:trHeight w:val="300"/>
        </w:trPr>
        <w:tc>
          <w:tcPr>
            <w:tcW w:w="13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физической культуры и спорта в муниципальном образовании поселок Курагино на 2018-2020 годы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</w:t>
            </w:r>
            <w:bookmarkStart w:id="0" w:name="_GoBack"/>
            <w:bookmarkEnd w:id="0"/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</w:t>
            </w:r>
          </w:p>
        </w:tc>
        <w:tc>
          <w:tcPr>
            <w:tcW w:w="142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(тыс.руб.),годы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результат от реализации подпрограммного мероприятия</w:t>
            </w:r>
          </w:p>
        </w:tc>
      </w:tr>
      <w:tr w:rsidR="00A41873" w:rsidRPr="00E65C54">
        <w:trPr>
          <w:trHeight w:val="1260"/>
        </w:trPr>
        <w:tc>
          <w:tcPr>
            <w:tcW w:w="13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за период 2018-2020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15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Цель подпрограммы: 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деятельности.</w:t>
            </w:r>
          </w:p>
        </w:tc>
      </w:tr>
      <w:tr w:rsidR="00A41873" w:rsidRPr="00E65C54">
        <w:trPr>
          <w:trHeight w:val="585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Задача 1: Создание условий для спортсменов и успешного выступления сборных команд поселка по видам спорта на соревнованиях различного уровня.</w:t>
            </w:r>
          </w:p>
        </w:tc>
      </w:tr>
      <w:tr w:rsidR="00A41873" w:rsidRPr="00E65C54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1 квартал</w:t>
            </w:r>
          </w:p>
        </w:tc>
      </w:tr>
      <w:tr w:rsidR="00A41873" w:rsidRPr="00E65C54">
        <w:trPr>
          <w:trHeight w:val="129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1.1. Участие команды п.Курагино в первенстве Красноярского края среди команд 3 группы (Минусинск мини-футбол)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1.2. Участие команды п.Курагино в районных соревнованиях по мини-футболу (Краснокаменск)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14,40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1.3. Участие команды п.Курагино в Первенстве Республики Хакасия по мини-футболу среди мужских команд (Абакан)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1.4. Участие команды п.Курагино в Первенстве Республики Хакасия по мини-футболу среди мужских команд (Абакан)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1.5. Участие команды п.Курагино в Первенстве Республики Хакасия по мини-футболу среди мужских команд (Абакан)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89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1.6. Участие команды п. Курагино в "XXIV традиционных республиканских соревнованиях по лыжным гонкам памяти Н.С. Швыдкова, Г.П. Шулбаева" (Таштыб)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89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1.7. Участие команды п. Курагино в Первенстве Красноярского края по лыжным гонкам на призы (2этап на призы "Ен+" и "РУСАЛ") (Красноярск)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118,80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1.8. Участие команды п. Курагино в рождественском турнире по волейболу (мужчины) (Ермаковское)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1.9. Участие команды п. Курагино в матчевой встрече по волейболу (Каратуз) муж.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1.10. Участие команды п. Курагино воткрытомкубке г. Красноярска по волейболу, посвященному памяти А.Я. Грошева (Красноярск) муж.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65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1.11. Участие команды п.Курагино Региональном турнире "Рожденственский кубок" по волейболу среди девушек (Абакан)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1.12. Участие команды п. Курагино в открытом первенстве г. Минусинска по волейболу среди девушек (Минусинск)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1.13. Участие команды п. Курагино в Первенстве ДЮШ по волейболу среди юношей и девушек (Абакан)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1.14. Участие команды п. Курагино в Открытом первенстве Тесинской СОШ №10 по волейболу среди девушек и юношей (Тесь)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7,02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1.15. Участие команды п. Курагино в матчевой встрече по волейболу среди девушек и женщин (Каратузское)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1.16. Участие команды п. Курагино в открытом первенстве республики Хакасия (Абакан, греко-римская борьба)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1.17. Участие команды п. Курагино в краевом турнире памяти А.А. Матвеева (Абакан, греко-римская борьба)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82,80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1.18. Участие команды п. Курагино в первенстве Красноярского края (Красноярск, греко-римская борьба)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49,20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1.19. Участие команды п. Курагино в турнире по греко-римской борьбе среди юношей памяти А.А.Солопова (Красноярск)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40,29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1.20. Участие команды п. Курагино в товарищеских встречах по гастольному теннису (Городок)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14,82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226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1.21. Участие команды п. Курагино в открытом межрегиональном турнире МБУ ДО "ДЮСШ" Минусинского района по настольному теннису на призы депутата ЗС Красноярского края Зырянова В.В. (Городок)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9,12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4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1.22. Приобретение наградной атрибутики, спортивного инвентаря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242,55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300"/>
        </w:trPr>
        <w:tc>
          <w:tcPr>
            <w:tcW w:w="434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 квартал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1.23. Участие команды п. Курагино в первенстве Красноярского края (Железногорск, греко-римская)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1.24. Участие команды п. Курагино в краевом турнире Е.С.Белинского (Енисейск,греко-римская)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24,24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24,24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24,24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72,72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1.25. Участие команды п. Курагино в краевом турнире Енисейского пароходства (п.Подтесово,греко-римская)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66,60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89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1.26. Участие команды п. Курагино в открытом Кубке г. Красноярска по волейболу, посвященном памяти А.Я. Грошева среди девушек и женщин (Красноярск)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1.27. Участие команды п. Курагино в открытомтурнирепо волейболу, посвященном памяти Удалова среди женщин (Шушенское)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32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1.28. Участие команды Курагино в Краевой спартакиаде ветеранов (Красноярск)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1.29. Участие команды п. Курагино в матчевой встрече по волейболу (Каратуз)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300"/>
        </w:trPr>
        <w:tc>
          <w:tcPr>
            <w:tcW w:w="434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80099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280099"/>
                <w:sz w:val="24"/>
                <w:szCs w:val="24"/>
              </w:rPr>
              <w:t>3 квартал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89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1.30. Участие команды п. Курагино в открытом  чемпионате и первенстве Красноярского края по лыжероллерам и кроссу (Красноярск)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129,60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65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1.31. Участие команды п. Курагино в первенстве Красноярского края памяти И.Н. Арсеньева (Зеленогорск, греко-римская борьба)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1.32. Участие команды п. Курагино в первенстве республика Хакасия (греко-римская борьба)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1.33. Участие команды Курагино в районных соревнованиях по мини-футболу (Краснокаменск)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14,40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1.34. Участие команды п. Курагино в матчевой встрече по волейболу среди женщин и девушек (Каратузское)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300"/>
        </w:trPr>
        <w:tc>
          <w:tcPr>
            <w:tcW w:w="434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 квартал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1.35. Участие команды п. Курагино во Всероссийском турнире памяти И.М.Селетникова Томск, греко-римская борьба)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1.36. Участие команды п.Курагино в первенстве Красноярского края (Канск,греко-римская борьба)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48,90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1.37. Участие команды п. Курагино в краевом турнире по греко-римской борьбе им. Г.П. Федотова (Енисейск)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1.38. Участие команды п. Курагино в первенстве республики Хакасия (греко-римская борьба)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89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1.39. Участие команды п. Курагино в открытых региональных соревнованиях "Юный богатырь" памяти А.И. Черныша по спортивной борьбе (Томск, греко-римская борьба)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32,40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1.40. Участие команды п. Курагино в чемпионате Красноярского края по настольному теннису (Зеленогорск)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82,80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33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1.41. Участие команды п. Курагино в товарищеских встречах по настольному теннису (Новоселово)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1.42. Участие команды п. Курагино в товарищеской встрече по настольному теннису (Куряты)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9,12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1.43. Участие команды Курагино в первенстве красноярского края по мини-футболу среди команд 3 группы (Минусинск)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1.44. Участие команды Курагино в первенстве красноярского края по мини-футболу среди команд 3 группы (Минусинск)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1.45. Участие команды п. Курагино в районных соревнованиях по мини-футболу (Краснокаменск)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14,40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1.46. Участие команды Курагино в первенстве красноярского края по мини-футболу среди команд 3 группы (Минусинск)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1.47. Участие футбольной команды п. Курагино в первенстве красноярского края по мини-футболу среди команд 3 группы (Краснокаменск)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1.48. Участие футбольной команды п. Курагино в первенстве красноярского края по мини-футболу среди команд 3 группы (Краснокаменск)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1.49. Участие команды Курагино в первенстве красноярского края по мини-футболу среди команд 3 группы (Минусинск)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1.50. Участие команды п.Курагино в Открытом первенстве Тесинской СОШ №10 по волейболусреди девушек и юношей (Тесь)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7,02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89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1.51.Участие команды Курагино в детских спортивных играх среди команд муниципальных районов Красноярского края «Юный Олимпиец»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1.52. Участие команды п. Курагино в Новогоднем турнире по волейболу среди женщин (Тесь)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1.53. Участие команды п. Курагино в Первенстве ДЮШ по волейболу среди юношей и девушек (Абакан)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4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Мероприятие.1.54. Участие команды п. Курагино в матчевой встрече по волейболу (мужчины)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2,72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8,16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4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1.55. Участие команды п. Курагино в матчевых встречах по волеболу (Каратуз)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63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1.56. Участие команды п. Курагино в ркаевых соревнованиях по лыжным гонкам памяти мастера спорта СССР А.А. Потоцкого (Зеленогорск, лыжи)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113, 244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184,80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57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1.57. Участие команды п. Курагино в чемпионате и Первенстве Красноярского края по лыжным гонкам (Красноярск)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113, 244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118,80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41873" w:rsidRPr="00E65C54">
        <w:trPr>
          <w:trHeight w:val="615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Задача 2: Повышение качества и результативности процесса физического воспитания населения, в том числе инвалидов, развитие детско-юношесткого спорта.</w:t>
            </w:r>
          </w:p>
        </w:tc>
      </w:tr>
      <w:tr w:rsidR="00A41873" w:rsidRPr="00E65C54">
        <w:trPr>
          <w:trHeight w:val="300"/>
        </w:trPr>
        <w:tc>
          <w:tcPr>
            <w:tcW w:w="434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 квартал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состояния физического здоровья на селения поселка Курагино, формирование здорового образа жизни; увеличение доли населения поселка, регулярно занимающегося физической культурой и спортом.</w:t>
            </w:r>
          </w:p>
        </w:tc>
      </w:tr>
      <w:tr w:rsidR="00A41873" w:rsidRPr="00E65C54">
        <w:trPr>
          <w:trHeight w:val="94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2.1. Открытое первенство п. Курагино по мини-футболу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4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2.2. Открытое первенство п.Курагино по ринк-бенди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2.3. Всеросийские соревнования "Лыжня России-2017"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2.4. Первенство п.Курагино по лыжным гонкам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89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2.5. Вечернее открытое первенство п.Курагино по волейболу на приз главы п.Курагино среди трудовых коллективов и физкультурно-оздоровительных клубов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2.6. Открытое первенство п. Курагино по волейболу среди мужских и женских команд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2.7. Открытое первенство п.Курагино по волейболу среди юношей и девушек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4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2.8. Открытое первенство п.Курагино по греко-римской борьбе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4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2.9. Открытое первенство п.Курагино по настольному теннису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2.10. Открытое первенство п.Курагино по гиревому спорту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300"/>
        </w:trPr>
        <w:tc>
          <w:tcPr>
            <w:tcW w:w="434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80099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280099"/>
                <w:sz w:val="24"/>
                <w:szCs w:val="24"/>
              </w:rPr>
              <w:t>2 квартал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2.11. Открытое первенство п.Курагино по силовому троеборью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2.12. Закрытие зимнего сезона по мини футболу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2.13.открытое первенство п. Курагино по шахматам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2.14. Спартакиада муниципальных служащих (теннис,дартс,шашки,бильярд,шахматы)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3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2.15. Летняя спартакиада инвалидов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2.16. Открытое первенство п.Курагино по волейболу среди девочек и мальчиков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4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2.17. спартакиада муниципальных служащих по летним видам спорта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315"/>
        </w:trPr>
        <w:tc>
          <w:tcPr>
            <w:tcW w:w="434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80099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280099"/>
                <w:sz w:val="24"/>
                <w:szCs w:val="24"/>
              </w:rPr>
              <w:t>3 квартал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3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2.18. Спортивная программа к дню физкультурника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3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2.19. Участие в марафонском заплыве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2.20. Открытое первенствоп. Курагино по пляжному волейболу (мужчины и женщины)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2.21. Открытое первенствоп. Курагино по пляжному волейболу (2000 г. и младше)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2.22. Первенство п.Курагино по футболу среди  дворовых команд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2.23. Первенство п.Курагино по пионерболу среди детских дворовых команд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3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2.24. Участие команд п.Курагино в закрытии летнего спортивного сезона (футбол,мини-футбол, волейбол и т.д.)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2.25. Первенство п.Курагино по футболу среди детских дворовых команд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2.26. Открытое первенство п.Курагино по лыжероллерам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2.27. Открытое первенство п.Курагино по ОФП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Мероприятие2.28.  Участие команды в соревнованиях по велоспорту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2.29. Показательные выступления по пауэрлифтингу и гиревому спорту на день поселка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25,8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2.30. Открытое первенство п.Курагино(шахматы), посвященное празднованию Дня поселка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315"/>
        </w:trPr>
        <w:tc>
          <w:tcPr>
            <w:tcW w:w="434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80099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i/>
                <w:iCs/>
                <w:color w:val="280099"/>
                <w:sz w:val="24"/>
                <w:szCs w:val="24"/>
              </w:rPr>
              <w:t>4 квартал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3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2.31. Зимняя спартакиада инвалидов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2.32. Открытое первенство по гиревому спорту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4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2.33. Открытое первенство п.Курагино по настольному тенису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4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2.34. Открытое первенство п.Курагино по ринк-бенди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2.35. Открытый турнир п.Курагино по волейболу (мужчины и женщины)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2.36. Открытое первенство  п.Курагино по волейболу (юноши и девушки)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3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2.37. Веселые старты (2003 г. и младше)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2.38. Новогодняя гонка (новогодний спринт)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9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60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2.39. Открытие катка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1260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2.40. Открытое первенство п. Курагино по пауэрлифтингу, посвященного памяти М.И. Еремеева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22,50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873" w:rsidRPr="00E65C54">
        <w:trPr>
          <w:trHeight w:val="94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2.41. Открытое первенство п. Курагино среди спортивных семей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0230080810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6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873" w:rsidRPr="00E65C54" w:rsidRDefault="00A41873" w:rsidP="00E65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41873" w:rsidRDefault="00A41873" w:rsidP="002C7D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41873" w:rsidSect="00D13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833A7D"/>
    <w:multiLevelType w:val="hybridMultilevel"/>
    <w:tmpl w:val="20D8562A"/>
    <w:lvl w:ilvl="0" w:tplc="DF72A3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  <w:szCs w:val="28"/>
      </w:rPr>
    </w:lvl>
  </w:abstractNum>
  <w:abstractNum w:abstractNumId="3">
    <w:nsid w:val="59F24EF0"/>
    <w:multiLevelType w:val="hybridMultilevel"/>
    <w:tmpl w:val="8B42D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421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1415"/>
    <w:rsid w:val="00012CC2"/>
    <w:rsid w:val="000167A4"/>
    <w:rsid w:val="00016911"/>
    <w:rsid w:val="000170E1"/>
    <w:rsid w:val="0001754B"/>
    <w:rsid w:val="000202C0"/>
    <w:rsid w:val="00022FC3"/>
    <w:rsid w:val="0002324A"/>
    <w:rsid w:val="0002389F"/>
    <w:rsid w:val="000249CC"/>
    <w:rsid w:val="00024F96"/>
    <w:rsid w:val="000251E7"/>
    <w:rsid w:val="0002556B"/>
    <w:rsid w:val="0002673F"/>
    <w:rsid w:val="0003036E"/>
    <w:rsid w:val="00030519"/>
    <w:rsid w:val="00030780"/>
    <w:rsid w:val="0003092B"/>
    <w:rsid w:val="000309FF"/>
    <w:rsid w:val="000317B1"/>
    <w:rsid w:val="0003222E"/>
    <w:rsid w:val="00032F37"/>
    <w:rsid w:val="00034C52"/>
    <w:rsid w:val="00035056"/>
    <w:rsid w:val="00035A65"/>
    <w:rsid w:val="00036939"/>
    <w:rsid w:val="00036C47"/>
    <w:rsid w:val="000400CA"/>
    <w:rsid w:val="00040395"/>
    <w:rsid w:val="000412BF"/>
    <w:rsid w:val="00041B33"/>
    <w:rsid w:val="000431DB"/>
    <w:rsid w:val="0004367A"/>
    <w:rsid w:val="0004371B"/>
    <w:rsid w:val="00043873"/>
    <w:rsid w:val="0004527F"/>
    <w:rsid w:val="000452AC"/>
    <w:rsid w:val="000452EE"/>
    <w:rsid w:val="00045DEA"/>
    <w:rsid w:val="00045EBC"/>
    <w:rsid w:val="00046325"/>
    <w:rsid w:val="00046540"/>
    <w:rsid w:val="00050B22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002"/>
    <w:rsid w:val="00056A11"/>
    <w:rsid w:val="0006282F"/>
    <w:rsid w:val="00062B3A"/>
    <w:rsid w:val="00062F0F"/>
    <w:rsid w:val="000657D6"/>
    <w:rsid w:val="00065F12"/>
    <w:rsid w:val="0006630D"/>
    <w:rsid w:val="0007162B"/>
    <w:rsid w:val="00071D58"/>
    <w:rsid w:val="00072A54"/>
    <w:rsid w:val="000731CC"/>
    <w:rsid w:val="00073863"/>
    <w:rsid w:val="000739D4"/>
    <w:rsid w:val="00074B54"/>
    <w:rsid w:val="000751DF"/>
    <w:rsid w:val="0007532F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24C"/>
    <w:rsid w:val="0008483B"/>
    <w:rsid w:val="000851EE"/>
    <w:rsid w:val="0008585A"/>
    <w:rsid w:val="00085B4A"/>
    <w:rsid w:val="00087E7D"/>
    <w:rsid w:val="00090411"/>
    <w:rsid w:val="00090787"/>
    <w:rsid w:val="000913A2"/>
    <w:rsid w:val="00091603"/>
    <w:rsid w:val="00091D3A"/>
    <w:rsid w:val="00092695"/>
    <w:rsid w:val="000933E2"/>
    <w:rsid w:val="000957CB"/>
    <w:rsid w:val="000957E4"/>
    <w:rsid w:val="000959DB"/>
    <w:rsid w:val="00096E1B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15"/>
    <w:rsid w:val="000B1156"/>
    <w:rsid w:val="000B1428"/>
    <w:rsid w:val="000B234B"/>
    <w:rsid w:val="000B330F"/>
    <w:rsid w:val="000B33D7"/>
    <w:rsid w:val="000B359D"/>
    <w:rsid w:val="000B3DE0"/>
    <w:rsid w:val="000B4A54"/>
    <w:rsid w:val="000B4CBA"/>
    <w:rsid w:val="000B55CC"/>
    <w:rsid w:val="000C08C4"/>
    <w:rsid w:val="000C131B"/>
    <w:rsid w:val="000C1A76"/>
    <w:rsid w:val="000C2624"/>
    <w:rsid w:val="000C3237"/>
    <w:rsid w:val="000C39BB"/>
    <w:rsid w:val="000C3D8D"/>
    <w:rsid w:val="000C484B"/>
    <w:rsid w:val="000C52EE"/>
    <w:rsid w:val="000C748B"/>
    <w:rsid w:val="000D1713"/>
    <w:rsid w:val="000D23E7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1DE4"/>
    <w:rsid w:val="000F24BE"/>
    <w:rsid w:val="000F2A06"/>
    <w:rsid w:val="000F3760"/>
    <w:rsid w:val="000F461B"/>
    <w:rsid w:val="000F53B2"/>
    <w:rsid w:val="000F6188"/>
    <w:rsid w:val="000F71D9"/>
    <w:rsid w:val="0010070C"/>
    <w:rsid w:val="00100B1C"/>
    <w:rsid w:val="001017D3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434"/>
    <w:rsid w:val="00116BEA"/>
    <w:rsid w:val="00116E6F"/>
    <w:rsid w:val="00117FC8"/>
    <w:rsid w:val="00120391"/>
    <w:rsid w:val="00120877"/>
    <w:rsid w:val="00120980"/>
    <w:rsid w:val="00120DE7"/>
    <w:rsid w:val="001223C8"/>
    <w:rsid w:val="0012272B"/>
    <w:rsid w:val="00122AB0"/>
    <w:rsid w:val="0012310B"/>
    <w:rsid w:val="00123FB3"/>
    <w:rsid w:val="00125BD8"/>
    <w:rsid w:val="001278F6"/>
    <w:rsid w:val="00127C1E"/>
    <w:rsid w:val="00127F5F"/>
    <w:rsid w:val="00130107"/>
    <w:rsid w:val="00130272"/>
    <w:rsid w:val="00132063"/>
    <w:rsid w:val="00132D13"/>
    <w:rsid w:val="00133110"/>
    <w:rsid w:val="0013501D"/>
    <w:rsid w:val="00136714"/>
    <w:rsid w:val="00140703"/>
    <w:rsid w:val="00143431"/>
    <w:rsid w:val="00143569"/>
    <w:rsid w:val="00143CD8"/>
    <w:rsid w:val="0014458A"/>
    <w:rsid w:val="001447F6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1421"/>
    <w:rsid w:val="001524F7"/>
    <w:rsid w:val="0015394D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162"/>
    <w:rsid w:val="0016791C"/>
    <w:rsid w:val="00167E0C"/>
    <w:rsid w:val="00170FCD"/>
    <w:rsid w:val="0017236B"/>
    <w:rsid w:val="00173342"/>
    <w:rsid w:val="0017400A"/>
    <w:rsid w:val="00174214"/>
    <w:rsid w:val="00176D95"/>
    <w:rsid w:val="001777E5"/>
    <w:rsid w:val="00177AAB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143"/>
    <w:rsid w:val="00187472"/>
    <w:rsid w:val="001908A8"/>
    <w:rsid w:val="00190AF1"/>
    <w:rsid w:val="00191D10"/>
    <w:rsid w:val="00193E6E"/>
    <w:rsid w:val="00193F68"/>
    <w:rsid w:val="00194056"/>
    <w:rsid w:val="00195946"/>
    <w:rsid w:val="00195E03"/>
    <w:rsid w:val="00195F5E"/>
    <w:rsid w:val="00196AF6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D0"/>
    <w:rsid w:val="001B3180"/>
    <w:rsid w:val="001B3684"/>
    <w:rsid w:val="001B426E"/>
    <w:rsid w:val="001B48D5"/>
    <w:rsid w:val="001B52CB"/>
    <w:rsid w:val="001B5315"/>
    <w:rsid w:val="001B5C66"/>
    <w:rsid w:val="001C0E50"/>
    <w:rsid w:val="001C14BB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E7"/>
    <w:rsid w:val="001D58DA"/>
    <w:rsid w:val="001D766E"/>
    <w:rsid w:val="001E0146"/>
    <w:rsid w:val="001E06E8"/>
    <w:rsid w:val="001E2B79"/>
    <w:rsid w:val="001E2C4A"/>
    <w:rsid w:val="001E3620"/>
    <w:rsid w:val="001E3BE3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E90"/>
    <w:rsid w:val="00207984"/>
    <w:rsid w:val="00211C6C"/>
    <w:rsid w:val="00212068"/>
    <w:rsid w:val="00212594"/>
    <w:rsid w:val="00213EC3"/>
    <w:rsid w:val="002143C7"/>
    <w:rsid w:val="00214BF6"/>
    <w:rsid w:val="002177DC"/>
    <w:rsid w:val="00217D44"/>
    <w:rsid w:val="00217E42"/>
    <w:rsid w:val="00217F6E"/>
    <w:rsid w:val="00220829"/>
    <w:rsid w:val="0022106A"/>
    <w:rsid w:val="00222566"/>
    <w:rsid w:val="002238FF"/>
    <w:rsid w:val="00224658"/>
    <w:rsid w:val="0022477E"/>
    <w:rsid w:val="00227068"/>
    <w:rsid w:val="00227BB2"/>
    <w:rsid w:val="00227DC1"/>
    <w:rsid w:val="00230254"/>
    <w:rsid w:val="0023086B"/>
    <w:rsid w:val="00231BE8"/>
    <w:rsid w:val="0023242B"/>
    <w:rsid w:val="00232AD0"/>
    <w:rsid w:val="00232EEC"/>
    <w:rsid w:val="0023422F"/>
    <w:rsid w:val="00235859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7B5"/>
    <w:rsid w:val="00250A59"/>
    <w:rsid w:val="00250CCE"/>
    <w:rsid w:val="002515EB"/>
    <w:rsid w:val="00251997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7C"/>
    <w:rsid w:val="00264944"/>
    <w:rsid w:val="0026781F"/>
    <w:rsid w:val="00267D17"/>
    <w:rsid w:val="002703E0"/>
    <w:rsid w:val="0027146A"/>
    <w:rsid w:val="00271752"/>
    <w:rsid w:val="00271882"/>
    <w:rsid w:val="002718C7"/>
    <w:rsid w:val="002718EA"/>
    <w:rsid w:val="002728A0"/>
    <w:rsid w:val="00274D5E"/>
    <w:rsid w:val="00274FCF"/>
    <w:rsid w:val="00277544"/>
    <w:rsid w:val="00277A64"/>
    <w:rsid w:val="00280A52"/>
    <w:rsid w:val="00280E2E"/>
    <w:rsid w:val="00280FDF"/>
    <w:rsid w:val="0028135F"/>
    <w:rsid w:val="00281414"/>
    <w:rsid w:val="00281B39"/>
    <w:rsid w:val="0028226E"/>
    <w:rsid w:val="00282A92"/>
    <w:rsid w:val="002831F3"/>
    <w:rsid w:val="002840AC"/>
    <w:rsid w:val="00285AC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97"/>
    <w:rsid w:val="002B3CA0"/>
    <w:rsid w:val="002B3CD7"/>
    <w:rsid w:val="002B4DE7"/>
    <w:rsid w:val="002B4DEE"/>
    <w:rsid w:val="002B577E"/>
    <w:rsid w:val="002B69EA"/>
    <w:rsid w:val="002B7635"/>
    <w:rsid w:val="002B7BDF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C6A98"/>
    <w:rsid w:val="002C7D58"/>
    <w:rsid w:val="002D1251"/>
    <w:rsid w:val="002D125B"/>
    <w:rsid w:val="002D1F84"/>
    <w:rsid w:val="002D2309"/>
    <w:rsid w:val="002D2393"/>
    <w:rsid w:val="002D3A04"/>
    <w:rsid w:val="002D3B06"/>
    <w:rsid w:val="002D42A8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47AE"/>
    <w:rsid w:val="002F5097"/>
    <w:rsid w:val="002F5B94"/>
    <w:rsid w:val="002F6753"/>
    <w:rsid w:val="002F7BC2"/>
    <w:rsid w:val="003006A6"/>
    <w:rsid w:val="00300F37"/>
    <w:rsid w:val="00301742"/>
    <w:rsid w:val="00301822"/>
    <w:rsid w:val="00302692"/>
    <w:rsid w:val="00306497"/>
    <w:rsid w:val="0030654C"/>
    <w:rsid w:val="003066F2"/>
    <w:rsid w:val="00306791"/>
    <w:rsid w:val="003106AD"/>
    <w:rsid w:val="00310CB5"/>
    <w:rsid w:val="003111BC"/>
    <w:rsid w:val="00311ADB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2F72"/>
    <w:rsid w:val="003354F5"/>
    <w:rsid w:val="00335B5C"/>
    <w:rsid w:val="003369B0"/>
    <w:rsid w:val="00340AC3"/>
    <w:rsid w:val="00342891"/>
    <w:rsid w:val="00343423"/>
    <w:rsid w:val="003444B0"/>
    <w:rsid w:val="00344A3C"/>
    <w:rsid w:val="00344E0B"/>
    <w:rsid w:val="00345B0F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6E4"/>
    <w:rsid w:val="00362732"/>
    <w:rsid w:val="00363311"/>
    <w:rsid w:val="00366029"/>
    <w:rsid w:val="003668D1"/>
    <w:rsid w:val="00367F62"/>
    <w:rsid w:val="00370D19"/>
    <w:rsid w:val="00371A44"/>
    <w:rsid w:val="00372062"/>
    <w:rsid w:val="0037214D"/>
    <w:rsid w:val="0037222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6E1"/>
    <w:rsid w:val="003A172A"/>
    <w:rsid w:val="003A277D"/>
    <w:rsid w:val="003A3F70"/>
    <w:rsid w:val="003A5D61"/>
    <w:rsid w:val="003A6885"/>
    <w:rsid w:val="003A6D51"/>
    <w:rsid w:val="003A7046"/>
    <w:rsid w:val="003B0290"/>
    <w:rsid w:val="003B120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7E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1809"/>
    <w:rsid w:val="003D3285"/>
    <w:rsid w:val="003D35E1"/>
    <w:rsid w:val="003D3771"/>
    <w:rsid w:val="003D4381"/>
    <w:rsid w:val="003D46B9"/>
    <w:rsid w:val="003D532A"/>
    <w:rsid w:val="003D55E0"/>
    <w:rsid w:val="003D62A8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3A28"/>
    <w:rsid w:val="003E4151"/>
    <w:rsid w:val="003E4A8B"/>
    <w:rsid w:val="003E4F87"/>
    <w:rsid w:val="003E50C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B9D"/>
    <w:rsid w:val="003F7C61"/>
    <w:rsid w:val="00400581"/>
    <w:rsid w:val="004012A0"/>
    <w:rsid w:val="00403575"/>
    <w:rsid w:val="004035C1"/>
    <w:rsid w:val="00403F68"/>
    <w:rsid w:val="00404AAB"/>
    <w:rsid w:val="00405732"/>
    <w:rsid w:val="004061F0"/>
    <w:rsid w:val="00406666"/>
    <w:rsid w:val="00407556"/>
    <w:rsid w:val="0041018F"/>
    <w:rsid w:val="004123FB"/>
    <w:rsid w:val="004157C2"/>
    <w:rsid w:val="00416E35"/>
    <w:rsid w:val="004172DF"/>
    <w:rsid w:val="00417FFB"/>
    <w:rsid w:val="004234F4"/>
    <w:rsid w:val="00423A56"/>
    <w:rsid w:val="00423F39"/>
    <w:rsid w:val="0042421B"/>
    <w:rsid w:val="0042447F"/>
    <w:rsid w:val="0042469A"/>
    <w:rsid w:val="004268BD"/>
    <w:rsid w:val="00430007"/>
    <w:rsid w:val="00430A2A"/>
    <w:rsid w:val="00430C78"/>
    <w:rsid w:val="00430EF9"/>
    <w:rsid w:val="00430F09"/>
    <w:rsid w:val="00431CCD"/>
    <w:rsid w:val="004324D4"/>
    <w:rsid w:val="00432766"/>
    <w:rsid w:val="00432E1B"/>
    <w:rsid w:val="00433463"/>
    <w:rsid w:val="00433DBC"/>
    <w:rsid w:val="00434DCF"/>
    <w:rsid w:val="00435545"/>
    <w:rsid w:val="00435647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8B6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67D65"/>
    <w:rsid w:val="004726F6"/>
    <w:rsid w:val="0047284B"/>
    <w:rsid w:val="00473539"/>
    <w:rsid w:val="00476D82"/>
    <w:rsid w:val="00477C50"/>
    <w:rsid w:val="00480652"/>
    <w:rsid w:val="00480EEB"/>
    <w:rsid w:val="00483F4E"/>
    <w:rsid w:val="0048527B"/>
    <w:rsid w:val="00485A73"/>
    <w:rsid w:val="00485DCF"/>
    <w:rsid w:val="00486D9F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8D0"/>
    <w:rsid w:val="004A344D"/>
    <w:rsid w:val="004A3575"/>
    <w:rsid w:val="004A3FBD"/>
    <w:rsid w:val="004A4415"/>
    <w:rsid w:val="004A4CEE"/>
    <w:rsid w:val="004A685E"/>
    <w:rsid w:val="004A717D"/>
    <w:rsid w:val="004B012F"/>
    <w:rsid w:val="004B12E8"/>
    <w:rsid w:val="004B17DB"/>
    <w:rsid w:val="004B33B1"/>
    <w:rsid w:val="004B537C"/>
    <w:rsid w:val="004B590F"/>
    <w:rsid w:val="004B6925"/>
    <w:rsid w:val="004B7792"/>
    <w:rsid w:val="004B7D53"/>
    <w:rsid w:val="004C12CC"/>
    <w:rsid w:val="004C1511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685D"/>
    <w:rsid w:val="004D6BCF"/>
    <w:rsid w:val="004D6FDE"/>
    <w:rsid w:val="004E0094"/>
    <w:rsid w:val="004E12DF"/>
    <w:rsid w:val="004E33B2"/>
    <w:rsid w:val="004E33DD"/>
    <w:rsid w:val="004E4342"/>
    <w:rsid w:val="004E56C9"/>
    <w:rsid w:val="004E56EA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0499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159A"/>
    <w:rsid w:val="00512B6C"/>
    <w:rsid w:val="005157C5"/>
    <w:rsid w:val="00516581"/>
    <w:rsid w:val="00516C33"/>
    <w:rsid w:val="0051719E"/>
    <w:rsid w:val="00517B7B"/>
    <w:rsid w:val="005210C2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3A55"/>
    <w:rsid w:val="0053419A"/>
    <w:rsid w:val="00535605"/>
    <w:rsid w:val="00535828"/>
    <w:rsid w:val="005364EA"/>
    <w:rsid w:val="005368AF"/>
    <w:rsid w:val="00536E1B"/>
    <w:rsid w:val="00540ACA"/>
    <w:rsid w:val="00541430"/>
    <w:rsid w:val="0054165F"/>
    <w:rsid w:val="005421F1"/>
    <w:rsid w:val="00543279"/>
    <w:rsid w:val="00543CF2"/>
    <w:rsid w:val="0054481A"/>
    <w:rsid w:val="00545D5F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926"/>
    <w:rsid w:val="00561C87"/>
    <w:rsid w:val="0056294D"/>
    <w:rsid w:val="00562C7D"/>
    <w:rsid w:val="00562E44"/>
    <w:rsid w:val="00562F27"/>
    <w:rsid w:val="00563BE5"/>
    <w:rsid w:val="00565591"/>
    <w:rsid w:val="005656FF"/>
    <w:rsid w:val="00565DAF"/>
    <w:rsid w:val="00566C03"/>
    <w:rsid w:val="00566EC3"/>
    <w:rsid w:val="00567809"/>
    <w:rsid w:val="00570962"/>
    <w:rsid w:val="0057124C"/>
    <w:rsid w:val="00571D11"/>
    <w:rsid w:val="00573D2A"/>
    <w:rsid w:val="00573EC0"/>
    <w:rsid w:val="005759EF"/>
    <w:rsid w:val="00575F73"/>
    <w:rsid w:val="00576CBE"/>
    <w:rsid w:val="00577A6C"/>
    <w:rsid w:val="00577E34"/>
    <w:rsid w:val="005807B1"/>
    <w:rsid w:val="0058096E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2995"/>
    <w:rsid w:val="00595028"/>
    <w:rsid w:val="00595753"/>
    <w:rsid w:val="00596CEC"/>
    <w:rsid w:val="005A06F1"/>
    <w:rsid w:val="005A1A68"/>
    <w:rsid w:val="005A2BDD"/>
    <w:rsid w:val="005A2E24"/>
    <w:rsid w:val="005B0161"/>
    <w:rsid w:val="005B206F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4D79"/>
    <w:rsid w:val="005C4DE2"/>
    <w:rsid w:val="005C61D9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D747A"/>
    <w:rsid w:val="005E0AB8"/>
    <w:rsid w:val="005E1B89"/>
    <w:rsid w:val="005E253D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084A"/>
    <w:rsid w:val="005F1D9C"/>
    <w:rsid w:val="005F2102"/>
    <w:rsid w:val="005F2369"/>
    <w:rsid w:val="005F3193"/>
    <w:rsid w:val="005F50BF"/>
    <w:rsid w:val="005F5F99"/>
    <w:rsid w:val="00600B9B"/>
    <w:rsid w:val="00601FFC"/>
    <w:rsid w:val="00602A58"/>
    <w:rsid w:val="00602CBA"/>
    <w:rsid w:val="00605FD8"/>
    <w:rsid w:val="00606E31"/>
    <w:rsid w:val="00607124"/>
    <w:rsid w:val="006079C4"/>
    <w:rsid w:val="00607B88"/>
    <w:rsid w:val="00610494"/>
    <w:rsid w:val="006118D7"/>
    <w:rsid w:val="0061256E"/>
    <w:rsid w:val="00613174"/>
    <w:rsid w:val="00614ADD"/>
    <w:rsid w:val="0061546F"/>
    <w:rsid w:val="006157E4"/>
    <w:rsid w:val="00615EEE"/>
    <w:rsid w:val="00616103"/>
    <w:rsid w:val="00617084"/>
    <w:rsid w:val="006203C9"/>
    <w:rsid w:val="006209EF"/>
    <w:rsid w:val="00620C8D"/>
    <w:rsid w:val="00621032"/>
    <w:rsid w:val="0062136D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05AB"/>
    <w:rsid w:val="00631329"/>
    <w:rsid w:val="0063245F"/>
    <w:rsid w:val="006332C0"/>
    <w:rsid w:val="00633771"/>
    <w:rsid w:val="00634707"/>
    <w:rsid w:val="00635E16"/>
    <w:rsid w:val="00636A3D"/>
    <w:rsid w:val="006379D1"/>
    <w:rsid w:val="00637D66"/>
    <w:rsid w:val="00640FCB"/>
    <w:rsid w:val="00641402"/>
    <w:rsid w:val="00642FAD"/>
    <w:rsid w:val="006436F1"/>
    <w:rsid w:val="006458B1"/>
    <w:rsid w:val="00650326"/>
    <w:rsid w:val="00650553"/>
    <w:rsid w:val="00650773"/>
    <w:rsid w:val="006519F8"/>
    <w:rsid w:val="00653134"/>
    <w:rsid w:val="00654DE3"/>
    <w:rsid w:val="00655B4B"/>
    <w:rsid w:val="006573B0"/>
    <w:rsid w:val="006577C8"/>
    <w:rsid w:val="00657C7A"/>
    <w:rsid w:val="00662509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6EAC"/>
    <w:rsid w:val="006673D7"/>
    <w:rsid w:val="00667AFF"/>
    <w:rsid w:val="00667EBC"/>
    <w:rsid w:val="00670124"/>
    <w:rsid w:val="0067150C"/>
    <w:rsid w:val="006719C3"/>
    <w:rsid w:val="00672A1D"/>
    <w:rsid w:val="00672DF5"/>
    <w:rsid w:val="00673DF5"/>
    <w:rsid w:val="006742DA"/>
    <w:rsid w:val="00674A4C"/>
    <w:rsid w:val="00676978"/>
    <w:rsid w:val="0067762D"/>
    <w:rsid w:val="00677E38"/>
    <w:rsid w:val="006806AE"/>
    <w:rsid w:val="0068098A"/>
    <w:rsid w:val="00683CFF"/>
    <w:rsid w:val="00683F85"/>
    <w:rsid w:val="0068591C"/>
    <w:rsid w:val="00685EB7"/>
    <w:rsid w:val="00687E31"/>
    <w:rsid w:val="00690110"/>
    <w:rsid w:val="006904E3"/>
    <w:rsid w:val="006908AC"/>
    <w:rsid w:val="00690A59"/>
    <w:rsid w:val="0069243F"/>
    <w:rsid w:val="006932EE"/>
    <w:rsid w:val="00693588"/>
    <w:rsid w:val="00695562"/>
    <w:rsid w:val="00697ACF"/>
    <w:rsid w:val="006A012C"/>
    <w:rsid w:val="006A1BE2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5A2"/>
    <w:rsid w:val="006C3EFF"/>
    <w:rsid w:val="006C42AE"/>
    <w:rsid w:val="006C43A6"/>
    <w:rsid w:val="006C5002"/>
    <w:rsid w:val="006C55B6"/>
    <w:rsid w:val="006C5898"/>
    <w:rsid w:val="006C6F89"/>
    <w:rsid w:val="006C7D1C"/>
    <w:rsid w:val="006C7E9E"/>
    <w:rsid w:val="006D0E9C"/>
    <w:rsid w:val="006D1973"/>
    <w:rsid w:val="006D1E90"/>
    <w:rsid w:val="006D218B"/>
    <w:rsid w:val="006D2935"/>
    <w:rsid w:val="006D2F8E"/>
    <w:rsid w:val="006D3409"/>
    <w:rsid w:val="006D37DB"/>
    <w:rsid w:val="006D3A01"/>
    <w:rsid w:val="006D43F1"/>
    <w:rsid w:val="006D5FB7"/>
    <w:rsid w:val="006D6583"/>
    <w:rsid w:val="006D67DB"/>
    <w:rsid w:val="006D695F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890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B95"/>
    <w:rsid w:val="006F6CBD"/>
    <w:rsid w:val="006F6EB7"/>
    <w:rsid w:val="006F77D0"/>
    <w:rsid w:val="006F7973"/>
    <w:rsid w:val="00700359"/>
    <w:rsid w:val="00701378"/>
    <w:rsid w:val="007013F6"/>
    <w:rsid w:val="007022B8"/>
    <w:rsid w:val="00702D45"/>
    <w:rsid w:val="007044E8"/>
    <w:rsid w:val="00707DB9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758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29"/>
    <w:rsid w:val="007529D3"/>
    <w:rsid w:val="0075318D"/>
    <w:rsid w:val="007545CC"/>
    <w:rsid w:val="00754A3E"/>
    <w:rsid w:val="00754E5F"/>
    <w:rsid w:val="00754FCD"/>
    <w:rsid w:val="007562FF"/>
    <w:rsid w:val="00757D7C"/>
    <w:rsid w:val="00760E62"/>
    <w:rsid w:val="00761F5C"/>
    <w:rsid w:val="007626F7"/>
    <w:rsid w:val="00763589"/>
    <w:rsid w:val="00763C97"/>
    <w:rsid w:val="00763CD1"/>
    <w:rsid w:val="0076517B"/>
    <w:rsid w:val="00765717"/>
    <w:rsid w:val="00766B44"/>
    <w:rsid w:val="00766D44"/>
    <w:rsid w:val="00767BEE"/>
    <w:rsid w:val="00770205"/>
    <w:rsid w:val="00771460"/>
    <w:rsid w:val="00771696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68FD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BF5"/>
    <w:rsid w:val="007C4006"/>
    <w:rsid w:val="007C5193"/>
    <w:rsid w:val="007C5549"/>
    <w:rsid w:val="007C5C48"/>
    <w:rsid w:val="007C6B5D"/>
    <w:rsid w:val="007C6E4D"/>
    <w:rsid w:val="007C765C"/>
    <w:rsid w:val="007D1EC4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1F47"/>
    <w:rsid w:val="007F202F"/>
    <w:rsid w:val="007F2791"/>
    <w:rsid w:val="007F30F4"/>
    <w:rsid w:val="007F3BC3"/>
    <w:rsid w:val="007F3F9C"/>
    <w:rsid w:val="007F4060"/>
    <w:rsid w:val="007F434F"/>
    <w:rsid w:val="007F658D"/>
    <w:rsid w:val="007F67BB"/>
    <w:rsid w:val="007F6A6F"/>
    <w:rsid w:val="007F7388"/>
    <w:rsid w:val="007F7C83"/>
    <w:rsid w:val="00801049"/>
    <w:rsid w:val="008019DF"/>
    <w:rsid w:val="008030BC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0842"/>
    <w:rsid w:val="00813C00"/>
    <w:rsid w:val="0081437D"/>
    <w:rsid w:val="008143D2"/>
    <w:rsid w:val="0081465A"/>
    <w:rsid w:val="00814753"/>
    <w:rsid w:val="00814780"/>
    <w:rsid w:val="00814C72"/>
    <w:rsid w:val="00814DF8"/>
    <w:rsid w:val="008151A4"/>
    <w:rsid w:val="00815D7F"/>
    <w:rsid w:val="00815E8B"/>
    <w:rsid w:val="00817B62"/>
    <w:rsid w:val="00817E34"/>
    <w:rsid w:val="00820FF6"/>
    <w:rsid w:val="0082128B"/>
    <w:rsid w:val="00821AD0"/>
    <w:rsid w:val="00821DFB"/>
    <w:rsid w:val="0082283E"/>
    <w:rsid w:val="008232D2"/>
    <w:rsid w:val="008239CF"/>
    <w:rsid w:val="008259BA"/>
    <w:rsid w:val="00825C63"/>
    <w:rsid w:val="00825C77"/>
    <w:rsid w:val="008277E5"/>
    <w:rsid w:val="00830441"/>
    <w:rsid w:val="00830656"/>
    <w:rsid w:val="00830677"/>
    <w:rsid w:val="00830899"/>
    <w:rsid w:val="00830EF8"/>
    <w:rsid w:val="0083103A"/>
    <w:rsid w:val="0083163E"/>
    <w:rsid w:val="00831F93"/>
    <w:rsid w:val="00832DA6"/>
    <w:rsid w:val="00832EC3"/>
    <w:rsid w:val="008349C9"/>
    <w:rsid w:val="00835FD0"/>
    <w:rsid w:val="008368A5"/>
    <w:rsid w:val="008376CB"/>
    <w:rsid w:val="00840F91"/>
    <w:rsid w:val="00840F9C"/>
    <w:rsid w:val="00842491"/>
    <w:rsid w:val="00842944"/>
    <w:rsid w:val="008462A5"/>
    <w:rsid w:val="0084634D"/>
    <w:rsid w:val="00846744"/>
    <w:rsid w:val="00846EC2"/>
    <w:rsid w:val="00850036"/>
    <w:rsid w:val="00851A49"/>
    <w:rsid w:val="00851B48"/>
    <w:rsid w:val="00851BDC"/>
    <w:rsid w:val="00852EF2"/>
    <w:rsid w:val="008533D0"/>
    <w:rsid w:val="008544E9"/>
    <w:rsid w:val="00854C6B"/>
    <w:rsid w:val="00855290"/>
    <w:rsid w:val="00855BFE"/>
    <w:rsid w:val="0085791A"/>
    <w:rsid w:val="0086020F"/>
    <w:rsid w:val="00860881"/>
    <w:rsid w:val="00860E52"/>
    <w:rsid w:val="00860F26"/>
    <w:rsid w:val="00861BDD"/>
    <w:rsid w:val="00861E03"/>
    <w:rsid w:val="008621BA"/>
    <w:rsid w:val="008625CE"/>
    <w:rsid w:val="00865D13"/>
    <w:rsid w:val="00865FF4"/>
    <w:rsid w:val="008661AB"/>
    <w:rsid w:val="00867688"/>
    <w:rsid w:val="00867F35"/>
    <w:rsid w:val="008709ED"/>
    <w:rsid w:val="00870C41"/>
    <w:rsid w:val="00872083"/>
    <w:rsid w:val="00872DD0"/>
    <w:rsid w:val="00873F83"/>
    <w:rsid w:val="0087411C"/>
    <w:rsid w:val="008745C7"/>
    <w:rsid w:val="008746BA"/>
    <w:rsid w:val="00874D46"/>
    <w:rsid w:val="00874EFC"/>
    <w:rsid w:val="0087503D"/>
    <w:rsid w:val="0087560F"/>
    <w:rsid w:val="00877081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5772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70F0"/>
    <w:rsid w:val="008B765A"/>
    <w:rsid w:val="008B7FD7"/>
    <w:rsid w:val="008C2FEE"/>
    <w:rsid w:val="008C3165"/>
    <w:rsid w:val="008C36DD"/>
    <w:rsid w:val="008C66ED"/>
    <w:rsid w:val="008D16F1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18C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EB8"/>
    <w:rsid w:val="00911301"/>
    <w:rsid w:val="00911476"/>
    <w:rsid w:val="0091213F"/>
    <w:rsid w:val="00913CF3"/>
    <w:rsid w:val="00914E71"/>
    <w:rsid w:val="0091555A"/>
    <w:rsid w:val="009168FB"/>
    <w:rsid w:val="00920017"/>
    <w:rsid w:val="00921085"/>
    <w:rsid w:val="00922739"/>
    <w:rsid w:val="00923064"/>
    <w:rsid w:val="009235D0"/>
    <w:rsid w:val="00924440"/>
    <w:rsid w:val="00924F6D"/>
    <w:rsid w:val="0092754F"/>
    <w:rsid w:val="00927F3D"/>
    <w:rsid w:val="00930C24"/>
    <w:rsid w:val="00930E67"/>
    <w:rsid w:val="0093152D"/>
    <w:rsid w:val="00931759"/>
    <w:rsid w:val="009321D9"/>
    <w:rsid w:val="00937785"/>
    <w:rsid w:val="00937AD1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6A01"/>
    <w:rsid w:val="0094700A"/>
    <w:rsid w:val="009476AA"/>
    <w:rsid w:val="00947E35"/>
    <w:rsid w:val="0095065E"/>
    <w:rsid w:val="0095534E"/>
    <w:rsid w:val="009560F4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3DC5"/>
    <w:rsid w:val="009641E1"/>
    <w:rsid w:val="009644BF"/>
    <w:rsid w:val="009645E5"/>
    <w:rsid w:val="009648D4"/>
    <w:rsid w:val="009664D9"/>
    <w:rsid w:val="00966E16"/>
    <w:rsid w:val="0097183A"/>
    <w:rsid w:val="00971D2F"/>
    <w:rsid w:val="00972D0B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ECB"/>
    <w:rsid w:val="00983090"/>
    <w:rsid w:val="009833C4"/>
    <w:rsid w:val="009836FD"/>
    <w:rsid w:val="009837E6"/>
    <w:rsid w:val="00983BC0"/>
    <w:rsid w:val="009840CF"/>
    <w:rsid w:val="009842F2"/>
    <w:rsid w:val="00984D07"/>
    <w:rsid w:val="0098516D"/>
    <w:rsid w:val="0098734D"/>
    <w:rsid w:val="00987C9A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266D"/>
    <w:rsid w:val="009A319A"/>
    <w:rsid w:val="009A34BE"/>
    <w:rsid w:val="009A361F"/>
    <w:rsid w:val="009A3762"/>
    <w:rsid w:val="009A3B10"/>
    <w:rsid w:val="009A3C41"/>
    <w:rsid w:val="009A3CE6"/>
    <w:rsid w:val="009A5A7A"/>
    <w:rsid w:val="009A5B69"/>
    <w:rsid w:val="009A5FFC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E6C"/>
    <w:rsid w:val="009B6A21"/>
    <w:rsid w:val="009B78B6"/>
    <w:rsid w:val="009B798B"/>
    <w:rsid w:val="009B7AA4"/>
    <w:rsid w:val="009C03A0"/>
    <w:rsid w:val="009C082D"/>
    <w:rsid w:val="009C0A28"/>
    <w:rsid w:val="009C208D"/>
    <w:rsid w:val="009C2925"/>
    <w:rsid w:val="009C3A0A"/>
    <w:rsid w:val="009C45ED"/>
    <w:rsid w:val="009D1598"/>
    <w:rsid w:val="009D1E42"/>
    <w:rsid w:val="009D20D5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5BC7"/>
    <w:rsid w:val="009E728E"/>
    <w:rsid w:val="009F00C7"/>
    <w:rsid w:val="009F01A8"/>
    <w:rsid w:val="009F0953"/>
    <w:rsid w:val="009F14D1"/>
    <w:rsid w:val="009F1B92"/>
    <w:rsid w:val="009F2B17"/>
    <w:rsid w:val="009F49A1"/>
    <w:rsid w:val="009F5058"/>
    <w:rsid w:val="009F5BD7"/>
    <w:rsid w:val="009F7B44"/>
    <w:rsid w:val="009F7FB1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1E86"/>
    <w:rsid w:val="00A12D64"/>
    <w:rsid w:val="00A12F43"/>
    <w:rsid w:val="00A1507A"/>
    <w:rsid w:val="00A151EC"/>
    <w:rsid w:val="00A15D01"/>
    <w:rsid w:val="00A16FCE"/>
    <w:rsid w:val="00A21984"/>
    <w:rsid w:val="00A23E71"/>
    <w:rsid w:val="00A25755"/>
    <w:rsid w:val="00A25B98"/>
    <w:rsid w:val="00A26FF6"/>
    <w:rsid w:val="00A276D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1873"/>
    <w:rsid w:val="00A42CE9"/>
    <w:rsid w:val="00A4458C"/>
    <w:rsid w:val="00A462C1"/>
    <w:rsid w:val="00A467DA"/>
    <w:rsid w:val="00A46FC7"/>
    <w:rsid w:val="00A470F0"/>
    <w:rsid w:val="00A476CA"/>
    <w:rsid w:val="00A47BCB"/>
    <w:rsid w:val="00A50009"/>
    <w:rsid w:val="00A52315"/>
    <w:rsid w:val="00A5233B"/>
    <w:rsid w:val="00A52513"/>
    <w:rsid w:val="00A5311A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F7A"/>
    <w:rsid w:val="00A64180"/>
    <w:rsid w:val="00A646BB"/>
    <w:rsid w:val="00A64D82"/>
    <w:rsid w:val="00A654DC"/>
    <w:rsid w:val="00A67B73"/>
    <w:rsid w:val="00A714A9"/>
    <w:rsid w:val="00A714F9"/>
    <w:rsid w:val="00A72261"/>
    <w:rsid w:val="00A7254F"/>
    <w:rsid w:val="00A72FAD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814B3"/>
    <w:rsid w:val="00A81DAB"/>
    <w:rsid w:val="00A82F52"/>
    <w:rsid w:val="00A83054"/>
    <w:rsid w:val="00A8330F"/>
    <w:rsid w:val="00A8340E"/>
    <w:rsid w:val="00A83700"/>
    <w:rsid w:val="00A8455E"/>
    <w:rsid w:val="00A8554D"/>
    <w:rsid w:val="00A86E00"/>
    <w:rsid w:val="00A86F94"/>
    <w:rsid w:val="00A8713A"/>
    <w:rsid w:val="00A90280"/>
    <w:rsid w:val="00A904EE"/>
    <w:rsid w:val="00A9169F"/>
    <w:rsid w:val="00A927C8"/>
    <w:rsid w:val="00A94BDB"/>
    <w:rsid w:val="00A95764"/>
    <w:rsid w:val="00A9587C"/>
    <w:rsid w:val="00A9723F"/>
    <w:rsid w:val="00AA01C5"/>
    <w:rsid w:val="00AA0EF6"/>
    <w:rsid w:val="00AA1015"/>
    <w:rsid w:val="00AA171C"/>
    <w:rsid w:val="00AA25D6"/>
    <w:rsid w:val="00AA2BEC"/>
    <w:rsid w:val="00AA30A3"/>
    <w:rsid w:val="00AA4A03"/>
    <w:rsid w:val="00AA4DBC"/>
    <w:rsid w:val="00AA596E"/>
    <w:rsid w:val="00AA5987"/>
    <w:rsid w:val="00AA62C8"/>
    <w:rsid w:val="00AA66A6"/>
    <w:rsid w:val="00AA6D9F"/>
    <w:rsid w:val="00AA72A2"/>
    <w:rsid w:val="00AB00A8"/>
    <w:rsid w:val="00AB1855"/>
    <w:rsid w:val="00AB198E"/>
    <w:rsid w:val="00AB23B0"/>
    <w:rsid w:val="00AB2C6D"/>
    <w:rsid w:val="00AB572E"/>
    <w:rsid w:val="00AB5B0C"/>
    <w:rsid w:val="00AB65D5"/>
    <w:rsid w:val="00AB67BA"/>
    <w:rsid w:val="00AC0D4D"/>
    <w:rsid w:val="00AC1B23"/>
    <w:rsid w:val="00AC22E9"/>
    <w:rsid w:val="00AC2920"/>
    <w:rsid w:val="00AC29C4"/>
    <w:rsid w:val="00AC2D9E"/>
    <w:rsid w:val="00AC323D"/>
    <w:rsid w:val="00AC3985"/>
    <w:rsid w:val="00AC3FD2"/>
    <w:rsid w:val="00AC44A9"/>
    <w:rsid w:val="00AC4E6B"/>
    <w:rsid w:val="00AC5169"/>
    <w:rsid w:val="00AC70FA"/>
    <w:rsid w:val="00AC7972"/>
    <w:rsid w:val="00AD063B"/>
    <w:rsid w:val="00AD0984"/>
    <w:rsid w:val="00AD0C25"/>
    <w:rsid w:val="00AD1B4F"/>
    <w:rsid w:val="00AD20EF"/>
    <w:rsid w:val="00AD2B6F"/>
    <w:rsid w:val="00AD36AA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B0B"/>
    <w:rsid w:val="00AD7CF6"/>
    <w:rsid w:val="00AE093A"/>
    <w:rsid w:val="00AE137E"/>
    <w:rsid w:val="00AE1E18"/>
    <w:rsid w:val="00AE23C8"/>
    <w:rsid w:val="00AE434B"/>
    <w:rsid w:val="00AE4553"/>
    <w:rsid w:val="00AE4566"/>
    <w:rsid w:val="00AE4C62"/>
    <w:rsid w:val="00AE67C7"/>
    <w:rsid w:val="00AE70B3"/>
    <w:rsid w:val="00AF0E1A"/>
    <w:rsid w:val="00AF1CBC"/>
    <w:rsid w:val="00AF3327"/>
    <w:rsid w:val="00AF4BC0"/>
    <w:rsid w:val="00AF52C2"/>
    <w:rsid w:val="00AF64D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5D1C"/>
    <w:rsid w:val="00B06467"/>
    <w:rsid w:val="00B07E21"/>
    <w:rsid w:val="00B119A3"/>
    <w:rsid w:val="00B130B9"/>
    <w:rsid w:val="00B13897"/>
    <w:rsid w:val="00B13BB0"/>
    <w:rsid w:val="00B13D74"/>
    <w:rsid w:val="00B141AB"/>
    <w:rsid w:val="00B15AF1"/>
    <w:rsid w:val="00B165D1"/>
    <w:rsid w:val="00B167D1"/>
    <w:rsid w:val="00B168F1"/>
    <w:rsid w:val="00B16F16"/>
    <w:rsid w:val="00B17210"/>
    <w:rsid w:val="00B17D31"/>
    <w:rsid w:val="00B20E00"/>
    <w:rsid w:val="00B21048"/>
    <w:rsid w:val="00B213F5"/>
    <w:rsid w:val="00B2169E"/>
    <w:rsid w:val="00B22B15"/>
    <w:rsid w:val="00B22EA8"/>
    <w:rsid w:val="00B23ABD"/>
    <w:rsid w:val="00B2426B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1D0F"/>
    <w:rsid w:val="00B42663"/>
    <w:rsid w:val="00B45046"/>
    <w:rsid w:val="00B467E6"/>
    <w:rsid w:val="00B50926"/>
    <w:rsid w:val="00B50DDC"/>
    <w:rsid w:val="00B50F56"/>
    <w:rsid w:val="00B5159B"/>
    <w:rsid w:val="00B528FF"/>
    <w:rsid w:val="00B52F93"/>
    <w:rsid w:val="00B53813"/>
    <w:rsid w:val="00B53BBE"/>
    <w:rsid w:val="00B53CAE"/>
    <w:rsid w:val="00B55390"/>
    <w:rsid w:val="00B5545B"/>
    <w:rsid w:val="00B56594"/>
    <w:rsid w:val="00B56B21"/>
    <w:rsid w:val="00B57466"/>
    <w:rsid w:val="00B576DC"/>
    <w:rsid w:val="00B5776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A1B"/>
    <w:rsid w:val="00B74D0D"/>
    <w:rsid w:val="00B75CE8"/>
    <w:rsid w:val="00B76220"/>
    <w:rsid w:val="00B765DA"/>
    <w:rsid w:val="00B77265"/>
    <w:rsid w:val="00B77DD8"/>
    <w:rsid w:val="00B77FED"/>
    <w:rsid w:val="00B81E60"/>
    <w:rsid w:val="00B8485D"/>
    <w:rsid w:val="00B8551B"/>
    <w:rsid w:val="00B85BF3"/>
    <w:rsid w:val="00B8614C"/>
    <w:rsid w:val="00B86611"/>
    <w:rsid w:val="00B8686F"/>
    <w:rsid w:val="00B8760A"/>
    <w:rsid w:val="00B87750"/>
    <w:rsid w:val="00B87EDE"/>
    <w:rsid w:val="00B9166C"/>
    <w:rsid w:val="00B91BC0"/>
    <w:rsid w:val="00B93463"/>
    <w:rsid w:val="00B94210"/>
    <w:rsid w:val="00B94E46"/>
    <w:rsid w:val="00B955C5"/>
    <w:rsid w:val="00B95763"/>
    <w:rsid w:val="00B9584F"/>
    <w:rsid w:val="00B96A55"/>
    <w:rsid w:val="00BA02BA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5E00"/>
    <w:rsid w:val="00BA6276"/>
    <w:rsid w:val="00BA6E05"/>
    <w:rsid w:val="00BB1FA2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668F"/>
    <w:rsid w:val="00BB776A"/>
    <w:rsid w:val="00BB78F9"/>
    <w:rsid w:val="00BC0FAA"/>
    <w:rsid w:val="00BC195C"/>
    <w:rsid w:val="00BC1CB9"/>
    <w:rsid w:val="00BC2089"/>
    <w:rsid w:val="00BC21E9"/>
    <w:rsid w:val="00BC24A0"/>
    <w:rsid w:val="00BC2800"/>
    <w:rsid w:val="00BC2E74"/>
    <w:rsid w:val="00BC3E11"/>
    <w:rsid w:val="00BC581E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E1CA8"/>
    <w:rsid w:val="00BE210B"/>
    <w:rsid w:val="00BE239F"/>
    <w:rsid w:val="00BE24A3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3679"/>
    <w:rsid w:val="00BF38F4"/>
    <w:rsid w:val="00BF3FD1"/>
    <w:rsid w:val="00BF4AA4"/>
    <w:rsid w:val="00BF4AF8"/>
    <w:rsid w:val="00BF53AD"/>
    <w:rsid w:val="00BF5ABE"/>
    <w:rsid w:val="00BF6524"/>
    <w:rsid w:val="00BF7B3F"/>
    <w:rsid w:val="00C01B02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DC8"/>
    <w:rsid w:val="00C23A69"/>
    <w:rsid w:val="00C2560F"/>
    <w:rsid w:val="00C261F5"/>
    <w:rsid w:val="00C268F3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3328"/>
    <w:rsid w:val="00C436C5"/>
    <w:rsid w:val="00C44E1B"/>
    <w:rsid w:val="00C46195"/>
    <w:rsid w:val="00C47DC4"/>
    <w:rsid w:val="00C50310"/>
    <w:rsid w:val="00C513C6"/>
    <w:rsid w:val="00C51480"/>
    <w:rsid w:val="00C51B9C"/>
    <w:rsid w:val="00C52941"/>
    <w:rsid w:val="00C52DAB"/>
    <w:rsid w:val="00C531CA"/>
    <w:rsid w:val="00C5429E"/>
    <w:rsid w:val="00C546AF"/>
    <w:rsid w:val="00C54764"/>
    <w:rsid w:val="00C568AD"/>
    <w:rsid w:val="00C569BF"/>
    <w:rsid w:val="00C56D68"/>
    <w:rsid w:val="00C5734D"/>
    <w:rsid w:val="00C5764A"/>
    <w:rsid w:val="00C579A4"/>
    <w:rsid w:val="00C57EBE"/>
    <w:rsid w:val="00C62389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2715"/>
    <w:rsid w:val="00C75F8E"/>
    <w:rsid w:val="00C761FE"/>
    <w:rsid w:val="00C76703"/>
    <w:rsid w:val="00C774A4"/>
    <w:rsid w:val="00C805C8"/>
    <w:rsid w:val="00C80BA3"/>
    <w:rsid w:val="00C81A40"/>
    <w:rsid w:val="00C82AB6"/>
    <w:rsid w:val="00C82DDE"/>
    <w:rsid w:val="00C82E99"/>
    <w:rsid w:val="00C8371A"/>
    <w:rsid w:val="00C839D5"/>
    <w:rsid w:val="00C83CC9"/>
    <w:rsid w:val="00C85679"/>
    <w:rsid w:val="00C85A29"/>
    <w:rsid w:val="00C86A93"/>
    <w:rsid w:val="00C914D9"/>
    <w:rsid w:val="00C91C7B"/>
    <w:rsid w:val="00C91CE7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8E5"/>
    <w:rsid w:val="00CA3DE3"/>
    <w:rsid w:val="00CA402D"/>
    <w:rsid w:val="00CA4FF8"/>
    <w:rsid w:val="00CA62EB"/>
    <w:rsid w:val="00CA7BF7"/>
    <w:rsid w:val="00CA7E60"/>
    <w:rsid w:val="00CB010E"/>
    <w:rsid w:val="00CB1C7A"/>
    <w:rsid w:val="00CB2054"/>
    <w:rsid w:val="00CB2BD4"/>
    <w:rsid w:val="00CB3726"/>
    <w:rsid w:val="00CB3BDA"/>
    <w:rsid w:val="00CB4406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2797"/>
    <w:rsid w:val="00CE4139"/>
    <w:rsid w:val="00CE413B"/>
    <w:rsid w:val="00CE433C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6C3"/>
    <w:rsid w:val="00D0284A"/>
    <w:rsid w:val="00D0404B"/>
    <w:rsid w:val="00D052F5"/>
    <w:rsid w:val="00D06D7B"/>
    <w:rsid w:val="00D06F93"/>
    <w:rsid w:val="00D0779C"/>
    <w:rsid w:val="00D07DC3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025B"/>
    <w:rsid w:val="00D34462"/>
    <w:rsid w:val="00D34F69"/>
    <w:rsid w:val="00D35316"/>
    <w:rsid w:val="00D35F5A"/>
    <w:rsid w:val="00D36B11"/>
    <w:rsid w:val="00D36C40"/>
    <w:rsid w:val="00D37C14"/>
    <w:rsid w:val="00D37C18"/>
    <w:rsid w:val="00D40A5D"/>
    <w:rsid w:val="00D4139E"/>
    <w:rsid w:val="00D42A8A"/>
    <w:rsid w:val="00D42B18"/>
    <w:rsid w:val="00D432B2"/>
    <w:rsid w:val="00D43D73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67BBE"/>
    <w:rsid w:val="00D702E5"/>
    <w:rsid w:val="00D71ACB"/>
    <w:rsid w:val="00D725BC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0B37"/>
    <w:rsid w:val="00D9113D"/>
    <w:rsid w:val="00D9336A"/>
    <w:rsid w:val="00D93910"/>
    <w:rsid w:val="00D9471F"/>
    <w:rsid w:val="00D94AFD"/>
    <w:rsid w:val="00D94BF1"/>
    <w:rsid w:val="00D95369"/>
    <w:rsid w:val="00D969AD"/>
    <w:rsid w:val="00D976A4"/>
    <w:rsid w:val="00DA064D"/>
    <w:rsid w:val="00DA0AF2"/>
    <w:rsid w:val="00DA149A"/>
    <w:rsid w:val="00DA29D2"/>
    <w:rsid w:val="00DA2F38"/>
    <w:rsid w:val="00DA4B6D"/>
    <w:rsid w:val="00DA682F"/>
    <w:rsid w:val="00DA7008"/>
    <w:rsid w:val="00DA79FB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D7F"/>
    <w:rsid w:val="00DC6EC9"/>
    <w:rsid w:val="00DD015D"/>
    <w:rsid w:val="00DD0CA5"/>
    <w:rsid w:val="00DD3219"/>
    <w:rsid w:val="00DD37CC"/>
    <w:rsid w:val="00DD5895"/>
    <w:rsid w:val="00DD6A7B"/>
    <w:rsid w:val="00DD6CCD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725"/>
    <w:rsid w:val="00DE6E4D"/>
    <w:rsid w:val="00DF114E"/>
    <w:rsid w:val="00DF1808"/>
    <w:rsid w:val="00DF22B1"/>
    <w:rsid w:val="00DF3715"/>
    <w:rsid w:val="00DF37E2"/>
    <w:rsid w:val="00DF3A28"/>
    <w:rsid w:val="00DF4641"/>
    <w:rsid w:val="00DF4E37"/>
    <w:rsid w:val="00DF6042"/>
    <w:rsid w:val="00DF620C"/>
    <w:rsid w:val="00DF7FC9"/>
    <w:rsid w:val="00E00640"/>
    <w:rsid w:val="00E00A88"/>
    <w:rsid w:val="00E0138F"/>
    <w:rsid w:val="00E021AD"/>
    <w:rsid w:val="00E0224E"/>
    <w:rsid w:val="00E027F5"/>
    <w:rsid w:val="00E04C69"/>
    <w:rsid w:val="00E058E1"/>
    <w:rsid w:val="00E061A6"/>
    <w:rsid w:val="00E0669F"/>
    <w:rsid w:val="00E068C9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41F0"/>
    <w:rsid w:val="00E265EA"/>
    <w:rsid w:val="00E26FA5"/>
    <w:rsid w:val="00E270E8"/>
    <w:rsid w:val="00E2753D"/>
    <w:rsid w:val="00E279AE"/>
    <w:rsid w:val="00E27A53"/>
    <w:rsid w:val="00E30A9C"/>
    <w:rsid w:val="00E31921"/>
    <w:rsid w:val="00E31EC4"/>
    <w:rsid w:val="00E321C7"/>
    <w:rsid w:val="00E324FE"/>
    <w:rsid w:val="00E326C9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37AED"/>
    <w:rsid w:val="00E40473"/>
    <w:rsid w:val="00E411B0"/>
    <w:rsid w:val="00E41F26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6FED"/>
    <w:rsid w:val="00E57319"/>
    <w:rsid w:val="00E60E52"/>
    <w:rsid w:val="00E6262C"/>
    <w:rsid w:val="00E62BBF"/>
    <w:rsid w:val="00E62DA1"/>
    <w:rsid w:val="00E63BEA"/>
    <w:rsid w:val="00E649AB"/>
    <w:rsid w:val="00E653A0"/>
    <w:rsid w:val="00E65C54"/>
    <w:rsid w:val="00E71B07"/>
    <w:rsid w:val="00E71EA7"/>
    <w:rsid w:val="00E724A3"/>
    <w:rsid w:val="00E730B0"/>
    <w:rsid w:val="00E7489F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3C4"/>
    <w:rsid w:val="00E97D6B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9F4"/>
    <w:rsid w:val="00EA5DC9"/>
    <w:rsid w:val="00EA5EC8"/>
    <w:rsid w:val="00EA747E"/>
    <w:rsid w:val="00EA7679"/>
    <w:rsid w:val="00EB18C9"/>
    <w:rsid w:val="00EB3168"/>
    <w:rsid w:val="00EB3923"/>
    <w:rsid w:val="00EB568F"/>
    <w:rsid w:val="00EB6698"/>
    <w:rsid w:val="00EB68FA"/>
    <w:rsid w:val="00EB7CFF"/>
    <w:rsid w:val="00EC0380"/>
    <w:rsid w:val="00EC1C8B"/>
    <w:rsid w:val="00EC23F7"/>
    <w:rsid w:val="00EC2706"/>
    <w:rsid w:val="00EC2855"/>
    <w:rsid w:val="00EC3851"/>
    <w:rsid w:val="00EC4A5A"/>
    <w:rsid w:val="00EC4C79"/>
    <w:rsid w:val="00EC5083"/>
    <w:rsid w:val="00EC5E37"/>
    <w:rsid w:val="00EC6E21"/>
    <w:rsid w:val="00EC7DD2"/>
    <w:rsid w:val="00EC7EB6"/>
    <w:rsid w:val="00ED1946"/>
    <w:rsid w:val="00ED1F3B"/>
    <w:rsid w:val="00ED24F0"/>
    <w:rsid w:val="00ED3024"/>
    <w:rsid w:val="00ED3068"/>
    <w:rsid w:val="00ED349E"/>
    <w:rsid w:val="00ED3939"/>
    <w:rsid w:val="00ED4419"/>
    <w:rsid w:val="00ED4FED"/>
    <w:rsid w:val="00ED5874"/>
    <w:rsid w:val="00ED5B9D"/>
    <w:rsid w:val="00ED6214"/>
    <w:rsid w:val="00ED7C5B"/>
    <w:rsid w:val="00EE009B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4EAA"/>
    <w:rsid w:val="00EF60E9"/>
    <w:rsid w:val="00EF6489"/>
    <w:rsid w:val="00EF6E6B"/>
    <w:rsid w:val="00EF7578"/>
    <w:rsid w:val="00EF795C"/>
    <w:rsid w:val="00EF7B4D"/>
    <w:rsid w:val="00F0071B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16CD0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7E9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6718"/>
    <w:rsid w:val="00F870AA"/>
    <w:rsid w:val="00F875AB"/>
    <w:rsid w:val="00F87DCF"/>
    <w:rsid w:val="00F87EE6"/>
    <w:rsid w:val="00F9091F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32F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D0228"/>
    <w:rsid w:val="00FD03A9"/>
    <w:rsid w:val="00FD0642"/>
    <w:rsid w:val="00FD110C"/>
    <w:rsid w:val="00FD1196"/>
    <w:rsid w:val="00FD2A78"/>
    <w:rsid w:val="00FD2D9B"/>
    <w:rsid w:val="00FD3799"/>
    <w:rsid w:val="00FD388B"/>
    <w:rsid w:val="00FD3D19"/>
    <w:rsid w:val="00FD4681"/>
    <w:rsid w:val="00FD4F2B"/>
    <w:rsid w:val="00FD5805"/>
    <w:rsid w:val="00FD5D0F"/>
    <w:rsid w:val="00FD5D67"/>
    <w:rsid w:val="00FD5F5A"/>
    <w:rsid w:val="00FD629F"/>
    <w:rsid w:val="00FE0C16"/>
    <w:rsid w:val="00FE0F18"/>
    <w:rsid w:val="00FE2283"/>
    <w:rsid w:val="00FE2618"/>
    <w:rsid w:val="00FE2CA9"/>
    <w:rsid w:val="00FE3B0A"/>
    <w:rsid w:val="00FE435C"/>
    <w:rsid w:val="00FE4723"/>
    <w:rsid w:val="00FE4D1B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3D6"/>
    <w:rsid w:val="00FF4A14"/>
    <w:rsid w:val="00FF51EB"/>
    <w:rsid w:val="00FF5E77"/>
    <w:rsid w:val="00FF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421"/>
    <w:pPr>
      <w:spacing w:after="200" w:line="276" w:lineRule="auto"/>
    </w:pPr>
    <w:rPr>
      <w:rFonts w:eastAsia="Times New Roman" w:cs="Calibri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51421"/>
    <w:pPr>
      <w:keepNext/>
      <w:keepLines/>
      <w:suppressAutoHyphens/>
      <w:spacing w:before="200" w:after="0" w:line="240" w:lineRule="auto"/>
      <w:outlineLvl w:val="8"/>
    </w:pPr>
    <w:rPr>
      <w:rFonts w:ascii="Cambria" w:hAnsi="Cambria" w:cs="Cambria"/>
      <w:i/>
      <w:iCs/>
      <w:color w:val="404040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151421"/>
    <w:rPr>
      <w:rFonts w:ascii="Cambria" w:hAnsi="Cambria" w:cs="Cambria"/>
      <w:i/>
      <w:iCs/>
      <w:color w:val="404040"/>
      <w:sz w:val="20"/>
      <w:szCs w:val="20"/>
      <w:lang w:eastAsia="ar-SA" w:bidi="ar-SA"/>
    </w:rPr>
  </w:style>
  <w:style w:type="paragraph" w:customStyle="1" w:styleId="ConsTitle">
    <w:name w:val="ConsTitle"/>
    <w:uiPriority w:val="99"/>
    <w:rsid w:val="00151421"/>
    <w:pPr>
      <w:widowControl w:val="0"/>
      <w:suppressAutoHyphens/>
      <w:snapToGrid w:val="0"/>
    </w:pPr>
    <w:rPr>
      <w:rFonts w:ascii="Arial" w:hAnsi="Arial" w:cs="Arial"/>
      <w:b/>
      <w:bCs/>
      <w:kern w:val="2"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semiHidden/>
    <w:rsid w:val="0015142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5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1421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8C66ED"/>
    <w:pPr>
      <w:ind w:left="720"/>
    </w:pPr>
  </w:style>
  <w:style w:type="paragraph" w:styleId="BodyTextIndent">
    <w:name w:val="Body Text Indent"/>
    <w:basedOn w:val="Normal"/>
    <w:link w:val="BodyTextIndentChar"/>
    <w:uiPriority w:val="99"/>
    <w:rsid w:val="00C268F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268F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63F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C7D5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uiPriority w:val="99"/>
    <w:rsid w:val="002C7D58"/>
    <w:pPr>
      <w:widowControl w:val="0"/>
      <w:suppressAutoHyphens/>
      <w:autoSpaceDN w:val="0"/>
      <w:textAlignment w:val="baseline"/>
    </w:pPr>
    <w:rPr>
      <w:rFonts w:cs="Calibri"/>
      <w:color w:val="000000"/>
      <w:kern w:val="3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653134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character" w:styleId="FollowedHyperlink">
    <w:name w:val="FollowedHyperlink"/>
    <w:basedOn w:val="DefaultParagraphFont"/>
    <w:uiPriority w:val="99"/>
    <w:semiHidden/>
    <w:rsid w:val="00E65C54"/>
    <w:rPr>
      <w:color w:val="800080"/>
      <w:u w:val="single"/>
    </w:rPr>
  </w:style>
  <w:style w:type="paragraph" w:customStyle="1" w:styleId="xl68">
    <w:name w:val="xl68"/>
    <w:basedOn w:val="Normal"/>
    <w:uiPriority w:val="99"/>
    <w:rsid w:val="00E65C54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uiPriority w:val="99"/>
    <w:rsid w:val="00E65C54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uiPriority w:val="99"/>
    <w:rsid w:val="00E65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uiPriority w:val="99"/>
    <w:rsid w:val="00E65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uiPriority w:val="99"/>
    <w:rsid w:val="00E65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E65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uiPriority w:val="99"/>
    <w:rsid w:val="00E65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uiPriority w:val="99"/>
    <w:rsid w:val="00E65C54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280099"/>
      <w:sz w:val="24"/>
      <w:szCs w:val="24"/>
    </w:rPr>
  </w:style>
  <w:style w:type="paragraph" w:customStyle="1" w:styleId="xl76">
    <w:name w:val="xl76"/>
    <w:basedOn w:val="Normal"/>
    <w:uiPriority w:val="99"/>
    <w:rsid w:val="00E65C54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uiPriority w:val="99"/>
    <w:rsid w:val="00E65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uiPriority w:val="99"/>
    <w:rsid w:val="00E65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uiPriority w:val="99"/>
    <w:rsid w:val="00E65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uiPriority w:val="99"/>
    <w:rsid w:val="00E65C54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uiPriority w:val="99"/>
    <w:rsid w:val="00E65C54"/>
    <w:pPr>
      <w:pBdr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uiPriority w:val="99"/>
    <w:rsid w:val="00E65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xl83">
    <w:name w:val="xl83"/>
    <w:basedOn w:val="Normal"/>
    <w:uiPriority w:val="99"/>
    <w:rsid w:val="00E65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uiPriority w:val="99"/>
    <w:rsid w:val="00E65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i/>
      <w:iCs/>
      <w:color w:val="280099"/>
      <w:sz w:val="24"/>
      <w:szCs w:val="24"/>
    </w:rPr>
  </w:style>
  <w:style w:type="paragraph" w:customStyle="1" w:styleId="xl85">
    <w:name w:val="xl85"/>
    <w:basedOn w:val="Normal"/>
    <w:uiPriority w:val="99"/>
    <w:rsid w:val="00E65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i/>
      <w:iCs/>
      <w:color w:val="280099"/>
      <w:sz w:val="24"/>
      <w:szCs w:val="24"/>
    </w:rPr>
  </w:style>
  <w:style w:type="paragraph" w:customStyle="1" w:styleId="xl86">
    <w:name w:val="xl86"/>
    <w:basedOn w:val="Normal"/>
    <w:uiPriority w:val="99"/>
    <w:rsid w:val="00E65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i/>
      <w:iCs/>
      <w:color w:val="280099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3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42533D296F7DC396DDA41F597F779EDEA0274D44332CC559BA6EF4D36A773D482317B537F65DF2N0v9I" TargetMode="External"/><Relationship Id="rId13" Type="http://schemas.openxmlformats.org/officeDocument/2006/relationships/hyperlink" Target="consultantplus://offline/ref=1B613F7DC808A3A6BFF4731AF6C8ED2135EAFFA1CC7EB7580402F77E389DE8BAD9E33F4B73874C821D71C0SA74B" TargetMode="External"/><Relationship Id="rId18" Type="http://schemas.openxmlformats.org/officeDocument/2006/relationships/hyperlink" Target="consultantplus://offline/ref=1B613F7DC808A3A6BFF4731AF6C8ED2135EAFFA1CC7EB7580402F77E389DE8BAD9E33F4B73874C821D71C1SA73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613F7DC808A3A6BFF4731AF6C8ED2135EAFFA1CC7EB7580402F77E389DE8BAD9E33F4B73874C821D71C1SA73B" TargetMode="External"/><Relationship Id="rId12" Type="http://schemas.openxmlformats.org/officeDocument/2006/relationships/hyperlink" Target="consultantplus://offline/ref=1B613F7DC808A3A6BFF4731AF6C8ED2135EAFFA1CC7EB7580402F77E389DE8BAD9E33F4B73874C821D71C1SA73B" TargetMode="External"/><Relationship Id="rId17" Type="http://schemas.openxmlformats.org/officeDocument/2006/relationships/hyperlink" Target="consultantplus://offline/ref=1B613F7DC808A3A6BFF4731AF6C8ED2135EAFFA1CC7EB7580402F77E389DE8BAD9E33F4B73874C821D71C0SA74B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613F7DC808A3A6BFF4731AF6C8ED2135EAFFA1CC7EB7580402F77E389DE8BAD9E33F4B73874C821D71C1SA73B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B613F7DC808A3A6BFF4731AF6C8ED2135EAFFA1CC7EB7580402F77E389DE8BAD9E33F4B73874C821D71C0SA74B" TargetMode="External"/><Relationship Id="rId11" Type="http://schemas.openxmlformats.org/officeDocument/2006/relationships/hyperlink" Target="consultantplus://offline/ref=1B613F7DC808A3A6BFF4731AF6C8ED2135EAFFA1CC7EB7580402F77E389DE8BAD9E33F4B73874C821D71C0SA74B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1B613F7DC808A3A6BFF4731AF6C8ED2135EAFFA1CC7EB7580402F77E389DE8BAD9E33F4B73874C821D71C0SA74B" TargetMode="External"/><Relationship Id="rId10" Type="http://schemas.openxmlformats.org/officeDocument/2006/relationships/hyperlink" Target="consultantplus://offline/ref=1B613F7DC808A3A6BFF4731AF6C8ED2135EAFFA1CC7EB7580402F77E389DE8BAD9E33F4B73874C821D71C1SA73B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613F7DC808A3A6BFF4731AF6C8ED2135EAFFA1CC7EB7580402F77E389DE8BAD9E33F4B73874C821D71C0SA74B" TargetMode="External"/><Relationship Id="rId14" Type="http://schemas.openxmlformats.org/officeDocument/2006/relationships/hyperlink" Target="consultantplus://offline/ref=1B613F7DC808A3A6BFF4731AF6C8ED2135EAFFA1CC7EB7580402F77E389DE8BAD9E33F4B73874C821D71C1SA73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154</TotalTime>
  <Pages>129</Pages>
  <Words>31246</Words>
  <Characters>-32766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45</cp:revision>
  <cp:lastPrinted>2018-01-10T01:49:00Z</cp:lastPrinted>
  <dcterms:created xsi:type="dcterms:W3CDTF">2013-10-22T05:21:00Z</dcterms:created>
  <dcterms:modified xsi:type="dcterms:W3CDTF">2018-03-29T06:53:00Z</dcterms:modified>
</cp:coreProperties>
</file>